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96F" w:rsidRPr="00A9065B" w:rsidRDefault="00101D64" w:rsidP="00A9065B">
      <w:pPr>
        <w:pStyle w:val="Title"/>
      </w:pPr>
      <w:r w:rsidRPr="00A9065B">
        <w:t xml:space="preserve">New </w:t>
      </w:r>
      <w:r w:rsidR="00130552" w:rsidRPr="00A9065B">
        <w:t xml:space="preserve">Features </w:t>
      </w:r>
      <w:r w:rsidRPr="00A9065B">
        <w:t xml:space="preserve">in the </w:t>
      </w:r>
      <w:r w:rsidR="009202DC" w:rsidRPr="00A9065B">
        <w:t xml:space="preserve">HDF5 Fortran </w:t>
      </w:r>
      <w:r w:rsidR="00130552" w:rsidRPr="00A9065B">
        <w:t>Library</w:t>
      </w:r>
      <w:r w:rsidR="00130552">
        <w:t xml:space="preserve">: </w:t>
      </w:r>
    </w:p>
    <w:p w:rsidR="0072296F" w:rsidRPr="005A7AB0" w:rsidRDefault="00A457D3" w:rsidP="001609DD">
      <w:pPr>
        <w:pStyle w:val="Title"/>
        <w:rPr>
          <w:sz w:val="36"/>
          <w:szCs w:val="36"/>
        </w:rPr>
      </w:pPr>
      <w:r w:rsidRPr="005A7AB0">
        <w:rPr>
          <w:sz w:val="36"/>
          <w:szCs w:val="36"/>
        </w:rPr>
        <w:t xml:space="preserve">Adding support </w:t>
      </w:r>
      <w:r w:rsidR="005A7AB0">
        <w:rPr>
          <w:sz w:val="36"/>
          <w:szCs w:val="36"/>
        </w:rPr>
        <w:t xml:space="preserve">for </w:t>
      </w:r>
      <w:r w:rsidR="00130552" w:rsidRPr="005A7AB0">
        <w:rPr>
          <w:sz w:val="36"/>
          <w:szCs w:val="36"/>
        </w:rPr>
        <w:t xml:space="preserve">the </w:t>
      </w:r>
      <w:r w:rsidR="0072296F" w:rsidRPr="005A7AB0">
        <w:rPr>
          <w:sz w:val="36"/>
          <w:szCs w:val="36"/>
        </w:rPr>
        <w:t xml:space="preserve">Fortran 2003 </w:t>
      </w:r>
      <w:r w:rsidR="00130552" w:rsidRPr="005A7AB0">
        <w:rPr>
          <w:sz w:val="36"/>
          <w:szCs w:val="36"/>
        </w:rPr>
        <w:t>Standard</w:t>
      </w:r>
    </w:p>
    <w:p w:rsidR="00543D4B" w:rsidRDefault="00543D4B" w:rsidP="00A9065B">
      <w:pPr>
        <w:pStyle w:val="Author"/>
      </w:pPr>
    </w:p>
    <w:p w:rsidR="00543D4B" w:rsidRPr="006000D5" w:rsidRDefault="00543D4B" w:rsidP="009F3133">
      <w:pPr>
        <w:pStyle w:val="Author"/>
      </w:pPr>
    </w:p>
    <w:p w:rsidR="00543D4B" w:rsidRDefault="00A95774" w:rsidP="00543D4B">
      <w:pPr>
        <w:pStyle w:val="Abstract"/>
      </w:pPr>
      <w:r>
        <w:t>Th</w:t>
      </w:r>
      <w:r w:rsidR="00D83379">
        <w:t>is</w:t>
      </w:r>
      <w:r w:rsidR="009202DC">
        <w:t xml:space="preserve"> document describes </w:t>
      </w:r>
      <w:r w:rsidR="00456E3D">
        <w:t>limitations</w:t>
      </w:r>
      <w:r w:rsidR="00101D64">
        <w:t xml:space="preserve"> </w:t>
      </w:r>
      <w:r w:rsidR="00BA04B1">
        <w:t>in</w:t>
      </w:r>
      <w:r w:rsidR="00101D64">
        <w:t xml:space="preserve"> the current HDF5 Fortran </w:t>
      </w:r>
      <w:r w:rsidR="00130552">
        <w:t xml:space="preserve">Library </w:t>
      </w:r>
      <w:r w:rsidR="00101D64">
        <w:t>and how the</w:t>
      </w:r>
      <w:r w:rsidR="0032488D">
        <w:t xml:space="preserve">y </w:t>
      </w:r>
      <w:r w:rsidR="00A9065B">
        <w:t>are</w:t>
      </w:r>
      <w:r w:rsidR="002B76B7">
        <w:t xml:space="preserve"> </w:t>
      </w:r>
      <w:r w:rsidR="0032488D">
        <w:t xml:space="preserve">addressed </w:t>
      </w:r>
      <w:r w:rsidR="00A9065B">
        <w:t>in HDF5</w:t>
      </w:r>
      <w:r w:rsidR="00C90D2C">
        <w:t xml:space="preserve"> Release</w:t>
      </w:r>
      <w:r w:rsidR="00A9065B">
        <w:t xml:space="preserve"> 1.8.8 </w:t>
      </w:r>
      <w:r w:rsidR="0032488D">
        <w:t xml:space="preserve">by using </w:t>
      </w:r>
      <w:r w:rsidR="00A9065B">
        <w:t xml:space="preserve">properties of the </w:t>
      </w:r>
      <w:r w:rsidR="0032488D">
        <w:t>Fortran</w:t>
      </w:r>
      <w:r>
        <w:t xml:space="preserve"> </w:t>
      </w:r>
      <w:r w:rsidR="00101D64">
        <w:t xml:space="preserve">2003 </w:t>
      </w:r>
      <w:r>
        <w:t>standard</w:t>
      </w:r>
      <w:r w:rsidR="00C8008A">
        <w:t xml:space="preserve">. </w:t>
      </w:r>
      <w:r w:rsidR="00A9065B">
        <w:t>The release is scheduled for November 2011.</w:t>
      </w:r>
    </w:p>
    <w:p w:rsidR="00D83379" w:rsidRDefault="00D83379" w:rsidP="00543D4B">
      <w:pPr>
        <w:pStyle w:val="Abstract"/>
      </w:pPr>
    </w:p>
    <w:p w:rsidR="00D83379" w:rsidRDefault="0072296F" w:rsidP="00543D4B">
      <w:pPr>
        <w:pStyle w:val="Abstract"/>
      </w:pPr>
      <w:r>
        <w:t xml:space="preserve">The </w:t>
      </w:r>
      <w:r w:rsidR="00BA04B1">
        <w:t xml:space="preserve">1.8.8 version of the </w:t>
      </w:r>
      <w:r w:rsidR="00D83379">
        <w:t xml:space="preserve">library </w:t>
      </w:r>
      <w:r>
        <w:t>support</w:t>
      </w:r>
      <w:r w:rsidR="00D83379">
        <w:t>s</w:t>
      </w:r>
      <w:r>
        <w:t xml:space="preserve"> a wider set of </w:t>
      </w:r>
      <w:r w:rsidR="00D2696B">
        <w:t xml:space="preserve">Fortran </w:t>
      </w:r>
      <w:r>
        <w:t>data</w:t>
      </w:r>
      <w:r w:rsidR="002B76B7">
        <w:t xml:space="preserve"> </w:t>
      </w:r>
      <w:r>
        <w:t>types</w:t>
      </w:r>
      <w:r w:rsidR="00B155DE">
        <w:t xml:space="preserve"> </w:t>
      </w:r>
      <w:r w:rsidR="00D2696B">
        <w:t>and HDF5 datatypes</w:t>
      </w:r>
      <w:r w:rsidR="00D2696B">
        <w:rPr>
          <w:rStyle w:val="FootnoteReference"/>
        </w:rPr>
        <w:footnoteReference w:id="1"/>
      </w:r>
      <w:r w:rsidR="00D2696B">
        <w:t xml:space="preserve"> </w:t>
      </w:r>
      <w:r w:rsidR="00B155DE">
        <w:t>than prior versions</w:t>
      </w:r>
      <w:r w:rsidR="00D83379">
        <w:t>. The wider set</w:t>
      </w:r>
      <w:r w:rsidR="002B76B7">
        <w:t xml:space="preserve"> </w:t>
      </w:r>
      <w:r>
        <w:t>includ</w:t>
      </w:r>
      <w:r w:rsidR="00D83379">
        <w:t>es</w:t>
      </w:r>
      <w:r>
        <w:t xml:space="preserve"> </w:t>
      </w:r>
      <w:r w:rsidR="00D83379">
        <w:t xml:space="preserve">the following: </w:t>
      </w:r>
    </w:p>
    <w:p w:rsidR="00D83379" w:rsidRPr="005A7AB0" w:rsidRDefault="00D83379" w:rsidP="00C90D2C">
      <w:pPr>
        <w:pStyle w:val="Abstract"/>
        <w:numPr>
          <w:ilvl w:val="0"/>
          <w:numId w:val="49"/>
        </w:numPr>
      </w:pPr>
      <w:r>
        <w:t xml:space="preserve">Any </w:t>
      </w:r>
      <w:r w:rsidR="002B76B7">
        <w:t xml:space="preserve">kind of Fortran </w:t>
      </w:r>
      <w:r w:rsidR="003B3185" w:rsidRPr="003B3185">
        <w:rPr>
          <w:rFonts w:ascii="Courier New" w:hAnsi="Courier New" w:cs="Courier New"/>
          <w:sz w:val="20"/>
        </w:rPr>
        <w:t>INTEGER</w:t>
      </w:r>
      <w:r w:rsidR="003B3185">
        <w:t xml:space="preserve"> </w:t>
      </w:r>
      <w:r w:rsidR="007A24A5">
        <w:t>or</w:t>
      </w:r>
      <w:r w:rsidR="002B76B7">
        <w:t xml:space="preserve"> </w:t>
      </w:r>
      <w:r w:rsidR="003B3185" w:rsidRPr="003B3185">
        <w:rPr>
          <w:rFonts w:ascii="Courier New" w:hAnsi="Courier New" w:cs="Courier New"/>
          <w:sz w:val="20"/>
        </w:rPr>
        <w:t>REAL</w:t>
      </w:r>
    </w:p>
    <w:p w:rsidR="00D2696B" w:rsidRPr="00D2696B" w:rsidRDefault="00D2696B" w:rsidP="00C90D2C">
      <w:pPr>
        <w:pStyle w:val="Abstract"/>
        <w:numPr>
          <w:ilvl w:val="0"/>
          <w:numId w:val="49"/>
        </w:numPr>
      </w:pPr>
      <w:r w:rsidRPr="005A7AB0">
        <w:rPr>
          <w:rFonts w:cs="Courier New"/>
        </w:rPr>
        <w:t>Fortran derived types</w:t>
      </w:r>
    </w:p>
    <w:p w:rsidR="00D83379" w:rsidRDefault="00D2696B" w:rsidP="00C90D2C">
      <w:pPr>
        <w:pStyle w:val="Abstract"/>
        <w:numPr>
          <w:ilvl w:val="0"/>
          <w:numId w:val="49"/>
        </w:numPr>
      </w:pPr>
      <w:r>
        <w:t xml:space="preserve">Fortran </w:t>
      </w:r>
      <w:r w:rsidR="005A7AB0">
        <w:t>enumerations</w:t>
      </w:r>
    </w:p>
    <w:p w:rsidR="00D83379" w:rsidRDefault="002B76B7" w:rsidP="00C90D2C">
      <w:pPr>
        <w:pStyle w:val="Abstract"/>
        <w:numPr>
          <w:ilvl w:val="0"/>
          <w:numId w:val="49"/>
        </w:numPr>
      </w:pPr>
      <w:r>
        <w:t>HDF5 datatypes</w:t>
      </w:r>
      <w:r w:rsidR="00D83379">
        <w:t xml:space="preserve"> </w:t>
      </w:r>
    </w:p>
    <w:p w:rsidR="00D2696B" w:rsidRDefault="00D2696B" w:rsidP="00C90D2C">
      <w:pPr>
        <w:pStyle w:val="Abstract"/>
        <w:numPr>
          <w:ilvl w:val="1"/>
          <w:numId w:val="49"/>
        </w:numPr>
      </w:pPr>
      <w:r>
        <w:t>Enum datatype</w:t>
      </w:r>
    </w:p>
    <w:p w:rsidR="00D83379" w:rsidRDefault="00D83379" w:rsidP="00C90D2C">
      <w:pPr>
        <w:pStyle w:val="Abstract"/>
        <w:numPr>
          <w:ilvl w:val="1"/>
          <w:numId w:val="49"/>
        </w:numPr>
      </w:pPr>
      <w:r>
        <w:t>Variable</w:t>
      </w:r>
      <w:r w:rsidR="00A9065B">
        <w:t>-length datatype</w:t>
      </w:r>
    </w:p>
    <w:p w:rsidR="00D83379" w:rsidRDefault="00D83379" w:rsidP="00C90D2C">
      <w:pPr>
        <w:pStyle w:val="Abstract"/>
        <w:numPr>
          <w:ilvl w:val="1"/>
          <w:numId w:val="49"/>
        </w:numPr>
      </w:pPr>
      <w:r>
        <w:t xml:space="preserve">Compound </w:t>
      </w:r>
      <w:r w:rsidR="00A9065B">
        <w:t>datatype</w:t>
      </w:r>
      <w:r w:rsidR="002B76B7">
        <w:t xml:space="preserve"> of any complexity</w:t>
      </w:r>
    </w:p>
    <w:p w:rsidR="00D83379" w:rsidRDefault="00D83379" w:rsidP="00543D4B">
      <w:pPr>
        <w:pStyle w:val="Abstract"/>
      </w:pPr>
    </w:p>
    <w:p w:rsidR="002B76B7" w:rsidRDefault="008E3333" w:rsidP="00543D4B">
      <w:pPr>
        <w:pStyle w:val="Abstract"/>
      </w:pPr>
      <w:r>
        <w:t xml:space="preserve">The </w:t>
      </w:r>
      <w:r w:rsidR="00BA04B1">
        <w:t xml:space="preserve">1.8.8 version of the </w:t>
      </w:r>
      <w:r>
        <w:t xml:space="preserve">library </w:t>
      </w:r>
      <w:r w:rsidR="009F3133">
        <w:t>also contain</w:t>
      </w:r>
      <w:r w:rsidR="00D83379">
        <w:t>s</w:t>
      </w:r>
      <w:r w:rsidR="00E778E9">
        <w:t xml:space="preserve"> s</w:t>
      </w:r>
      <w:r w:rsidR="002B76B7">
        <w:t xml:space="preserve">everal new Fortran bindings for the HDF5 C functions that use </w:t>
      </w:r>
      <w:r w:rsidR="00E778E9">
        <w:t>a callback function</w:t>
      </w:r>
      <w:r w:rsidR="002B76B7">
        <w:t xml:space="preserve"> as a parameter. </w:t>
      </w:r>
    </w:p>
    <w:p w:rsidR="00543D4B" w:rsidRPr="00913E2A" w:rsidRDefault="00543D4B" w:rsidP="00A9065B">
      <w:pPr>
        <w:pStyle w:val="Divider"/>
      </w:pPr>
    </w:p>
    <w:p w:rsidR="00130552" w:rsidRDefault="00130552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r>
        <w:br w:type="page"/>
      </w:r>
    </w:p>
    <w:p w:rsidR="007132CA" w:rsidRDefault="007132CA" w:rsidP="007132CA">
      <w:pPr>
        <w:pStyle w:val="Contents"/>
      </w:pPr>
      <w:r>
        <w:lastRenderedPageBreak/>
        <w:t>Contents</w:t>
      </w:r>
    </w:p>
    <w:bookmarkStart w:id="0" w:name="_GoBack"/>
    <w:bookmarkEnd w:id="0"/>
    <w:p w:rsidR="00EF50F6" w:rsidRDefault="00FE51BE">
      <w:pPr>
        <w:pStyle w:val="TOC1"/>
        <w:tabs>
          <w:tab w:val="right" w:leader="dot" w:pos="9926"/>
        </w:tabs>
        <w:rPr>
          <w:rFonts w:eastAsiaTheme="minorEastAsia"/>
          <w:noProof/>
        </w:rPr>
      </w:pPr>
      <w:r>
        <w:fldChar w:fldCharType="begin"/>
      </w:r>
      <w:r>
        <w:instrText xml:space="preserve"> TOC \o "2-3" \h \z \t "Heading 1,1" </w:instrText>
      </w:r>
      <w:r>
        <w:fldChar w:fldCharType="separate"/>
      </w:r>
      <w:hyperlink w:anchor="_Toc308084125" w:history="1">
        <w:r w:rsidR="00EF50F6" w:rsidRPr="005B4BDC">
          <w:rPr>
            <w:rStyle w:val="Hyperlink"/>
            <w:noProof/>
          </w:rPr>
          <w:t>1. Introduction</w:t>
        </w:r>
        <w:r w:rsidR="00EF50F6">
          <w:rPr>
            <w:noProof/>
            <w:webHidden/>
          </w:rPr>
          <w:tab/>
        </w:r>
        <w:r w:rsidR="00EF50F6">
          <w:rPr>
            <w:noProof/>
            <w:webHidden/>
          </w:rPr>
          <w:fldChar w:fldCharType="begin"/>
        </w:r>
        <w:r w:rsidR="00EF50F6">
          <w:rPr>
            <w:noProof/>
            <w:webHidden/>
          </w:rPr>
          <w:instrText xml:space="preserve"> PAGEREF _Toc308084125 \h </w:instrText>
        </w:r>
        <w:r w:rsidR="00EF50F6">
          <w:rPr>
            <w:noProof/>
            <w:webHidden/>
          </w:rPr>
        </w:r>
        <w:r w:rsidR="00EF50F6">
          <w:rPr>
            <w:noProof/>
            <w:webHidden/>
          </w:rPr>
          <w:fldChar w:fldCharType="separate"/>
        </w:r>
        <w:r w:rsidR="00EF50F6">
          <w:rPr>
            <w:noProof/>
            <w:webHidden/>
          </w:rPr>
          <w:t>3</w:t>
        </w:r>
        <w:r w:rsidR="00EF50F6">
          <w:rPr>
            <w:noProof/>
            <w:webHidden/>
          </w:rPr>
          <w:fldChar w:fldCharType="end"/>
        </w:r>
      </w:hyperlink>
    </w:p>
    <w:p w:rsidR="00EF50F6" w:rsidRDefault="00EF50F6">
      <w:pPr>
        <w:pStyle w:val="TOC1"/>
        <w:tabs>
          <w:tab w:val="right" w:leader="dot" w:pos="9926"/>
        </w:tabs>
        <w:rPr>
          <w:rFonts w:eastAsiaTheme="minorEastAsia"/>
          <w:noProof/>
        </w:rPr>
      </w:pPr>
      <w:hyperlink w:anchor="_Toc308084126" w:history="1">
        <w:r w:rsidRPr="005B4BDC">
          <w:rPr>
            <w:rStyle w:val="Hyperlink"/>
            <w:noProof/>
          </w:rPr>
          <w:t>2. Limitations of the Current Implementation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2"/>
        <w:tabs>
          <w:tab w:val="right" w:leader="dot" w:pos="9926"/>
        </w:tabs>
        <w:rPr>
          <w:rFonts w:eastAsiaTheme="minorEastAsia"/>
          <w:noProof/>
        </w:rPr>
      </w:pPr>
      <w:hyperlink w:anchor="_Toc308084127" w:history="1">
        <w:r w:rsidRPr="005B4BDC">
          <w:rPr>
            <w:rStyle w:val="Hyperlink"/>
            <w:noProof/>
          </w:rPr>
          <w:t>2.1. Support for Intrinsic Fortran Data Types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2"/>
        <w:tabs>
          <w:tab w:val="right" w:leader="dot" w:pos="9926"/>
        </w:tabs>
        <w:rPr>
          <w:rFonts w:eastAsiaTheme="minorEastAsia"/>
          <w:noProof/>
        </w:rPr>
      </w:pPr>
      <w:hyperlink w:anchor="_Toc308084128" w:history="1">
        <w:r w:rsidRPr="005B4BDC">
          <w:rPr>
            <w:rStyle w:val="Hyperlink"/>
            <w:noProof/>
          </w:rPr>
          <w:t>2.2. Support for Fortran Derived Data Types and HDF5 Compound Datatypes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2"/>
        <w:tabs>
          <w:tab w:val="right" w:leader="dot" w:pos="9926"/>
        </w:tabs>
        <w:rPr>
          <w:rFonts w:eastAsiaTheme="minorEastAsia"/>
          <w:noProof/>
        </w:rPr>
      </w:pPr>
      <w:hyperlink w:anchor="_Toc308084129" w:history="1">
        <w:r w:rsidRPr="005B4BDC">
          <w:rPr>
            <w:rStyle w:val="Hyperlink"/>
            <w:noProof/>
          </w:rPr>
          <w:t>2.3. Support for HDF5 Variable-length Datatypes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2"/>
        <w:tabs>
          <w:tab w:val="right" w:leader="dot" w:pos="9926"/>
        </w:tabs>
        <w:rPr>
          <w:rFonts w:eastAsiaTheme="minorEastAsia"/>
          <w:noProof/>
        </w:rPr>
      </w:pPr>
      <w:hyperlink w:anchor="_Toc308084130" w:history="1">
        <w:r w:rsidRPr="005B4BDC">
          <w:rPr>
            <w:rStyle w:val="Hyperlink"/>
            <w:noProof/>
          </w:rPr>
          <w:t>2.4. Support for Fortran Enumerated Data Types and HDF5 Enumerated Datatypes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2"/>
        <w:tabs>
          <w:tab w:val="right" w:leader="dot" w:pos="9926"/>
        </w:tabs>
        <w:rPr>
          <w:rFonts w:eastAsiaTheme="minorEastAsia"/>
          <w:noProof/>
        </w:rPr>
      </w:pPr>
      <w:hyperlink w:anchor="_Toc308084131" w:history="1">
        <w:r w:rsidRPr="005B4BDC">
          <w:rPr>
            <w:rStyle w:val="Hyperlink"/>
            <w:noProof/>
          </w:rPr>
          <w:t>2.5. HDF5 APIs with Callback Functions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1"/>
        <w:tabs>
          <w:tab w:val="right" w:leader="dot" w:pos="9926"/>
        </w:tabs>
        <w:rPr>
          <w:rFonts w:eastAsiaTheme="minorEastAsia"/>
          <w:noProof/>
        </w:rPr>
      </w:pPr>
      <w:hyperlink w:anchor="_Toc308084132" w:history="1">
        <w:r w:rsidRPr="005B4BDC">
          <w:rPr>
            <w:rStyle w:val="Hyperlink"/>
            <w:noProof/>
          </w:rPr>
          <w:t>3. Support for Fortran 2003 Features in HDF5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1"/>
        <w:tabs>
          <w:tab w:val="right" w:leader="dot" w:pos="9926"/>
        </w:tabs>
        <w:rPr>
          <w:rFonts w:eastAsiaTheme="minorEastAsia"/>
          <w:noProof/>
        </w:rPr>
      </w:pPr>
      <w:hyperlink w:anchor="_Toc308084133" w:history="1">
        <w:r w:rsidRPr="005B4BDC">
          <w:rPr>
            <w:rStyle w:val="Hyperlink"/>
            <w:noProof/>
          </w:rPr>
          <w:t>4. New Capabilities of the HDF5 Fortran Library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2"/>
        <w:tabs>
          <w:tab w:val="right" w:leader="dot" w:pos="9926"/>
        </w:tabs>
        <w:rPr>
          <w:rFonts w:eastAsiaTheme="minorEastAsia"/>
          <w:noProof/>
        </w:rPr>
      </w:pPr>
      <w:hyperlink w:anchor="_Toc308084134" w:history="1">
        <w:r w:rsidRPr="005B4BDC">
          <w:rPr>
            <w:rStyle w:val="Hyperlink"/>
            <w:noProof/>
          </w:rPr>
          <w:t xml:space="preserve">4.1. Fortran </w:t>
        </w:r>
        <w:r w:rsidRPr="005B4BDC">
          <w:rPr>
            <w:rStyle w:val="Hyperlink"/>
            <w:rFonts w:ascii="Courier New" w:hAnsi="Courier New" w:cs="Courier New"/>
            <w:noProof/>
          </w:rPr>
          <w:t>INTEGER</w:t>
        </w:r>
        <w:r w:rsidRPr="005B4BDC">
          <w:rPr>
            <w:rStyle w:val="Hyperlink"/>
            <w:noProof/>
          </w:rPr>
          <w:t xml:space="preserve"> and </w:t>
        </w:r>
        <w:r w:rsidRPr="005B4BDC">
          <w:rPr>
            <w:rStyle w:val="Hyperlink"/>
            <w:rFonts w:ascii="Courier New" w:hAnsi="Courier New" w:cs="Courier New"/>
            <w:noProof/>
          </w:rPr>
          <w:t>REAL</w:t>
        </w:r>
        <w:r w:rsidRPr="005B4BDC">
          <w:rPr>
            <w:rStyle w:val="Hyperlink"/>
            <w:noProof/>
          </w:rPr>
          <w:t xml:space="preserve"> Data Types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3"/>
        <w:tabs>
          <w:tab w:val="right" w:leader="dot" w:pos="9926"/>
        </w:tabs>
        <w:rPr>
          <w:rFonts w:eastAsiaTheme="minorEastAsia"/>
          <w:noProof/>
        </w:rPr>
      </w:pPr>
      <w:hyperlink w:anchor="_Toc308084135" w:history="1">
        <w:r w:rsidRPr="005B4BDC">
          <w:rPr>
            <w:rStyle w:val="Hyperlink"/>
            <w:noProof/>
          </w:rPr>
          <w:t xml:space="preserve">4.1.1. Function to Convert an Intrinsic </w:t>
        </w:r>
        <w:r w:rsidRPr="005B4BDC">
          <w:rPr>
            <w:rStyle w:val="Hyperlink"/>
            <w:rFonts w:ascii="Courier New" w:hAnsi="Courier New" w:cs="Courier New"/>
            <w:noProof/>
          </w:rPr>
          <w:t>INTEGER</w:t>
        </w:r>
        <w:r w:rsidRPr="005B4BDC">
          <w:rPr>
            <w:rStyle w:val="Hyperlink"/>
            <w:noProof/>
          </w:rPr>
          <w:t xml:space="preserve"> or </w:t>
        </w:r>
        <w:r w:rsidRPr="005B4BDC">
          <w:rPr>
            <w:rStyle w:val="Hyperlink"/>
            <w:rFonts w:ascii="Courier New" w:hAnsi="Courier New" w:cs="Courier New"/>
            <w:noProof/>
          </w:rPr>
          <w:t>REAL</w:t>
        </w:r>
        <w:r w:rsidRPr="005B4BDC">
          <w:rPr>
            <w:rStyle w:val="Hyperlink"/>
            <w:noProof/>
          </w:rPr>
          <w:t xml:space="preserve"> Fortran Data Type to an HDF5 Datatype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3"/>
        <w:tabs>
          <w:tab w:val="right" w:leader="dot" w:pos="9926"/>
        </w:tabs>
        <w:rPr>
          <w:rFonts w:eastAsiaTheme="minorEastAsia"/>
          <w:noProof/>
        </w:rPr>
      </w:pPr>
      <w:hyperlink w:anchor="_Toc308084136" w:history="1">
        <w:r w:rsidRPr="005B4BDC">
          <w:rPr>
            <w:rStyle w:val="Hyperlink"/>
            <w:noProof/>
          </w:rPr>
          <w:t xml:space="preserve">4.1.2. Example of the </w:t>
        </w:r>
        <w:r w:rsidRPr="005B4BDC">
          <w:rPr>
            <w:rStyle w:val="Hyperlink"/>
            <w:rFonts w:ascii="Courier New" w:hAnsi="Courier New" w:cs="Courier New"/>
            <w:noProof/>
          </w:rPr>
          <w:t>h5kind_to_type</w:t>
        </w:r>
        <w:r w:rsidRPr="005B4BDC">
          <w:rPr>
            <w:rStyle w:val="Hyperlink"/>
            <w:noProof/>
          </w:rPr>
          <w:t xml:space="preserve"> Function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2"/>
        <w:tabs>
          <w:tab w:val="right" w:leader="dot" w:pos="9926"/>
        </w:tabs>
        <w:rPr>
          <w:rFonts w:eastAsiaTheme="minorEastAsia"/>
          <w:noProof/>
        </w:rPr>
      </w:pPr>
      <w:hyperlink w:anchor="_Toc308084137" w:history="1">
        <w:r w:rsidRPr="005B4BDC">
          <w:rPr>
            <w:rStyle w:val="Hyperlink"/>
            <w:noProof/>
          </w:rPr>
          <w:t>4.2. Compound Datatypes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3"/>
        <w:tabs>
          <w:tab w:val="right" w:leader="dot" w:pos="9926"/>
        </w:tabs>
        <w:rPr>
          <w:rFonts w:eastAsiaTheme="minorEastAsia"/>
          <w:noProof/>
        </w:rPr>
      </w:pPr>
      <w:hyperlink w:anchor="_Toc308084138" w:history="1">
        <w:r w:rsidRPr="005B4BDC">
          <w:rPr>
            <w:rStyle w:val="Hyperlink"/>
            <w:noProof/>
          </w:rPr>
          <w:t xml:space="preserve">4.2.1. Constructing a Compound Datatype with </w:t>
        </w:r>
        <w:r w:rsidRPr="005B4BDC">
          <w:rPr>
            <w:rStyle w:val="Hyperlink"/>
            <w:rFonts w:ascii="Courier New" w:hAnsi="Courier New" w:cs="Courier New"/>
            <w:noProof/>
          </w:rPr>
          <w:t>H5OFFSETOF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3"/>
        <w:tabs>
          <w:tab w:val="right" w:leader="dot" w:pos="9926"/>
        </w:tabs>
        <w:rPr>
          <w:rFonts w:eastAsiaTheme="minorEastAsia"/>
          <w:noProof/>
        </w:rPr>
      </w:pPr>
      <w:hyperlink w:anchor="_Toc308084139" w:history="1">
        <w:r w:rsidRPr="005B4BDC">
          <w:rPr>
            <w:rStyle w:val="Hyperlink"/>
            <w:noProof/>
          </w:rPr>
          <w:t>4.2.2. How to Write or Read a Compound Datatype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3"/>
        <w:tabs>
          <w:tab w:val="right" w:leader="dot" w:pos="9926"/>
        </w:tabs>
        <w:rPr>
          <w:rFonts w:eastAsiaTheme="minorEastAsia"/>
          <w:noProof/>
        </w:rPr>
      </w:pPr>
      <w:hyperlink w:anchor="_Toc308084140" w:history="1">
        <w:r w:rsidRPr="005B4BDC">
          <w:rPr>
            <w:rStyle w:val="Hyperlink"/>
            <w:noProof/>
          </w:rPr>
          <w:t>4.2.3. Variable-length Datatypes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3"/>
        <w:tabs>
          <w:tab w:val="right" w:leader="dot" w:pos="9926"/>
        </w:tabs>
        <w:rPr>
          <w:rFonts w:eastAsiaTheme="minorEastAsia"/>
          <w:noProof/>
        </w:rPr>
      </w:pPr>
      <w:hyperlink w:anchor="_Toc308084141" w:history="1">
        <w:r w:rsidRPr="005B4BDC">
          <w:rPr>
            <w:rStyle w:val="Hyperlink"/>
            <w:noProof/>
          </w:rPr>
          <w:t>4.2.4. Enumerated 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2"/>
        <w:tabs>
          <w:tab w:val="right" w:leader="dot" w:pos="9926"/>
        </w:tabs>
        <w:rPr>
          <w:rFonts w:eastAsiaTheme="minorEastAsia"/>
          <w:noProof/>
        </w:rPr>
      </w:pPr>
      <w:hyperlink w:anchor="_Toc308084142" w:history="1">
        <w:r w:rsidRPr="005B4BDC">
          <w:rPr>
            <w:rStyle w:val="Hyperlink"/>
            <w:noProof/>
          </w:rPr>
          <w:t>4.3. HDF5 Fortran APIs with Callbacks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2"/>
        <w:tabs>
          <w:tab w:val="right" w:leader="dot" w:pos="9926"/>
        </w:tabs>
        <w:rPr>
          <w:rFonts w:eastAsiaTheme="minorEastAsia"/>
          <w:noProof/>
        </w:rPr>
      </w:pPr>
      <w:hyperlink w:anchor="_Toc308084143" w:history="1">
        <w:r w:rsidRPr="005B4BDC">
          <w:rPr>
            <w:rStyle w:val="Hyperlink"/>
            <w:noProof/>
          </w:rPr>
          <w:t>4.4. Backward and Forward Compatibility Issues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2"/>
        <w:tabs>
          <w:tab w:val="right" w:leader="dot" w:pos="9926"/>
        </w:tabs>
        <w:rPr>
          <w:rFonts w:eastAsiaTheme="minorEastAsia"/>
          <w:noProof/>
        </w:rPr>
      </w:pPr>
      <w:hyperlink w:anchor="_Toc308084144" w:history="1">
        <w:r w:rsidRPr="005B4BDC">
          <w:rPr>
            <w:rStyle w:val="Hyperlink"/>
            <w:noProof/>
          </w:rPr>
          <w:t>4.5. Source Code File Structure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EF50F6" w:rsidRDefault="00EF50F6">
      <w:pPr>
        <w:pStyle w:val="TOC2"/>
        <w:tabs>
          <w:tab w:val="right" w:leader="dot" w:pos="9926"/>
        </w:tabs>
        <w:rPr>
          <w:rFonts w:eastAsiaTheme="minorEastAsia"/>
          <w:noProof/>
        </w:rPr>
      </w:pPr>
      <w:hyperlink w:anchor="_Toc308084145" w:history="1">
        <w:r w:rsidRPr="005B4BDC">
          <w:rPr>
            <w:rStyle w:val="Hyperlink"/>
            <w:noProof/>
          </w:rPr>
          <w:t>4.6. Fortran API Changes and Additions in Version 1.8.8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_Toc308084145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132CA" w:rsidRPr="007132CA" w:rsidRDefault="00FE51BE" w:rsidP="007132CA">
      <w:r>
        <w:fldChar w:fldCharType="end"/>
      </w:r>
    </w:p>
    <w:p w:rsidR="00543D4B" w:rsidRDefault="00543D4B" w:rsidP="00543D4B">
      <w:pPr>
        <w:pStyle w:val="Heading1"/>
      </w:pPr>
      <w:bookmarkStart w:id="1" w:name="_Toc308084125"/>
      <w:r>
        <w:lastRenderedPageBreak/>
        <w:t>Introduction</w:t>
      </w:r>
      <w:bookmarkEnd w:id="1"/>
      <w:r w:rsidR="004E1306">
        <w:t xml:space="preserve"> </w:t>
      </w:r>
    </w:p>
    <w:p w:rsidR="00BB1C9A" w:rsidRDefault="00BE165B" w:rsidP="00543D4B">
      <w:r>
        <w:t xml:space="preserve">The </w:t>
      </w:r>
      <w:r w:rsidR="00C90E2A">
        <w:t xml:space="preserve">HDF5 </w:t>
      </w:r>
      <w:r w:rsidR="00E5233C">
        <w:t>Fortran</w:t>
      </w:r>
      <w:r w:rsidR="00C90E2A">
        <w:t xml:space="preserve"> </w:t>
      </w:r>
      <w:r w:rsidR="00F97817">
        <w:t>APIs</w:t>
      </w:r>
      <w:r w:rsidR="00C90E2A">
        <w:t xml:space="preserve"> </w:t>
      </w:r>
      <w:r w:rsidR="00F97817">
        <w:t>were first introduced</w:t>
      </w:r>
      <w:r w:rsidR="00C90E2A">
        <w:t xml:space="preserve"> </w:t>
      </w:r>
      <w:r w:rsidR="00D94D45">
        <w:t>more than</w:t>
      </w:r>
      <w:r w:rsidR="00C90E2A">
        <w:t xml:space="preserve"> </w:t>
      </w:r>
      <w:r w:rsidR="00755EC4">
        <w:t>10</w:t>
      </w:r>
      <w:r w:rsidR="00C90E2A">
        <w:t xml:space="preserve"> years ago in HDF5 </w:t>
      </w:r>
      <w:r w:rsidR="00C90D2C">
        <w:t xml:space="preserve">Release </w:t>
      </w:r>
      <w:r w:rsidR="00C90E2A">
        <w:t>1.4.0.</w:t>
      </w:r>
      <w:r w:rsidR="00E5233C">
        <w:t xml:space="preserve"> </w:t>
      </w:r>
      <w:r w:rsidR="00C90D2C">
        <w:t xml:space="preserve">The </w:t>
      </w:r>
      <w:r w:rsidR="00065FFA">
        <w:t xml:space="preserve">initial </w:t>
      </w:r>
      <w:r w:rsidR="00553337">
        <w:t>i</w:t>
      </w:r>
      <w:r w:rsidR="00E5233C">
        <w:t xml:space="preserve">mplementation </w:t>
      </w:r>
      <w:r w:rsidR="00456E3D">
        <w:t xml:space="preserve">has </w:t>
      </w:r>
      <w:r w:rsidR="00E5233C">
        <w:t>used Fo</w:t>
      </w:r>
      <w:r w:rsidR="00F97817">
        <w:t>rtran</w:t>
      </w:r>
      <w:r w:rsidR="00E5233C">
        <w:t xml:space="preserve"> </w:t>
      </w:r>
      <w:r w:rsidR="00F97817">
        <w:t>90 features such as modules, function overloading, function interfaces, dynamic memory allocation, and optional parameters</w:t>
      </w:r>
      <w:r w:rsidR="00130552">
        <w:t>.</w:t>
      </w:r>
      <w:r w:rsidR="00F97817">
        <w:t xml:space="preserve"> </w:t>
      </w:r>
      <w:r w:rsidR="00130552">
        <w:t xml:space="preserve">In </w:t>
      </w:r>
      <w:r w:rsidR="00AC21CB">
        <w:t>many cases</w:t>
      </w:r>
      <w:r w:rsidR="00130552">
        <w:t xml:space="preserve">, this </w:t>
      </w:r>
      <w:r w:rsidR="00F97817">
        <w:t>ma</w:t>
      </w:r>
      <w:r w:rsidR="00130552">
        <w:t>de</w:t>
      </w:r>
      <w:r w:rsidR="00F97817">
        <w:t xml:space="preserve"> </w:t>
      </w:r>
      <w:r w:rsidR="00130552">
        <w:t xml:space="preserve">the </w:t>
      </w:r>
      <w:r w:rsidR="00F97817">
        <w:t>F</w:t>
      </w:r>
      <w:r w:rsidR="00AC21CB">
        <w:t xml:space="preserve">ortran APIs </w:t>
      </w:r>
      <w:r w:rsidR="00F97817">
        <w:t xml:space="preserve">simpler than their C counterparts. While </w:t>
      </w:r>
      <w:r w:rsidR="00130552">
        <w:t xml:space="preserve">the </w:t>
      </w:r>
      <w:r w:rsidR="00F97817">
        <w:t xml:space="preserve">choice of </w:t>
      </w:r>
      <w:r w:rsidR="00130552">
        <w:t xml:space="preserve">the </w:t>
      </w:r>
      <w:r w:rsidR="00F97817">
        <w:t>Fortran</w:t>
      </w:r>
      <w:r w:rsidR="00E5233C">
        <w:t xml:space="preserve"> </w:t>
      </w:r>
      <w:r w:rsidR="00F97817">
        <w:t xml:space="preserve">90 standard </w:t>
      </w:r>
      <w:r w:rsidR="00EA78C7">
        <w:t>for</w:t>
      </w:r>
      <w:r w:rsidR="00456E3D">
        <w:t xml:space="preserve"> the implementation of</w:t>
      </w:r>
      <w:r w:rsidR="00EA78C7">
        <w:t xml:space="preserve"> bindings </w:t>
      </w:r>
      <w:r w:rsidR="00F97817">
        <w:t xml:space="preserve">allowed us to provide one </w:t>
      </w:r>
      <w:r w:rsidR="00F01DA5">
        <w:t>source</w:t>
      </w:r>
      <w:r w:rsidR="00F97817">
        <w:t xml:space="preserve"> code for all platforms </w:t>
      </w:r>
      <w:r w:rsidR="00EA78C7">
        <w:t xml:space="preserve">and </w:t>
      </w:r>
      <w:r w:rsidR="00755EC4">
        <w:t xml:space="preserve">to </w:t>
      </w:r>
      <w:r w:rsidR="00EA78C7">
        <w:t xml:space="preserve">take advantage of compiler-level protection, it </w:t>
      </w:r>
      <w:r w:rsidR="00F97817">
        <w:t xml:space="preserve">also restricted us </w:t>
      </w:r>
      <w:r w:rsidR="00130552">
        <w:t>from</w:t>
      </w:r>
      <w:r w:rsidR="00F97817">
        <w:t xml:space="preserve"> supporting</w:t>
      </w:r>
      <w:r w:rsidR="00E5233C">
        <w:t xml:space="preserve"> </w:t>
      </w:r>
      <w:r w:rsidR="000C0620">
        <w:t>some</w:t>
      </w:r>
      <w:r w:rsidR="00E5233C">
        <w:t xml:space="preserve"> HDF5 features available </w:t>
      </w:r>
      <w:r w:rsidR="0032488D">
        <w:t>for applications</w:t>
      </w:r>
      <w:r w:rsidR="00E5233C">
        <w:t xml:space="preserve"> written in C or C++</w:t>
      </w:r>
      <w:r w:rsidR="00130552">
        <w:t>. For example</w:t>
      </w:r>
      <w:r w:rsidR="00E5233C">
        <w:t xml:space="preserve">, </w:t>
      </w:r>
      <w:r w:rsidR="00130552">
        <w:t>we could not support</w:t>
      </w:r>
      <w:r w:rsidR="00E5233C">
        <w:t xml:space="preserve"> </w:t>
      </w:r>
      <w:r w:rsidR="00EA78C7">
        <w:t xml:space="preserve">HDF5 compound </w:t>
      </w:r>
      <w:r w:rsidR="00E5233C">
        <w:t>and enumeration datatypes</w:t>
      </w:r>
      <w:r w:rsidR="00EA78C7">
        <w:t xml:space="preserve"> </w:t>
      </w:r>
      <w:r w:rsidR="00130552">
        <w:t>or</w:t>
      </w:r>
      <w:r w:rsidR="00BB1C9A">
        <w:t xml:space="preserve"> </w:t>
      </w:r>
      <w:r w:rsidR="00EA78C7">
        <w:t xml:space="preserve">HDF5 APIs </w:t>
      </w:r>
      <w:r w:rsidR="00456E3D">
        <w:t xml:space="preserve">that use </w:t>
      </w:r>
      <w:r w:rsidR="0093577E">
        <w:t xml:space="preserve">a </w:t>
      </w:r>
      <w:r w:rsidR="00EA78C7">
        <w:t>callback function as an argument</w:t>
      </w:r>
      <w:r w:rsidR="00BB1C9A">
        <w:t xml:space="preserve">. </w:t>
      </w:r>
    </w:p>
    <w:p w:rsidR="00FD073E" w:rsidRDefault="00FD073E" w:rsidP="00543D4B"/>
    <w:p w:rsidR="00543D4B" w:rsidRDefault="00C2032E" w:rsidP="00543D4B">
      <w:r>
        <w:t>In the past few years most of</w:t>
      </w:r>
      <w:r w:rsidR="0032488D">
        <w:t xml:space="preserve"> </w:t>
      </w:r>
      <w:r w:rsidR="00BE165B">
        <w:t xml:space="preserve">the </w:t>
      </w:r>
      <w:r w:rsidR="0032488D">
        <w:t>commerc</w:t>
      </w:r>
      <w:r w:rsidR="00FA6A36">
        <w:t xml:space="preserve">ial and free Fortran compilers </w:t>
      </w:r>
      <w:r w:rsidR="00130552">
        <w:t xml:space="preserve">have </w:t>
      </w:r>
      <w:r w:rsidR="00FA6A36">
        <w:t>added support for</w:t>
      </w:r>
      <w:r w:rsidR="0032488D">
        <w:t xml:space="preserve"> </w:t>
      </w:r>
      <w:r w:rsidR="00130552">
        <w:t xml:space="preserve">the </w:t>
      </w:r>
      <w:r w:rsidR="00E5233C">
        <w:t xml:space="preserve">Fortran </w:t>
      </w:r>
      <w:r w:rsidR="00BB1C9A">
        <w:t>2003 standard</w:t>
      </w:r>
      <w:r w:rsidR="0032488D">
        <w:t>. Th</w:t>
      </w:r>
      <w:r w:rsidR="00065FFA">
        <w:t>e</w:t>
      </w:r>
      <w:r w:rsidR="0032488D">
        <w:t xml:space="preserve"> standard </w:t>
      </w:r>
      <w:r w:rsidR="00BB1C9A">
        <w:t xml:space="preserve">provides </w:t>
      </w:r>
      <w:r w:rsidR="0093577E">
        <w:t>interoperability</w:t>
      </w:r>
      <w:r w:rsidR="00BB1C9A">
        <w:t xml:space="preserve"> between C and Fortran</w:t>
      </w:r>
      <w:r w:rsidR="00FD073E">
        <w:t>,</w:t>
      </w:r>
      <w:r w:rsidR="00BB1C9A">
        <w:t xml:space="preserve"> </w:t>
      </w:r>
      <w:r w:rsidR="00FD073E">
        <w:t xml:space="preserve">and this </w:t>
      </w:r>
      <w:r w:rsidR="00130552">
        <w:t xml:space="preserve">interoperability </w:t>
      </w:r>
      <w:r w:rsidR="00BB1C9A">
        <w:t>ma</w:t>
      </w:r>
      <w:r w:rsidR="00096030">
        <w:t>k</w:t>
      </w:r>
      <w:r w:rsidR="00130552">
        <w:t>es</w:t>
      </w:r>
      <w:r w:rsidR="00096030">
        <w:t xml:space="preserve"> </w:t>
      </w:r>
      <w:r w:rsidR="00130552">
        <w:t xml:space="preserve">it </w:t>
      </w:r>
      <w:r w:rsidR="00096030">
        <w:t xml:space="preserve">possible </w:t>
      </w:r>
      <w:r w:rsidR="00130552">
        <w:t xml:space="preserve">for us </w:t>
      </w:r>
      <w:r w:rsidR="00096030">
        <w:t xml:space="preserve">to </w:t>
      </w:r>
      <w:r w:rsidR="000C0620">
        <w:t xml:space="preserve">improve </w:t>
      </w:r>
      <w:r w:rsidR="00E5233C">
        <w:t>the</w:t>
      </w:r>
      <w:r w:rsidR="00096030">
        <w:t xml:space="preserve"> </w:t>
      </w:r>
      <w:r w:rsidR="00BB1C9A">
        <w:t xml:space="preserve">HDF5 </w:t>
      </w:r>
      <w:r w:rsidR="00E5233C">
        <w:t xml:space="preserve">Fortran APIs. </w:t>
      </w:r>
      <w:r w:rsidR="00130552">
        <w:t xml:space="preserve">The new </w:t>
      </w:r>
      <w:r w:rsidR="00E5233C">
        <w:t>feat</w:t>
      </w:r>
      <w:r w:rsidR="006E05BE">
        <w:t>ures described in this document</w:t>
      </w:r>
      <w:r w:rsidR="00E5233C">
        <w:t xml:space="preserve"> will be available i</w:t>
      </w:r>
      <w:r w:rsidR="00FA6A36">
        <w:t xml:space="preserve">n </w:t>
      </w:r>
      <w:r w:rsidR="00E5233C">
        <w:t xml:space="preserve">HDF5 </w:t>
      </w:r>
      <w:r w:rsidR="00456E3D">
        <w:t xml:space="preserve">Release </w:t>
      </w:r>
      <w:r w:rsidR="00755EC4">
        <w:t>1.8.8</w:t>
      </w:r>
      <w:r w:rsidR="00E5233C">
        <w:t>.</w:t>
      </w:r>
      <w:r w:rsidR="0032488D">
        <w:t xml:space="preserve"> Readers interested in testing and commenting on the features described below may access the source code at </w:t>
      </w:r>
      <w:hyperlink r:id="rId9" w:history="1">
        <w:r w:rsidR="00BF7A2E" w:rsidRPr="00243BCE">
          <w:rPr>
            <w:rStyle w:val="Hyperlink"/>
          </w:rPr>
          <w:t>https://svn.hdfgroup.uiuc.edu/hdf5/branches/hdf5_1_8</w:t>
        </w:r>
      </w:hyperlink>
      <w:r w:rsidR="00065FFA">
        <w:t xml:space="preserve"> or pick up the latest snapshot from </w:t>
      </w:r>
      <w:hyperlink r:id="rId10" w:history="1">
        <w:r w:rsidR="0045791B" w:rsidRPr="0011491B">
          <w:rPr>
            <w:rStyle w:val="Hyperlink"/>
          </w:rPr>
          <w:t>http://www.hdfgroup.uiuc.edu/ftp/pub/outgoing/hdf5/snapshots/v18/</w:t>
        </w:r>
      </w:hyperlink>
      <w:r w:rsidR="00065FFA">
        <w:t>.</w:t>
      </w:r>
      <w:r w:rsidR="0045791B">
        <w:t xml:space="preserve"> Please send any comments or questions to the HDF Group Help Desk via </w:t>
      </w:r>
      <w:hyperlink r:id="rId11" w:history="1">
        <w:r w:rsidR="0045791B" w:rsidRPr="0011491B">
          <w:rPr>
            <w:rStyle w:val="Hyperlink"/>
          </w:rPr>
          <w:t>help@hdfgroup.org</w:t>
        </w:r>
      </w:hyperlink>
      <w:r w:rsidR="0045791B">
        <w:t>.</w:t>
      </w:r>
    </w:p>
    <w:p w:rsidR="0045791B" w:rsidRDefault="0045791B" w:rsidP="00543D4B"/>
    <w:p w:rsidR="0045791B" w:rsidRDefault="0045791B" w:rsidP="00543D4B"/>
    <w:p w:rsidR="007539B7" w:rsidRDefault="007539B7" w:rsidP="00543D4B"/>
    <w:p w:rsidR="00130552" w:rsidRDefault="00130552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r>
        <w:br w:type="page"/>
      </w:r>
    </w:p>
    <w:p w:rsidR="00543D4B" w:rsidRDefault="00543D4B" w:rsidP="00543D4B">
      <w:pPr>
        <w:pStyle w:val="Heading1"/>
      </w:pPr>
      <w:bookmarkStart w:id="2" w:name="_Toc308084126"/>
      <w:r>
        <w:lastRenderedPageBreak/>
        <w:t xml:space="preserve">Limitations of </w:t>
      </w:r>
      <w:r w:rsidR="001C057D">
        <w:t>the Current Implementation</w:t>
      </w:r>
      <w:bookmarkEnd w:id="2"/>
    </w:p>
    <w:p w:rsidR="00C35CA6" w:rsidRDefault="000C0620" w:rsidP="00687E95">
      <w:r>
        <w:t xml:space="preserve">The </w:t>
      </w:r>
      <w:r w:rsidR="00625EDB">
        <w:t xml:space="preserve">HDF5 Fortran bindings </w:t>
      </w:r>
      <w:r>
        <w:t xml:space="preserve">in versions prior to 1.8.8 </w:t>
      </w:r>
      <w:r w:rsidR="00625EDB">
        <w:t xml:space="preserve">have </w:t>
      </w:r>
      <w:r w:rsidR="00687E95">
        <w:t xml:space="preserve">at least </w:t>
      </w:r>
      <w:r w:rsidR="00E42836">
        <w:t>two</w:t>
      </w:r>
      <w:r w:rsidR="00625EDB">
        <w:t xml:space="preserve"> limitations</w:t>
      </w:r>
      <w:r w:rsidR="00E42836">
        <w:t>.</w:t>
      </w:r>
      <w:r w:rsidR="00625EDB">
        <w:t xml:space="preserve"> </w:t>
      </w:r>
      <w:r w:rsidR="00E42836">
        <w:t xml:space="preserve">First, they support </w:t>
      </w:r>
      <w:r w:rsidR="00687E95">
        <w:t xml:space="preserve">only </w:t>
      </w:r>
      <w:r w:rsidR="00E42836">
        <w:t xml:space="preserve">a small number of </w:t>
      </w:r>
      <w:r w:rsidR="00687E95">
        <w:t xml:space="preserve">the </w:t>
      </w:r>
      <w:r w:rsidR="00E42836">
        <w:t>HDF5 datatypes</w:t>
      </w:r>
      <w:r w:rsidR="00687E95">
        <w:t xml:space="preserve"> available to C application</w:t>
      </w:r>
      <w:r w:rsidR="001C057D">
        <w:t>s</w:t>
      </w:r>
      <w:r w:rsidR="00E42836">
        <w:t>, and second</w:t>
      </w:r>
      <w:r w:rsidR="00687E95">
        <w:t>, many powerful HDF5 C functions that have callback functions in their parameters</w:t>
      </w:r>
      <w:r w:rsidR="001C057D" w:rsidRPr="001C057D">
        <w:t xml:space="preserve"> </w:t>
      </w:r>
      <w:r w:rsidR="001C057D">
        <w:t>do not have Fortran counterparts.</w:t>
      </w:r>
      <w:r w:rsidR="00687E95">
        <w:t xml:space="preserve"> </w:t>
      </w:r>
      <w:r>
        <w:t xml:space="preserve">For </w:t>
      </w:r>
      <w:r w:rsidR="001C057D">
        <w:t>example</w:t>
      </w:r>
      <w:r>
        <w:t>,</w:t>
      </w:r>
      <w:r w:rsidR="001C057D">
        <w:t xml:space="preserve"> </w:t>
      </w:r>
      <w:r w:rsidR="00687E95" w:rsidRPr="00F263CF">
        <w:rPr>
          <w:rFonts w:ascii="Courier New" w:hAnsi="Courier New" w:cs="Courier New"/>
          <w:sz w:val="20"/>
          <w:szCs w:val="20"/>
        </w:rPr>
        <w:t>H5Literate</w:t>
      </w:r>
      <w:r>
        <w:t xml:space="preserve"> has not had a Fortran counterpart</w:t>
      </w:r>
      <w:r w:rsidR="001C057D">
        <w:t xml:space="preserve">. </w:t>
      </w:r>
      <w:r>
        <w:t>For more information, s</w:t>
      </w:r>
      <w:r w:rsidR="001C057D">
        <w:t>ee</w:t>
      </w:r>
      <w:r w:rsidR="00687E95">
        <w:t xml:space="preserve"> </w:t>
      </w:r>
      <w:hyperlink r:id="rId12" w:anchor="Link-Iterate" w:history="1">
        <w:r w:rsidR="00687E95" w:rsidRPr="00454029">
          <w:rPr>
            <w:rStyle w:val="Hyperlink"/>
          </w:rPr>
          <w:t>http://www.hdfgroup.org/HDF5/doc/RM/RM_H5L.html#Link-Iterate</w:t>
        </w:r>
      </w:hyperlink>
      <w:r w:rsidR="00687E95">
        <w:t>.</w:t>
      </w:r>
      <w:r w:rsidR="00E42836">
        <w:t xml:space="preserve"> </w:t>
      </w:r>
      <w:r w:rsidR="001C057D">
        <w:t>The</w:t>
      </w:r>
      <w:r w:rsidR="00687E95">
        <w:t xml:space="preserve"> </w:t>
      </w:r>
      <w:r w:rsidR="001C057D">
        <w:t xml:space="preserve">sections </w:t>
      </w:r>
      <w:r w:rsidR="00687E95">
        <w:t>below provide more background on the</w:t>
      </w:r>
      <w:r w:rsidR="001C057D">
        <w:t>se</w:t>
      </w:r>
      <w:r w:rsidR="00687E95">
        <w:t xml:space="preserve"> issu</w:t>
      </w:r>
      <w:r w:rsidR="001004DA">
        <w:t>e</w:t>
      </w:r>
      <w:r w:rsidR="001C057D">
        <w:t>s</w:t>
      </w:r>
      <w:r w:rsidR="00687E95">
        <w:t>.</w:t>
      </w:r>
    </w:p>
    <w:p w:rsidR="00496F2D" w:rsidRDefault="00496F2D" w:rsidP="00687E95"/>
    <w:p w:rsidR="00DA78E6" w:rsidRDefault="00DA78E6" w:rsidP="00687E95"/>
    <w:p w:rsidR="00DA78E6" w:rsidRDefault="00DA78E6" w:rsidP="00687E95"/>
    <w:p w:rsidR="00C35CA6" w:rsidRDefault="00C35CA6" w:rsidP="00C35CA6">
      <w:pPr>
        <w:pStyle w:val="Heading2"/>
      </w:pPr>
      <w:bookmarkStart w:id="3" w:name="_Toc308084127"/>
      <w:r>
        <w:t xml:space="preserve">Support for </w:t>
      </w:r>
      <w:r w:rsidR="00884C23">
        <w:t xml:space="preserve">Intrinsic </w:t>
      </w:r>
      <w:r>
        <w:t xml:space="preserve">Fortran </w:t>
      </w:r>
      <w:r w:rsidR="00884C23">
        <w:t>Data Types</w:t>
      </w:r>
      <w:bookmarkEnd w:id="3"/>
    </w:p>
    <w:p w:rsidR="00C35CA6" w:rsidRDefault="00E75232" w:rsidP="00C35CA6">
      <w:r>
        <w:t>HDF5 Fortran applications</w:t>
      </w:r>
      <w:r w:rsidR="00C35CA6">
        <w:t xml:space="preserve"> </w:t>
      </w:r>
      <w:r w:rsidR="00833102">
        <w:t xml:space="preserve">have only been able to </w:t>
      </w:r>
      <w:r>
        <w:t>write or read data</w:t>
      </w:r>
      <w:r w:rsidR="00C35CA6">
        <w:t xml:space="preserve"> </w:t>
      </w:r>
      <w:r w:rsidR="00833102">
        <w:t xml:space="preserve">using </w:t>
      </w:r>
      <w:r>
        <w:t>the following four</w:t>
      </w:r>
      <w:r w:rsidR="00C35CA6">
        <w:t xml:space="preserve"> intrinsic data type</w:t>
      </w:r>
      <w:r w:rsidR="00846DAB">
        <w:t>s</w:t>
      </w:r>
      <w:r w:rsidR="00C35CA6">
        <w:t xml:space="preserve">: </w:t>
      </w:r>
      <w:r w:rsidR="00F263CF" w:rsidRPr="00F263CF">
        <w:rPr>
          <w:rFonts w:ascii="Courier New" w:hAnsi="Courier New" w:cs="Courier New"/>
          <w:sz w:val="20"/>
        </w:rPr>
        <w:t>INTEGER</w:t>
      </w:r>
      <w:r w:rsidR="00C35CA6" w:rsidRPr="00E75232">
        <w:rPr>
          <w:rFonts w:ascii="Consolas" w:hAnsi="Consolas"/>
          <w:sz w:val="21"/>
        </w:rPr>
        <w:t>,</w:t>
      </w:r>
      <w:r w:rsidR="00C35CA6" w:rsidRPr="00833102">
        <w:t xml:space="preserve"> </w:t>
      </w:r>
      <w:r w:rsidR="00F263CF" w:rsidRPr="00F263CF">
        <w:rPr>
          <w:rFonts w:ascii="Courier New" w:hAnsi="Courier New" w:cs="Courier New"/>
          <w:sz w:val="20"/>
        </w:rPr>
        <w:t>REAL</w:t>
      </w:r>
      <w:r>
        <w:t>,</w:t>
      </w:r>
      <w:r w:rsidRPr="00833102">
        <w:t xml:space="preserve"> </w:t>
      </w:r>
      <w:r w:rsidR="00F263CF" w:rsidRPr="00F263CF">
        <w:rPr>
          <w:rFonts w:ascii="Courier New" w:hAnsi="Courier New" w:cs="Courier New"/>
          <w:sz w:val="20"/>
        </w:rPr>
        <w:t>CHARACTER</w:t>
      </w:r>
      <w:r w:rsidRPr="00833102">
        <w:t xml:space="preserve">, </w:t>
      </w:r>
      <w:r w:rsidRPr="00E75232">
        <w:t>and</w:t>
      </w:r>
      <w:r w:rsidRPr="00833102">
        <w:t xml:space="preserve"> </w:t>
      </w:r>
      <w:r w:rsidR="00F263CF" w:rsidRPr="00F263CF">
        <w:rPr>
          <w:rFonts w:ascii="Courier New" w:hAnsi="Courier New" w:cs="Courier New"/>
          <w:sz w:val="20"/>
        </w:rPr>
        <w:t>DOUBLE PRECISION</w:t>
      </w:r>
      <w:r w:rsidRPr="00833102">
        <w:t xml:space="preserve">. </w:t>
      </w:r>
      <w:r w:rsidR="00E574C2" w:rsidRPr="00F263CF">
        <w:rPr>
          <w:rFonts w:ascii="Courier New" w:hAnsi="Courier New" w:cs="Courier New"/>
          <w:sz w:val="20"/>
        </w:rPr>
        <w:t>DOUBLE PRECISION</w:t>
      </w:r>
      <w:r w:rsidRPr="00833102">
        <w:t xml:space="preserve"> </w:t>
      </w:r>
      <w:r>
        <w:t>is obsolete and is not recommended</w:t>
      </w:r>
      <w:r w:rsidR="00D34C00">
        <w:t xml:space="preserve"> by Fortran 90 and later standards</w:t>
      </w:r>
      <w:r w:rsidRPr="00E75232">
        <w:t>.</w:t>
      </w:r>
      <w:r w:rsidR="00D34C00">
        <w:t xml:space="preserve"> Applications cannot pass to HDF5 </w:t>
      </w:r>
      <w:r>
        <w:t xml:space="preserve">any </w:t>
      </w:r>
      <w:r w:rsidR="00D34C00">
        <w:t xml:space="preserve">data buffers that have a </w:t>
      </w:r>
      <w:r>
        <w:t xml:space="preserve">“non-standard” type like </w:t>
      </w:r>
      <w:r w:rsidR="00833102" w:rsidRPr="009A6CC2">
        <w:rPr>
          <w:rFonts w:ascii="Courier New" w:hAnsi="Courier New" w:cs="Courier New"/>
          <w:sz w:val="20"/>
        </w:rPr>
        <w:t>INTEGER</w:t>
      </w:r>
      <w:r w:rsidR="00D34C00" w:rsidRPr="009A6CC2">
        <w:rPr>
          <w:rFonts w:ascii="Courier New" w:hAnsi="Courier New" w:cs="Courier New"/>
          <w:sz w:val="20"/>
        </w:rPr>
        <w:t>*1</w:t>
      </w:r>
      <w:r w:rsidR="00D34C00" w:rsidRPr="00E171BE">
        <w:t xml:space="preserve">, </w:t>
      </w:r>
      <w:r w:rsidR="00833102" w:rsidRPr="009A6CC2">
        <w:rPr>
          <w:rFonts w:ascii="Courier New" w:hAnsi="Courier New" w:cs="Courier New"/>
          <w:sz w:val="20"/>
        </w:rPr>
        <w:t>INTEGER</w:t>
      </w:r>
      <w:r w:rsidRPr="009A6CC2">
        <w:rPr>
          <w:rFonts w:ascii="Courier New" w:hAnsi="Courier New" w:cs="Courier New"/>
          <w:sz w:val="20"/>
        </w:rPr>
        <w:t>*2</w:t>
      </w:r>
      <w:r w:rsidR="00D34C00" w:rsidRPr="00E171BE">
        <w:t xml:space="preserve">, </w:t>
      </w:r>
      <w:r w:rsidR="00833102" w:rsidRPr="009A6CC2">
        <w:rPr>
          <w:rFonts w:ascii="Courier New" w:hAnsi="Courier New" w:cs="Courier New"/>
          <w:sz w:val="20"/>
        </w:rPr>
        <w:t>INTEGER</w:t>
      </w:r>
      <w:r w:rsidR="00D34C00" w:rsidRPr="009A6CC2">
        <w:rPr>
          <w:rFonts w:ascii="Courier New" w:hAnsi="Courier New" w:cs="Courier New"/>
          <w:sz w:val="20"/>
        </w:rPr>
        <w:t>*8</w:t>
      </w:r>
      <w:r w:rsidR="00D34C00" w:rsidRPr="00E171BE">
        <w:t xml:space="preserve">, </w:t>
      </w:r>
      <w:r w:rsidR="00D34C00" w:rsidRPr="00D34C00">
        <w:t>or</w:t>
      </w:r>
      <w:r w:rsidR="00D34C00" w:rsidRPr="00E171BE">
        <w:t xml:space="preserve"> </w:t>
      </w:r>
      <w:r w:rsidR="00833102" w:rsidRPr="009A6CC2">
        <w:rPr>
          <w:rFonts w:ascii="Courier New" w:hAnsi="Courier New" w:cs="Courier New"/>
          <w:sz w:val="20"/>
        </w:rPr>
        <w:t>REAL</w:t>
      </w:r>
      <w:r w:rsidR="00D34C00" w:rsidRPr="009A6CC2">
        <w:rPr>
          <w:rFonts w:ascii="Courier New" w:hAnsi="Courier New" w:cs="Courier New"/>
          <w:sz w:val="20"/>
        </w:rPr>
        <w:t>*16</w:t>
      </w:r>
      <w:r w:rsidR="00D34C00" w:rsidRPr="00E171BE">
        <w:t xml:space="preserve">. </w:t>
      </w:r>
      <w:r w:rsidR="00D34C00">
        <w:t xml:space="preserve">While those types are non-standard and may be expected to be unsupported, </w:t>
      </w:r>
      <w:r w:rsidR="00283532">
        <w:t xml:space="preserve">the </w:t>
      </w:r>
      <w:r w:rsidR="00D34C00">
        <w:t xml:space="preserve">HDF5 Fortran </w:t>
      </w:r>
      <w:r w:rsidR="00283532">
        <w:t xml:space="preserve">Library has not </w:t>
      </w:r>
      <w:r w:rsidR="00D34C00">
        <w:t>support</w:t>
      </w:r>
      <w:r w:rsidR="00283532">
        <w:t>ed</w:t>
      </w:r>
      <w:r w:rsidR="00D34C00">
        <w:t xml:space="preserve"> Fortran 90 recommended integers, reals</w:t>
      </w:r>
      <w:r w:rsidR="00283532">
        <w:t>,</w:t>
      </w:r>
      <w:r w:rsidR="00D34C00">
        <w:t xml:space="preserve"> and characters of different kinds either. This is </w:t>
      </w:r>
      <w:r w:rsidR="0065348A">
        <w:t>a sever</w:t>
      </w:r>
      <w:r w:rsidR="00E90416">
        <w:t>e</w:t>
      </w:r>
      <w:r w:rsidR="0065348A">
        <w:t xml:space="preserve"> limitation, and sometimes there is no workaround. F</w:t>
      </w:r>
      <w:r w:rsidR="00D34C00">
        <w:t>or</w:t>
      </w:r>
      <w:r w:rsidR="0065348A">
        <w:t xml:space="preserve"> example, if </w:t>
      </w:r>
      <w:r w:rsidR="00E90416">
        <w:t xml:space="preserve">an </w:t>
      </w:r>
      <w:r w:rsidR="0065348A">
        <w:t>HDF5 dataset stores</w:t>
      </w:r>
      <w:r w:rsidR="00D34C00">
        <w:t xml:space="preserve"> 64-bit inte</w:t>
      </w:r>
      <w:r w:rsidR="0065348A">
        <w:t xml:space="preserve">gers, </w:t>
      </w:r>
      <w:r w:rsidR="00D34C00">
        <w:t xml:space="preserve">data cannot be read </w:t>
      </w:r>
      <w:r w:rsidR="0065348A">
        <w:t xml:space="preserve">by </w:t>
      </w:r>
      <w:r w:rsidR="00E90416">
        <w:t xml:space="preserve">an </w:t>
      </w:r>
      <w:r w:rsidR="0065348A">
        <w:t xml:space="preserve">HDF5 Fortran application </w:t>
      </w:r>
      <w:r w:rsidR="00D34C00">
        <w:t>into the buffer of the appropriate type</w:t>
      </w:r>
      <w:r w:rsidR="0065348A">
        <w:t xml:space="preserve"> like </w:t>
      </w:r>
      <w:r w:rsidR="002B31B3" w:rsidRPr="009A6CC2">
        <w:rPr>
          <w:rFonts w:ascii="Courier New" w:hAnsi="Courier New" w:cs="Courier New"/>
          <w:sz w:val="20"/>
        </w:rPr>
        <w:t>INTEGER</w:t>
      </w:r>
      <w:r w:rsidR="0065348A" w:rsidRPr="009A6CC2">
        <w:rPr>
          <w:rFonts w:ascii="Courier New" w:hAnsi="Courier New" w:cs="Courier New"/>
          <w:sz w:val="20"/>
        </w:rPr>
        <w:t>*8</w:t>
      </w:r>
      <w:r w:rsidR="0065348A">
        <w:rPr>
          <w:rFonts w:ascii="Consolas" w:hAnsi="Consolas"/>
          <w:sz w:val="21"/>
        </w:rPr>
        <w:t xml:space="preserve"> </w:t>
      </w:r>
      <w:r w:rsidR="0065348A" w:rsidRPr="0065348A">
        <w:t>or</w:t>
      </w:r>
      <w:r w:rsidR="0065348A">
        <w:rPr>
          <w:rFonts w:ascii="Consolas" w:hAnsi="Consolas"/>
          <w:sz w:val="21"/>
        </w:rPr>
        <w:t xml:space="preserve"> </w:t>
      </w:r>
      <w:r w:rsidR="00335434" w:rsidRPr="009A6CC2">
        <w:rPr>
          <w:rFonts w:ascii="Courier New" w:hAnsi="Courier New" w:cs="Courier New"/>
          <w:sz w:val="20"/>
        </w:rPr>
        <w:t>INTEGER</w:t>
      </w:r>
      <w:r w:rsidR="002B31B3" w:rsidRPr="009A6CC2">
        <w:rPr>
          <w:rFonts w:ascii="Courier New" w:hAnsi="Courier New" w:cs="Courier New"/>
          <w:sz w:val="20"/>
        </w:rPr>
        <w:t>(</w:t>
      </w:r>
      <w:r w:rsidR="001E08D2">
        <w:rPr>
          <w:rFonts w:ascii="Courier New" w:hAnsi="Courier New" w:cs="Courier New"/>
          <w:sz w:val="20"/>
        </w:rPr>
        <w:t>KIND</w:t>
      </w:r>
      <w:r w:rsidR="002B31B3" w:rsidRPr="009A6CC2">
        <w:rPr>
          <w:rFonts w:ascii="Courier New" w:hAnsi="Courier New" w:cs="Courier New"/>
          <w:sz w:val="20"/>
        </w:rPr>
        <w:t>=big_enough_to_store</w:t>
      </w:r>
      <w:r w:rsidR="0065348A" w:rsidRPr="009A6CC2">
        <w:rPr>
          <w:rFonts w:ascii="Courier New" w:hAnsi="Courier New" w:cs="Courier New"/>
          <w:sz w:val="20"/>
        </w:rPr>
        <w:t>)</w:t>
      </w:r>
      <w:r w:rsidR="0065348A">
        <w:rPr>
          <w:rFonts w:ascii="Consolas" w:hAnsi="Consolas"/>
          <w:sz w:val="21"/>
        </w:rPr>
        <w:t xml:space="preserve"> </w:t>
      </w:r>
      <w:r w:rsidR="0065348A">
        <w:t xml:space="preserve">because there is no </w:t>
      </w:r>
      <w:r w:rsidR="0065348A" w:rsidRPr="0065348A">
        <w:t>interface</w:t>
      </w:r>
      <w:r w:rsidR="0065348A">
        <w:t xml:space="preserve"> provided</w:t>
      </w:r>
      <w:r w:rsidR="009F38A1">
        <w:t xml:space="preserve"> by the HDF5 Fortran </w:t>
      </w:r>
      <w:r w:rsidR="00283532">
        <w:t>Library</w:t>
      </w:r>
      <w:r w:rsidR="0065348A" w:rsidRPr="0065348A">
        <w:t>.</w:t>
      </w:r>
      <w:r w:rsidR="0065348A">
        <w:t xml:space="preserve"> Data can be read into the </w:t>
      </w:r>
      <w:r w:rsidR="009A0C4F" w:rsidRPr="009A6CC2">
        <w:rPr>
          <w:rFonts w:ascii="Courier New" w:hAnsi="Courier New" w:cs="Courier New"/>
          <w:sz w:val="20"/>
        </w:rPr>
        <w:t>INTEGER</w:t>
      </w:r>
      <w:r w:rsidR="009A0C4F">
        <w:rPr>
          <w:rFonts w:ascii="Consolas" w:hAnsi="Consolas"/>
          <w:sz w:val="21"/>
        </w:rPr>
        <w:t xml:space="preserve"> </w:t>
      </w:r>
      <w:r w:rsidR="00640735" w:rsidRPr="0065348A">
        <w:t>buffer</w:t>
      </w:r>
      <w:r w:rsidR="00747D45">
        <w:t xml:space="preserve"> instead</w:t>
      </w:r>
      <w:r w:rsidR="0065348A">
        <w:t>, but precision may be lost.</w:t>
      </w:r>
      <w:r w:rsidR="00640735">
        <w:t xml:space="preserve"> Another example </w:t>
      </w:r>
      <w:r w:rsidR="005437A1">
        <w:t xml:space="preserve">is </w:t>
      </w:r>
      <w:r w:rsidR="00640735">
        <w:t>storing or retrieving data that requires one or two bytes of storage</w:t>
      </w:r>
      <w:r w:rsidR="004A75B2">
        <w:t xml:space="preserve"> for each data element</w:t>
      </w:r>
      <w:r w:rsidR="00640735">
        <w:t xml:space="preserve">. </w:t>
      </w:r>
      <w:r w:rsidR="005437A1">
        <w:t xml:space="preserve">The application </w:t>
      </w:r>
      <w:r w:rsidR="00640735">
        <w:t>has to use</w:t>
      </w:r>
      <w:r w:rsidR="005437A1">
        <w:t xml:space="preserve"> an</w:t>
      </w:r>
      <w:r w:rsidR="00640735">
        <w:t xml:space="preserve"> </w:t>
      </w:r>
      <w:r w:rsidR="009A0C4F" w:rsidRPr="009A6CC2">
        <w:rPr>
          <w:rFonts w:ascii="Courier New" w:hAnsi="Courier New" w:cs="Courier New"/>
          <w:sz w:val="20"/>
        </w:rPr>
        <w:t>INTEGER</w:t>
      </w:r>
      <w:r w:rsidR="009A0C4F">
        <w:rPr>
          <w:rFonts w:ascii="Consolas" w:hAnsi="Consolas"/>
          <w:sz w:val="21"/>
        </w:rPr>
        <w:t xml:space="preserve"> </w:t>
      </w:r>
      <w:r w:rsidR="00640735" w:rsidRPr="0065348A">
        <w:t>buffer</w:t>
      </w:r>
      <w:r w:rsidR="009F38A1">
        <w:t xml:space="preserve"> to hold </w:t>
      </w:r>
      <w:r w:rsidR="003F2D8E">
        <w:t xml:space="preserve">the </w:t>
      </w:r>
      <w:r w:rsidR="004A75B2">
        <w:t>data</w:t>
      </w:r>
      <w:r w:rsidR="009F38A1">
        <w:t xml:space="preserve"> </w:t>
      </w:r>
      <w:r w:rsidR="00640735">
        <w:t xml:space="preserve">and rely on the HDF5 </w:t>
      </w:r>
      <w:r w:rsidR="005437A1">
        <w:t xml:space="preserve">Library </w:t>
      </w:r>
      <w:r w:rsidR="00640735">
        <w:t xml:space="preserve">to perform </w:t>
      </w:r>
      <w:r w:rsidR="005437A1">
        <w:t xml:space="preserve">the </w:t>
      </w:r>
      <w:r w:rsidR="00640735">
        <w:t>datatype conversion</w:t>
      </w:r>
      <w:r w:rsidR="009F38A1">
        <w:t xml:space="preserve">. As a result, </w:t>
      </w:r>
      <w:r w:rsidR="005437A1">
        <w:t xml:space="preserve">the </w:t>
      </w:r>
      <w:r w:rsidR="009F38A1">
        <w:t xml:space="preserve">application uses more memory than necessary since </w:t>
      </w:r>
      <w:r w:rsidR="009A0C4F" w:rsidRPr="005437A1">
        <w:rPr>
          <w:rFonts w:ascii="Courier New" w:hAnsi="Courier New" w:cs="Courier New"/>
          <w:sz w:val="20"/>
        </w:rPr>
        <w:t>INTEGER</w:t>
      </w:r>
      <w:r w:rsidR="009A0C4F">
        <w:rPr>
          <w:rFonts w:ascii="Consolas" w:hAnsi="Consolas"/>
          <w:sz w:val="21"/>
        </w:rPr>
        <w:t xml:space="preserve"> </w:t>
      </w:r>
      <w:r w:rsidR="009F38A1">
        <w:t xml:space="preserve">is usually 4 bytes, and </w:t>
      </w:r>
      <w:r w:rsidR="00E90416">
        <w:t xml:space="preserve">the </w:t>
      </w:r>
      <w:r w:rsidR="009F38A1">
        <w:t>library performs extra work to convert</w:t>
      </w:r>
      <w:r w:rsidR="003B7937">
        <w:t xml:space="preserve"> data between</w:t>
      </w:r>
      <w:r w:rsidR="003F2D8E">
        <w:t xml:space="preserve"> </w:t>
      </w:r>
      <w:r w:rsidR="00E90416">
        <w:t xml:space="preserve">the </w:t>
      </w:r>
      <w:r w:rsidR="003B7937">
        <w:t>memory</w:t>
      </w:r>
      <w:r w:rsidR="003F2D8E">
        <w:t xml:space="preserve"> buffer</w:t>
      </w:r>
      <w:r w:rsidR="003B7937">
        <w:t xml:space="preserve"> and </w:t>
      </w:r>
      <w:r w:rsidR="00E90416">
        <w:t xml:space="preserve">the </w:t>
      </w:r>
      <w:r w:rsidR="003B7937">
        <w:t>file.</w:t>
      </w:r>
    </w:p>
    <w:p w:rsidR="00392393" w:rsidRDefault="00392393" w:rsidP="00C35CA6"/>
    <w:p w:rsidR="00DA78E6" w:rsidRDefault="00DA78E6" w:rsidP="00C35CA6"/>
    <w:p w:rsidR="00DA78E6" w:rsidRPr="0065348A" w:rsidRDefault="00DA78E6" w:rsidP="00C35CA6"/>
    <w:p w:rsidR="00D70E41" w:rsidRDefault="00CA0FD6" w:rsidP="00D70E41">
      <w:pPr>
        <w:pStyle w:val="Heading2"/>
      </w:pPr>
      <w:bookmarkStart w:id="4" w:name="_Toc308084128"/>
      <w:r>
        <w:t xml:space="preserve">Support for </w:t>
      </w:r>
      <w:r w:rsidR="00D70E41">
        <w:t xml:space="preserve">Fortran </w:t>
      </w:r>
      <w:r w:rsidR="00F263CF">
        <w:t xml:space="preserve">Derived Data Types </w:t>
      </w:r>
      <w:r w:rsidR="004A75CC">
        <w:t xml:space="preserve">and </w:t>
      </w:r>
      <w:r w:rsidR="0011026D">
        <w:t xml:space="preserve">HDF5 </w:t>
      </w:r>
      <w:r w:rsidR="00F263CF">
        <w:t>Compound Datatypes</w:t>
      </w:r>
      <w:bookmarkEnd w:id="4"/>
    </w:p>
    <w:p w:rsidR="00750254" w:rsidRDefault="00ED1D52" w:rsidP="00ED1D52">
      <w:r>
        <w:t>Fortran 90 introduced derived data types</w:t>
      </w:r>
      <w:r w:rsidR="004C2BB1">
        <w:t xml:space="preserve"> that are</w:t>
      </w:r>
      <w:r w:rsidR="00D8122E">
        <w:t xml:space="preserve"> similar to</w:t>
      </w:r>
      <w:r w:rsidR="00750254">
        <w:t xml:space="preserve"> C structures</w:t>
      </w:r>
      <w:r w:rsidR="00D64B7A">
        <w:t>.</w:t>
      </w:r>
      <w:r w:rsidR="00750254">
        <w:t xml:space="preserve"> </w:t>
      </w:r>
      <w:r w:rsidR="00D64B7A">
        <w:t xml:space="preserve">This is </w:t>
      </w:r>
      <w:r w:rsidR="00750254">
        <w:t>shown in the following example:</w:t>
      </w:r>
    </w:p>
    <w:p w:rsidR="00F263CF" w:rsidRDefault="00F263CF" w:rsidP="00F263C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6"/>
        <w:gridCol w:w="5076"/>
      </w:tblGrid>
      <w:tr w:rsidR="00F263CF" w:rsidRPr="00EC7E41" w:rsidTr="001E08D2">
        <w:tc>
          <w:tcPr>
            <w:tcW w:w="5076" w:type="dxa"/>
          </w:tcPr>
          <w:p w:rsidR="00F263CF" w:rsidRPr="00F263CF" w:rsidRDefault="00F263CF" w:rsidP="001E08D2">
            <w:pPr>
              <w:rPr>
                <w:b/>
              </w:rPr>
            </w:pPr>
            <w:r w:rsidRPr="00EC7E41">
              <w:rPr>
                <w:b/>
              </w:rPr>
              <w:t>C</w:t>
            </w:r>
            <w:r>
              <w:rPr>
                <w:b/>
              </w:rPr>
              <w:t xml:space="preserve"> Structure</w:t>
            </w:r>
          </w:p>
        </w:tc>
        <w:tc>
          <w:tcPr>
            <w:tcW w:w="5076" w:type="dxa"/>
          </w:tcPr>
          <w:p w:rsidR="00F263CF" w:rsidRPr="00F263CF" w:rsidRDefault="00F263CF" w:rsidP="001E08D2">
            <w:pPr>
              <w:rPr>
                <w:b/>
              </w:rPr>
            </w:pPr>
            <w:r>
              <w:rPr>
                <w:b/>
              </w:rPr>
              <w:t>Fortran 90 Derived Data Type</w:t>
            </w:r>
            <w:r w:rsidRPr="00F263CF">
              <w:rPr>
                <w:b/>
              </w:rPr>
              <w:t xml:space="preserve"> </w:t>
            </w:r>
          </w:p>
        </w:tc>
      </w:tr>
      <w:tr w:rsidR="00F263CF" w:rsidTr="001E08D2">
        <w:tc>
          <w:tcPr>
            <w:tcW w:w="5076" w:type="dxa"/>
          </w:tcPr>
          <w:p w:rsidR="00F263CF" w:rsidRDefault="00F263CF" w:rsidP="00F263CF">
            <w:pPr>
              <w:pStyle w:val="Courier10"/>
            </w:pPr>
            <w:r>
              <w:t xml:space="preserve">    </w:t>
            </w:r>
            <w:r w:rsidR="009A6CC2">
              <w:t xml:space="preserve">typedef </w:t>
            </w:r>
            <w:r>
              <w:t>struct {</w:t>
            </w:r>
          </w:p>
          <w:p w:rsidR="009A6CC2" w:rsidRDefault="009A6CC2" w:rsidP="00F263CF">
            <w:pPr>
              <w:pStyle w:val="Courier10"/>
            </w:pPr>
            <w:r>
              <w:t xml:space="preserve">        int a;</w:t>
            </w:r>
          </w:p>
          <w:p w:rsidR="009A6CC2" w:rsidRDefault="009A6CC2" w:rsidP="00F263CF">
            <w:pPr>
              <w:pStyle w:val="Courier10"/>
            </w:pPr>
            <w:r>
              <w:t xml:space="preserve">        float b;</w:t>
            </w:r>
          </w:p>
          <w:p w:rsidR="009A6CC2" w:rsidRDefault="009A6CC2" w:rsidP="00F263CF">
            <w:pPr>
              <w:pStyle w:val="Courier10"/>
            </w:pPr>
            <w:r>
              <w:t xml:space="preserve">        my_type c;</w:t>
            </w:r>
          </w:p>
          <w:p w:rsidR="009A6CC2" w:rsidRDefault="009A6CC2" w:rsidP="00F263CF">
            <w:pPr>
              <w:pStyle w:val="Courier10"/>
            </w:pPr>
            <w:r>
              <w:t xml:space="preserve">    }</w:t>
            </w:r>
          </w:p>
        </w:tc>
        <w:tc>
          <w:tcPr>
            <w:tcW w:w="5076" w:type="dxa"/>
          </w:tcPr>
          <w:p w:rsidR="00F263CF" w:rsidRDefault="00F263CF" w:rsidP="00F263CF">
            <w:pPr>
              <w:pStyle w:val="Courier10"/>
            </w:pPr>
            <w:r>
              <w:t xml:space="preserve">    TYPE DERIVED</w:t>
            </w:r>
          </w:p>
          <w:p w:rsidR="009A6CC2" w:rsidRDefault="009A6CC2" w:rsidP="00F263CF">
            <w:pPr>
              <w:pStyle w:val="Courier10"/>
            </w:pPr>
            <w:r>
              <w:t xml:space="preserve">        INTEGER A</w:t>
            </w:r>
          </w:p>
          <w:p w:rsidR="009A6CC2" w:rsidRDefault="009A6CC2" w:rsidP="00F263CF">
            <w:pPr>
              <w:pStyle w:val="Courier10"/>
            </w:pPr>
            <w:r>
              <w:t xml:space="preserve">        REAL B</w:t>
            </w:r>
          </w:p>
          <w:p w:rsidR="009A6CC2" w:rsidRDefault="009A6CC2" w:rsidP="00F263CF">
            <w:pPr>
              <w:pStyle w:val="Courier10"/>
              <w:rPr>
                <w:rFonts w:eastAsia="Batang"/>
              </w:rPr>
            </w:pPr>
            <w:r w:rsidRPr="009A6CC2">
              <w:rPr>
                <w:rFonts w:eastAsia="Batang"/>
              </w:rPr>
              <w:t xml:space="preserve">        TYPE(MY_TYPE) C</w:t>
            </w:r>
          </w:p>
          <w:p w:rsidR="009A6CC2" w:rsidRDefault="009A6CC2" w:rsidP="00F263CF">
            <w:pPr>
              <w:pStyle w:val="Courier10"/>
              <w:rPr>
                <w:rFonts w:eastAsia="Batang"/>
                <w:b/>
              </w:rPr>
            </w:pPr>
            <w:r>
              <w:t xml:space="preserve">    END TYPE DERIVED</w:t>
            </w:r>
          </w:p>
        </w:tc>
      </w:tr>
    </w:tbl>
    <w:p w:rsidR="00F263CF" w:rsidRDefault="00F263CF" w:rsidP="00ED1D52"/>
    <w:p w:rsidR="00ED1D52" w:rsidRDefault="00ED1D52" w:rsidP="007761C4">
      <w:r>
        <w:t xml:space="preserve">Unlike the intrinsic types </w:t>
      </w:r>
      <w:r w:rsidR="009906C8">
        <w:t xml:space="preserve">that are </w:t>
      </w:r>
      <w:r>
        <w:t>defined by the language, derived data type</w:t>
      </w:r>
      <w:r w:rsidR="007C20CD">
        <w:t>s</w:t>
      </w:r>
      <w:r>
        <w:t xml:space="preserve"> </w:t>
      </w:r>
      <w:r w:rsidR="007C20CD">
        <w:t>are</w:t>
      </w:r>
      <w:r>
        <w:t xml:space="preserve"> defined by the programmer</w:t>
      </w:r>
      <w:r w:rsidR="009906C8">
        <w:t xml:space="preserve">. </w:t>
      </w:r>
      <w:r w:rsidR="00AA4233">
        <w:t xml:space="preserve">While it is usually possible to </w:t>
      </w:r>
      <w:r w:rsidR="00CA0FD6">
        <w:t>construct</w:t>
      </w:r>
      <w:r w:rsidR="00AA4233">
        <w:t xml:space="preserve"> </w:t>
      </w:r>
      <w:r w:rsidR="00BA1767">
        <w:t xml:space="preserve">a </w:t>
      </w:r>
      <w:r w:rsidR="00AA4233">
        <w:t>corresponding HDF5 compound datatype, d</w:t>
      </w:r>
      <w:r w:rsidR="009906C8">
        <w:t>ata of a derived type</w:t>
      </w:r>
      <w:r w:rsidR="00750254">
        <w:t xml:space="preserve"> cannot be passed to current HDF5 subr</w:t>
      </w:r>
      <w:r w:rsidR="007C20CD">
        <w:t xml:space="preserve">outines for writing and reading because there </w:t>
      </w:r>
      <w:r w:rsidR="009906C8">
        <w:t>is</w:t>
      </w:r>
      <w:r w:rsidR="007C20CD">
        <w:t xml:space="preserve"> no</w:t>
      </w:r>
      <w:r w:rsidR="009906C8">
        <w:t xml:space="preserve"> </w:t>
      </w:r>
      <w:r w:rsidR="007C20CD">
        <w:t xml:space="preserve">predefined module procedure </w:t>
      </w:r>
      <w:r w:rsidR="009906C8">
        <w:t>due to the arbitrariness of the type</w:t>
      </w:r>
      <w:r w:rsidR="007C20CD">
        <w:t>.</w:t>
      </w:r>
      <w:r w:rsidR="00750254">
        <w:t xml:space="preserve"> </w:t>
      </w:r>
      <w:r w:rsidR="00D64B7A">
        <w:t>For</w:t>
      </w:r>
      <w:r w:rsidR="009906C8">
        <w:t xml:space="preserve"> the same reason</w:t>
      </w:r>
      <w:r w:rsidR="00D64B7A">
        <w:t>,</w:t>
      </w:r>
      <w:r w:rsidR="007C20CD">
        <w:t xml:space="preserve"> </w:t>
      </w:r>
      <w:r w:rsidR="0011026D">
        <w:t xml:space="preserve">Fortran applications cannot </w:t>
      </w:r>
      <w:r w:rsidR="009C2286">
        <w:t xml:space="preserve">write and </w:t>
      </w:r>
      <w:r w:rsidR="007C20CD">
        <w:lastRenderedPageBreak/>
        <w:t xml:space="preserve">read data </w:t>
      </w:r>
      <w:r w:rsidR="00B22F56">
        <w:t>using</w:t>
      </w:r>
      <w:r w:rsidR="007C20CD">
        <w:t xml:space="preserve"> HDF5 compound datatype</w:t>
      </w:r>
      <w:r w:rsidR="002F6100">
        <w:t>s</w:t>
      </w:r>
      <w:r w:rsidR="0011026D">
        <w:t xml:space="preserve"> </w:t>
      </w:r>
      <w:r w:rsidR="00B22F56">
        <w:t xml:space="preserve">if the datatypes </w:t>
      </w:r>
      <w:r w:rsidR="0011026D">
        <w:t xml:space="preserve">contain </w:t>
      </w:r>
      <w:r w:rsidR="00B22F56">
        <w:t xml:space="preserve">Fortran </w:t>
      </w:r>
      <w:r w:rsidR="002F6100">
        <w:t xml:space="preserve">data </w:t>
      </w:r>
      <w:r w:rsidR="0011026D">
        <w:t xml:space="preserve">types </w:t>
      </w:r>
      <w:r w:rsidR="007C20CD">
        <w:t xml:space="preserve">other than </w:t>
      </w:r>
      <w:r w:rsidR="00D64B7A">
        <w:t xml:space="preserve">the </w:t>
      </w:r>
      <w:r w:rsidR="009C2286">
        <w:t xml:space="preserve">Fortran </w:t>
      </w:r>
      <w:r w:rsidR="007C20CD">
        <w:t>intrinsic</w:t>
      </w:r>
      <w:r w:rsidR="009C2286">
        <w:t xml:space="preserve"> types</w:t>
      </w:r>
      <w:r w:rsidR="00083D1B">
        <w:t xml:space="preserve"> supported in the library prior to 1.8.8</w:t>
      </w:r>
      <w:r w:rsidR="009C2286">
        <w:t>. Writing and r</w:t>
      </w:r>
      <w:r w:rsidR="00772C6D">
        <w:t xml:space="preserve">eading data of </w:t>
      </w:r>
      <w:r w:rsidR="001E08D2">
        <w:t xml:space="preserve">HDF5 compound datatypes </w:t>
      </w:r>
      <w:r w:rsidR="00772C6D">
        <w:t xml:space="preserve">is very inefficient since </w:t>
      </w:r>
      <w:r w:rsidR="00BA1767">
        <w:t xml:space="preserve">the </w:t>
      </w:r>
      <w:r w:rsidR="00772C6D">
        <w:t xml:space="preserve">application has to </w:t>
      </w:r>
      <w:r w:rsidR="009C2286">
        <w:t xml:space="preserve">write and </w:t>
      </w:r>
      <w:r w:rsidR="00772C6D">
        <w:t xml:space="preserve">read data </w:t>
      </w:r>
      <w:r w:rsidR="007761C4">
        <w:t>one field at a time</w:t>
      </w:r>
      <w:r w:rsidR="00772C6D">
        <w:t xml:space="preserve"> </w:t>
      </w:r>
      <w:r w:rsidR="009906C8">
        <w:t>field</w:t>
      </w:r>
      <w:r w:rsidR="00A14F79">
        <w:t xml:space="preserve">. See </w:t>
      </w:r>
      <w:r w:rsidR="00772C6D">
        <w:t xml:space="preserve">the </w:t>
      </w:r>
      <w:r w:rsidR="007C20CD">
        <w:t>example</w:t>
      </w:r>
      <w:r w:rsidR="009C2286">
        <w:t xml:space="preserve"> </w:t>
      </w:r>
      <w:r w:rsidR="00D64B7A">
        <w:t xml:space="preserve">at </w:t>
      </w:r>
      <w:hyperlink r:id="rId13" w:history="1">
        <w:r w:rsidR="009C2286" w:rsidRPr="00454029">
          <w:rPr>
            <w:rStyle w:val="Hyperlink"/>
          </w:rPr>
          <w:t>http://www.hdfgroup.org/HDF5/Tutor/examples/F90/compound.f90</w:t>
        </w:r>
      </w:hyperlink>
      <w:r w:rsidR="009C2286">
        <w:t>.</w:t>
      </w:r>
    </w:p>
    <w:p w:rsidR="004A75CC" w:rsidRDefault="004A75CC" w:rsidP="007761C4"/>
    <w:p w:rsidR="00DA78E6" w:rsidRDefault="00DA78E6" w:rsidP="007761C4"/>
    <w:p w:rsidR="00DA78E6" w:rsidRPr="00ED1D52" w:rsidRDefault="00DA78E6" w:rsidP="007761C4"/>
    <w:p w:rsidR="004A75CC" w:rsidRDefault="004A75CC" w:rsidP="00C35CA6">
      <w:pPr>
        <w:pStyle w:val="Heading2"/>
      </w:pPr>
      <w:bookmarkStart w:id="5" w:name="_Toc308084129"/>
      <w:r>
        <w:t xml:space="preserve">Support for HDF5 </w:t>
      </w:r>
      <w:r w:rsidR="007E2374">
        <w:t>Variable</w:t>
      </w:r>
      <w:r>
        <w:t xml:space="preserve">-length </w:t>
      </w:r>
      <w:r w:rsidR="007E2374">
        <w:t>Data</w:t>
      </w:r>
      <w:r>
        <w:t>type</w:t>
      </w:r>
      <w:r w:rsidR="007E2374">
        <w:t>s</w:t>
      </w:r>
      <w:bookmarkEnd w:id="5"/>
    </w:p>
    <w:p w:rsidR="004A75CC" w:rsidRDefault="00EE397B" w:rsidP="004A75CC">
      <w:r>
        <w:t xml:space="preserve">Versions </w:t>
      </w:r>
      <w:r w:rsidR="004A75CC">
        <w:t xml:space="preserve">of the HDF5 </w:t>
      </w:r>
      <w:r w:rsidR="007625AB">
        <w:t xml:space="preserve">Fortran </w:t>
      </w:r>
      <w:r w:rsidR="005C2D33">
        <w:t xml:space="preserve">Library </w:t>
      </w:r>
      <w:r>
        <w:t xml:space="preserve">prior to 1.8.8 have </w:t>
      </w:r>
      <w:r w:rsidR="007625AB">
        <w:t>provide</w:t>
      </w:r>
      <w:r>
        <w:t>d</w:t>
      </w:r>
      <w:r w:rsidR="007625AB">
        <w:t xml:space="preserve"> </w:t>
      </w:r>
      <w:r w:rsidR="005C2D33">
        <w:t>a</w:t>
      </w:r>
      <w:r>
        <w:t>n</w:t>
      </w:r>
      <w:r w:rsidR="005C2D33">
        <w:t xml:space="preserve"> </w:t>
      </w:r>
      <w:r w:rsidR="007625AB">
        <w:t>inefficient way</w:t>
      </w:r>
      <w:r w:rsidR="004A75CC">
        <w:t xml:space="preserve"> of managing a </w:t>
      </w:r>
      <w:r w:rsidR="008155C7">
        <w:t>limited number</w:t>
      </w:r>
      <w:r w:rsidR="004A75CC">
        <w:t xml:space="preserve"> of HDF5 variable-length </w:t>
      </w:r>
      <w:r w:rsidR="007E2374">
        <w:t>data</w:t>
      </w:r>
      <w:r w:rsidR="004A75CC">
        <w:t>types.</w:t>
      </w:r>
      <w:r w:rsidR="007625AB">
        <w:t xml:space="preserve"> The base type of the HDF5 variable-length datatype has to be one of the Fortran intrinsic types. </w:t>
      </w:r>
      <w:r w:rsidR="00C6742F">
        <w:t>Application</w:t>
      </w:r>
      <w:r w:rsidR="005C2D33">
        <w:t>s</w:t>
      </w:r>
      <w:r w:rsidR="00C6742F">
        <w:t xml:space="preserve"> ha</w:t>
      </w:r>
      <w:r w:rsidR="005C2D33">
        <w:t>ve</w:t>
      </w:r>
      <w:r w:rsidR="00C6742F">
        <w:t xml:space="preserve"> to use </w:t>
      </w:r>
      <w:r w:rsidR="005C2D33">
        <w:t xml:space="preserve">the </w:t>
      </w:r>
      <w:r w:rsidR="00C6742F">
        <w:t xml:space="preserve">special subroutines </w:t>
      </w:r>
      <w:r w:rsidR="00C6742F" w:rsidRPr="005C2D33">
        <w:rPr>
          <w:rFonts w:ascii="Courier New" w:hAnsi="Courier New" w:cs="Courier New"/>
          <w:sz w:val="20"/>
        </w:rPr>
        <w:t>h5dwrite_vl_f</w:t>
      </w:r>
      <w:r w:rsidR="00C6742F">
        <w:t xml:space="preserve"> and </w:t>
      </w:r>
      <w:r w:rsidR="00C6742F" w:rsidRPr="005C2D33">
        <w:rPr>
          <w:rFonts w:ascii="Courier New" w:hAnsi="Courier New" w:cs="Courier New"/>
          <w:sz w:val="20"/>
        </w:rPr>
        <w:t>h5dread_vl_f</w:t>
      </w:r>
      <w:r w:rsidR="00C6742F">
        <w:t xml:space="preserve"> to perform I/O. Both subroutine</w:t>
      </w:r>
      <w:r w:rsidR="00FB7F3B">
        <w:t>s take as parameters two arrays (</w:t>
      </w:r>
      <w:r w:rsidR="00CB671A">
        <w:t xml:space="preserve">a </w:t>
      </w:r>
      <w:r w:rsidR="00C6742F">
        <w:t xml:space="preserve">two-dimensional array </w:t>
      </w:r>
      <w:r w:rsidR="00C552FB" w:rsidRPr="00C552FB">
        <w:rPr>
          <w:rFonts w:ascii="Courier New" w:hAnsi="Courier New" w:cs="Courier New"/>
          <w:sz w:val="20"/>
        </w:rPr>
        <w:t>buf(max_elem_length, num_elem)</w:t>
      </w:r>
      <w:r w:rsidR="00C552FB" w:rsidRPr="00C552FB">
        <w:t xml:space="preserve"> </w:t>
      </w:r>
      <w:r w:rsidR="00C6742F">
        <w:t xml:space="preserve">with </w:t>
      </w:r>
      <w:r w:rsidR="00BF7A2E">
        <w:t xml:space="preserve">the </w:t>
      </w:r>
      <w:r w:rsidR="00C6742F">
        <w:t xml:space="preserve">actual data and </w:t>
      </w:r>
      <w:r w:rsidR="00CB671A">
        <w:t xml:space="preserve">a </w:t>
      </w:r>
      <w:r w:rsidR="00C6742F">
        <w:t>one-dimensional array</w:t>
      </w:r>
      <w:r w:rsidR="00FB7F3B">
        <w:t xml:space="preserve"> with the length of each element </w:t>
      </w:r>
      <w:r w:rsidR="00C552FB" w:rsidRPr="00CB671A">
        <w:rPr>
          <w:rFonts w:ascii="Courier New" w:hAnsi="Courier New" w:cs="Courier New"/>
          <w:sz w:val="20"/>
        </w:rPr>
        <w:t>elen(num_elem)</w:t>
      </w:r>
      <w:r w:rsidR="00FB7F3B">
        <w:t xml:space="preserve"> </w:t>
      </w:r>
      <w:r w:rsidR="00FB7F3B" w:rsidRPr="00FB7F3B">
        <w:rPr>
          <w:szCs w:val="24"/>
        </w:rPr>
        <w:t>) and</w:t>
      </w:r>
      <w:r w:rsidR="00FB7F3B" w:rsidRPr="00FB7F3B">
        <w:t xml:space="preserve"> </w:t>
      </w:r>
      <w:r w:rsidR="00FB7F3B">
        <w:t xml:space="preserve">pass this data to a wrapper layer that repacks </w:t>
      </w:r>
      <w:r w:rsidR="00CB671A">
        <w:t xml:space="preserve">the </w:t>
      </w:r>
      <w:r w:rsidR="00FB7F3B">
        <w:t xml:space="preserve">application’s data into </w:t>
      </w:r>
      <w:r w:rsidR="00CB671A">
        <w:t xml:space="preserve">an </w:t>
      </w:r>
      <w:r w:rsidR="00FB7F3B">
        <w:t xml:space="preserve">appropriate C structure. </w:t>
      </w:r>
      <w:r w:rsidRPr="008B0A57">
        <w:t xml:space="preserve">This </w:t>
      </w:r>
      <w:r w:rsidR="00FB7F3B" w:rsidRPr="008B0A57">
        <w:t xml:space="preserve">approach is not scalable; it is also not convenient </w:t>
      </w:r>
      <w:r w:rsidR="00FF33A0" w:rsidRPr="008B0A57">
        <w:t>because</w:t>
      </w:r>
      <w:r w:rsidR="00FB7F3B" w:rsidRPr="008B0A57">
        <w:t xml:space="preserve"> </w:t>
      </w:r>
      <w:r w:rsidR="002A2897" w:rsidRPr="008B0A57">
        <w:t xml:space="preserve">a special subroutine has to be called </w:t>
      </w:r>
      <w:r w:rsidR="00FB7F3B" w:rsidRPr="008B0A57">
        <w:t xml:space="preserve">to perform I/O on </w:t>
      </w:r>
      <w:r w:rsidR="002A2897" w:rsidRPr="008B0A57">
        <w:t>a variable-length data.</w:t>
      </w:r>
    </w:p>
    <w:p w:rsidR="00DA78E6" w:rsidRDefault="00DA78E6" w:rsidP="004A75CC"/>
    <w:p w:rsidR="00DA78E6" w:rsidRDefault="00DA78E6" w:rsidP="004A75CC"/>
    <w:p w:rsidR="00DA78E6" w:rsidRPr="004A75CC" w:rsidRDefault="00DA78E6" w:rsidP="004A75CC"/>
    <w:p w:rsidR="00D70E41" w:rsidRDefault="00CA0FD6" w:rsidP="00C35CA6">
      <w:pPr>
        <w:pStyle w:val="Heading2"/>
      </w:pPr>
      <w:bookmarkStart w:id="6" w:name="_Toc308084130"/>
      <w:r>
        <w:t xml:space="preserve">Support for </w:t>
      </w:r>
      <w:r w:rsidR="00F80082">
        <w:t xml:space="preserve">Fortran </w:t>
      </w:r>
      <w:r w:rsidR="003B12BC">
        <w:t xml:space="preserve">Enumerated Data Types </w:t>
      </w:r>
      <w:r w:rsidR="007761C4">
        <w:t xml:space="preserve">and HDF5 </w:t>
      </w:r>
      <w:r w:rsidR="003B12BC">
        <w:t>Enumerated Datatypes</w:t>
      </w:r>
      <w:bookmarkEnd w:id="6"/>
    </w:p>
    <w:p w:rsidR="0011026D" w:rsidRDefault="00821490" w:rsidP="0011026D">
      <w:r>
        <w:t xml:space="preserve">The </w:t>
      </w:r>
      <w:r w:rsidR="00A13D65">
        <w:t xml:space="preserve">HDF5 C </w:t>
      </w:r>
      <w:r w:rsidR="003B12BC">
        <w:t xml:space="preserve">Library </w:t>
      </w:r>
      <w:r w:rsidR="00A13D65">
        <w:t>supports enumerated datatype</w:t>
      </w:r>
      <w:r w:rsidR="003B12BC">
        <w:t>s</w:t>
      </w:r>
      <w:r w:rsidR="004A73C3">
        <w:t xml:space="preserve">. See the “Datatypes” chapter in the </w:t>
      </w:r>
      <w:r w:rsidR="00A13D65" w:rsidRPr="004A73C3">
        <w:rPr>
          <w:b/>
        </w:rPr>
        <w:t>HDF5 User’s Guide</w:t>
      </w:r>
      <w:r w:rsidR="00A13D65">
        <w:t xml:space="preserve"> </w:t>
      </w:r>
      <w:r w:rsidR="004A73C3">
        <w:t>at</w:t>
      </w:r>
      <w:r w:rsidR="00A13D65">
        <w:t xml:space="preserve"> </w:t>
      </w:r>
      <w:hyperlink r:id="rId14" w:history="1">
        <w:r w:rsidR="00A13D65" w:rsidRPr="00454029">
          <w:rPr>
            <w:rStyle w:val="Hyperlink"/>
          </w:rPr>
          <w:t>http://www.hdfgroup.org/HDF5/doc/UG/</w:t>
        </w:r>
      </w:hyperlink>
      <w:r w:rsidR="00A13D65">
        <w:t xml:space="preserve">. </w:t>
      </w:r>
      <w:r w:rsidR="004A73C3">
        <w:t>Versions of t</w:t>
      </w:r>
      <w:r>
        <w:t xml:space="preserve">he </w:t>
      </w:r>
      <w:r w:rsidR="005C5AC4">
        <w:t xml:space="preserve">HDF5 Fortran </w:t>
      </w:r>
      <w:r>
        <w:t xml:space="preserve">Library </w:t>
      </w:r>
      <w:r w:rsidR="004A73C3">
        <w:t xml:space="preserve">prior to 1.8.8 </w:t>
      </w:r>
      <w:r w:rsidR="005C5AC4">
        <w:t xml:space="preserve">cannot write or read data of such type. </w:t>
      </w:r>
    </w:p>
    <w:p w:rsidR="0073731D" w:rsidRDefault="0073731D" w:rsidP="0011026D"/>
    <w:p w:rsidR="00EC7E41" w:rsidRDefault="005C5AC4" w:rsidP="00EC7E41">
      <w:r>
        <w:t xml:space="preserve">Fortran 2003 introduced </w:t>
      </w:r>
      <w:r w:rsidR="003B12BC">
        <w:t xml:space="preserve">an </w:t>
      </w:r>
      <w:r>
        <w:t xml:space="preserve">enumeration definition to allow interoperability with enumeration constants in C. </w:t>
      </w:r>
      <w:r w:rsidR="00A3797E">
        <w:t xml:space="preserve">An example </w:t>
      </w:r>
      <w:r w:rsidR="00CB3846">
        <w:t>of a Fortran enumerator and its C counterpart are shown below:</w:t>
      </w:r>
    </w:p>
    <w:p w:rsidR="00D33C81" w:rsidRDefault="00D33C81" w:rsidP="001102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6"/>
        <w:gridCol w:w="5076"/>
      </w:tblGrid>
      <w:tr w:rsidR="00EC7E41" w:rsidRPr="00EC7E41" w:rsidTr="00EC7E41">
        <w:tc>
          <w:tcPr>
            <w:tcW w:w="5076" w:type="dxa"/>
          </w:tcPr>
          <w:p w:rsidR="00EC7E41" w:rsidRPr="00F263CF" w:rsidRDefault="00EC7E41" w:rsidP="0011026D">
            <w:pPr>
              <w:rPr>
                <w:b/>
              </w:rPr>
            </w:pPr>
            <w:r w:rsidRPr="00EC7E41">
              <w:rPr>
                <w:b/>
              </w:rPr>
              <w:t>C</w:t>
            </w:r>
          </w:p>
        </w:tc>
        <w:tc>
          <w:tcPr>
            <w:tcW w:w="5076" w:type="dxa"/>
          </w:tcPr>
          <w:p w:rsidR="00EC7E41" w:rsidRPr="00F263CF" w:rsidRDefault="00EC7E41" w:rsidP="00EC7E41">
            <w:pPr>
              <w:rPr>
                <w:b/>
              </w:rPr>
            </w:pPr>
            <w:r w:rsidRPr="00F263CF">
              <w:rPr>
                <w:b/>
              </w:rPr>
              <w:t xml:space="preserve">Fortran 2003 </w:t>
            </w:r>
          </w:p>
        </w:tc>
      </w:tr>
      <w:tr w:rsidR="00EC7E41" w:rsidTr="00EC7E41">
        <w:tc>
          <w:tcPr>
            <w:tcW w:w="5076" w:type="dxa"/>
          </w:tcPr>
          <w:p w:rsidR="00EC7E41" w:rsidRDefault="00EC7E41" w:rsidP="00F263CF">
            <w:pPr>
              <w:pStyle w:val="Courier10"/>
            </w:pPr>
            <w:r>
              <w:t xml:space="preserve">    </w:t>
            </w:r>
            <w:r w:rsidR="00A30B4E">
              <w:t xml:space="preserve">typedef </w:t>
            </w:r>
            <w:r>
              <w:t>enum {</w:t>
            </w:r>
          </w:p>
          <w:p w:rsidR="003B12BC" w:rsidRDefault="003B12BC" w:rsidP="00F263CF">
            <w:pPr>
              <w:pStyle w:val="Courier10"/>
            </w:pPr>
            <w:r>
              <w:t xml:space="preserve">        A = 65;</w:t>
            </w:r>
          </w:p>
          <w:p w:rsidR="003B12BC" w:rsidRDefault="003B12BC" w:rsidP="00F263CF">
            <w:pPr>
              <w:pStyle w:val="Courier10"/>
            </w:pPr>
            <w:r>
              <w:t xml:space="preserve">        D = 68;</w:t>
            </w:r>
          </w:p>
          <w:p w:rsidR="003B12BC" w:rsidRDefault="003B12BC" w:rsidP="00F263CF">
            <w:pPr>
              <w:pStyle w:val="Courier10"/>
            </w:pPr>
            <w:r>
              <w:t xml:space="preserve">        E;</w:t>
            </w:r>
          </w:p>
          <w:p w:rsidR="003B12BC" w:rsidRDefault="003B12BC" w:rsidP="00F263CF">
            <w:pPr>
              <w:pStyle w:val="Courier10"/>
            </w:pPr>
            <w:r>
              <w:t xml:space="preserve">    } ascii_code_t</w:t>
            </w:r>
          </w:p>
        </w:tc>
        <w:tc>
          <w:tcPr>
            <w:tcW w:w="5076" w:type="dxa"/>
          </w:tcPr>
          <w:p w:rsidR="00EC7E41" w:rsidRDefault="00EC7E41" w:rsidP="00F263CF">
            <w:pPr>
              <w:pStyle w:val="Courier10"/>
            </w:pPr>
            <w:r>
              <w:t xml:space="preserve">    ENUM, BIND(C)</w:t>
            </w:r>
          </w:p>
          <w:p w:rsidR="003B12BC" w:rsidRDefault="003B12BC" w:rsidP="00F263CF">
            <w:pPr>
              <w:pStyle w:val="Courier10"/>
            </w:pPr>
            <w:r>
              <w:t xml:space="preserve">        ENUMERATOR :: A = 65, D = 68</w:t>
            </w:r>
          </w:p>
          <w:p w:rsidR="003B12BC" w:rsidRDefault="003B12BC" w:rsidP="00F263CF">
            <w:pPr>
              <w:pStyle w:val="Courier10"/>
            </w:pPr>
            <w:r>
              <w:t xml:space="preserve">        ENUMERATOR e</w:t>
            </w:r>
          </w:p>
          <w:p w:rsidR="003B12BC" w:rsidRDefault="003B12BC" w:rsidP="00F263CF">
            <w:pPr>
              <w:pStyle w:val="Courier10"/>
              <w:rPr>
                <w:rFonts w:eastAsia="Batang"/>
                <w:b/>
              </w:rPr>
            </w:pPr>
            <w:r>
              <w:t xml:space="preserve">    END ENUM</w:t>
            </w:r>
          </w:p>
        </w:tc>
      </w:tr>
    </w:tbl>
    <w:p w:rsidR="00EC7E41" w:rsidRDefault="00EC7E41" w:rsidP="0011026D"/>
    <w:p w:rsidR="00CB3846" w:rsidRDefault="00D33C81" w:rsidP="0011026D">
      <w:r>
        <w:t>Both definitions declare an enumerator with constants 65, 68, and 69. The Fortran 2003 standard guarantees that constants declared as enumerator correspond to the same integer type used in C</w:t>
      </w:r>
      <w:r w:rsidR="003B17B5">
        <w:t>;</w:t>
      </w:r>
      <w:r>
        <w:t xml:space="preserve"> </w:t>
      </w:r>
      <w:r w:rsidR="003B17B5">
        <w:t>in other words</w:t>
      </w:r>
      <w:r>
        <w:t xml:space="preserve">, </w:t>
      </w:r>
      <w:r w:rsidRPr="003B17B5">
        <w:rPr>
          <w:rFonts w:ascii="Courier New" w:hAnsi="Courier New" w:cs="Courier New"/>
          <w:sz w:val="20"/>
        </w:rPr>
        <w:t>int</w:t>
      </w:r>
      <w:r>
        <w:t>.</w:t>
      </w:r>
    </w:p>
    <w:p w:rsidR="0011026D" w:rsidRDefault="00D33C81" w:rsidP="008256A0">
      <w:r>
        <w:t xml:space="preserve">This new feature allows us to support HDF5 enumerated </w:t>
      </w:r>
      <w:r w:rsidR="00A30B4E">
        <w:t>data</w:t>
      </w:r>
      <w:r>
        <w:t>type</w:t>
      </w:r>
      <w:r w:rsidR="00A30B4E">
        <w:t>s</w:t>
      </w:r>
      <w:r>
        <w:t xml:space="preserve"> in </w:t>
      </w:r>
      <w:r w:rsidR="004A73C3">
        <w:t>version 1.8.8</w:t>
      </w:r>
      <w:r>
        <w:t>.</w:t>
      </w:r>
    </w:p>
    <w:p w:rsidR="00DA78E6" w:rsidRDefault="00DA78E6" w:rsidP="008256A0"/>
    <w:p w:rsidR="00DA78E6" w:rsidRDefault="00DA78E6" w:rsidP="008256A0"/>
    <w:p w:rsidR="00DA78E6" w:rsidRDefault="00DA78E6" w:rsidP="008256A0"/>
    <w:p w:rsidR="006A4ECF" w:rsidRDefault="006A4ECF">
      <w:pPr>
        <w:rPr>
          <w:rFonts w:ascii="Arial" w:eastAsiaTheme="majorEastAsia" w:hAnsi="Arial" w:cstheme="majorBidi"/>
          <w:b/>
          <w:sz w:val="26"/>
          <w:szCs w:val="26"/>
        </w:rPr>
      </w:pPr>
      <w:r>
        <w:br w:type="page"/>
      </w:r>
    </w:p>
    <w:p w:rsidR="00D70E41" w:rsidRDefault="00D70E41" w:rsidP="00C35CA6">
      <w:pPr>
        <w:pStyle w:val="Heading2"/>
      </w:pPr>
      <w:bookmarkStart w:id="7" w:name="_Toc308084131"/>
      <w:r>
        <w:lastRenderedPageBreak/>
        <w:t xml:space="preserve">HDF5 APIs with </w:t>
      </w:r>
      <w:r w:rsidR="00D75C8E">
        <w:t>Callback Functions</w:t>
      </w:r>
      <w:bookmarkEnd w:id="7"/>
    </w:p>
    <w:p w:rsidR="00543D4B" w:rsidRDefault="00D75C8E" w:rsidP="00543D4B">
      <w:r>
        <w:t xml:space="preserve">The </w:t>
      </w:r>
      <w:r w:rsidR="004369E3">
        <w:t xml:space="preserve">HDF5 Fortran </w:t>
      </w:r>
      <w:r>
        <w:t xml:space="preserve">Library </w:t>
      </w:r>
      <w:r w:rsidR="004A73C3">
        <w:t xml:space="preserve">prior to the 1.8.8 release </w:t>
      </w:r>
      <w:r>
        <w:t xml:space="preserve">has not had </w:t>
      </w:r>
      <w:r w:rsidR="004369E3">
        <w:t>Fortran counterparts of th</w:t>
      </w:r>
      <w:r w:rsidR="006658CF">
        <w:t>e C functions that use callback</w:t>
      </w:r>
      <w:r w:rsidR="004369E3">
        <w:t xml:space="preserve">s as </w:t>
      </w:r>
      <w:r w:rsidR="00D616CF">
        <w:t>parameters</w:t>
      </w:r>
      <w:r w:rsidR="003B17B5">
        <w:t>.</w:t>
      </w:r>
      <w:r w:rsidR="004369E3">
        <w:t xml:space="preserve"> </w:t>
      </w:r>
      <w:r w:rsidR="003B17B5">
        <w:t xml:space="preserve">For </w:t>
      </w:r>
      <w:r w:rsidR="004369E3">
        <w:t>example</w:t>
      </w:r>
      <w:r w:rsidR="00D616CF">
        <w:t>,</w:t>
      </w:r>
      <w:r w:rsidR="004369E3">
        <w:t xml:space="preserve"> there is no Fortran subroutine for </w:t>
      </w:r>
      <w:r w:rsidR="00834A88">
        <w:t xml:space="preserve">the </w:t>
      </w:r>
      <w:r w:rsidR="004369E3" w:rsidRPr="00F263CF">
        <w:rPr>
          <w:rFonts w:ascii="Courier New" w:hAnsi="Courier New" w:cs="Courier New"/>
          <w:sz w:val="20"/>
          <w:szCs w:val="20"/>
        </w:rPr>
        <w:t>H5Literate</w:t>
      </w:r>
      <w:r w:rsidR="004369E3">
        <w:t xml:space="preserve"> </w:t>
      </w:r>
      <w:r w:rsidR="00834A88">
        <w:t>function</w:t>
      </w:r>
      <w:r w:rsidR="004369E3">
        <w:t xml:space="preserve">. </w:t>
      </w:r>
      <w:r w:rsidR="00D616CF">
        <w:t xml:space="preserve">As a result, </w:t>
      </w:r>
      <w:r w:rsidR="00834A88">
        <w:t xml:space="preserve">operations </w:t>
      </w:r>
      <w:r w:rsidR="00B24781">
        <w:t>such as</w:t>
      </w:r>
      <w:r w:rsidR="00834A88">
        <w:t xml:space="preserve"> traversing </w:t>
      </w:r>
      <w:r>
        <w:t xml:space="preserve">an </w:t>
      </w:r>
      <w:r w:rsidR="00834A88">
        <w:t xml:space="preserve">HDF5 file, </w:t>
      </w:r>
      <w:r w:rsidR="00D616CF">
        <w:t xml:space="preserve">customizing datatype </w:t>
      </w:r>
      <w:r w:rsidR="00B24781">
        <w:t>conversion</w:t>
      </w:r>
      <w:r>
        <w:t>s</w:t>
      </w:r>
      <w:r w:rsidR="00B24781">
        <w:t xml:space="preserve">, </w:t>
      </w:r>
      <w:r w:rsidR="008662E7">
        <w:t>handling error stack</w:t>
      </w:r>
      <w:r>
        <w:t>s,</w:t>
      </w:r>
      <w:r w:rsidR="008662E7">
        <w:t xml:space="preserve"> and controlling metadata cache</w:t>
      </w:r>
      <w:r>
        <w:t>s</w:t>
      </w:r>
      <w:r w:rsidR="008662E7">
        <w:t xml:space="preserve"> </w:t>
      </w:r>
      <w:r>
        <w:t xml:space="preserve">have not been </w:t>
      </w:r>
      <w:r w:rsidR="008662E7">
        <w:t>available to Fortran application developers.</w:t>
      </w:r>
    </w:p>
    <w:p w:rsidR="00D75C8E" w:rsidRPr="000E4D80" w:rsidRDefault="00D75C8E" w:rsidP="00543D4B"/>
    <w:p w:rsidR="00543D4B" w:rsidRPr="00633649" w:rsidRDefault="00A836E7" w:rsidP="00543D4B">
      <w:pPr>
        <w:pStyle w:val="Heading1"/>
      </w:pPr>
      <w:bookmarkStart w:id="8" w:name="_Toc308084132"/>
      <w:r>
        <w:lastRenderedPageBreak/>
        <w:t xml:space="preserve">Support for </w:t>
      </w:r>
      <w:r w:rsidR="00625EDB">
        <w:t>Fortran</w:t>
      </w:r>
      <w:r w:rsidR="00543D4B">
        <w:t xml:space="preserve"> 2003 </w:t>
      </w:r>
      <w:r w:rsidR="009424C0">
        <w:t xml:space="preserve">Features </w:t>
      </w:r>
      <w:r w:rsidR="00B33A31">
        <w:t>in HDF5</w:t>
      </w:r>
      <w:bookmarkEnd w:id="8"/>
    </w:p>
    <w:p w:rsidR="000D5E62" w:rsidRDefault="008C414C" w:rsidP="00B24781">
      <w:r>
        <w:t xml:space="preserve">Fortran 2003 provides a standard mechanism for interoperability with C. </w:t>
      </w:r>
      <w:r w:rsidR="00B24781">
        <w:t xml:space="preserve">The </w:t>
      </w:r>
      <w:r w:rsidR="0003700D">
        <w:t>limitations</w:t>
      </w:r>
      <w:r w:rsidR="00B24781">
        <w:t xml:space="preserve"> discussed in section 2 are addressed by </w:t>
      </w:r>
      <w:r w:rsidR="0026112B">
        <w:t xml:space="preserve">expanding </w:t>
      </w:r>
      <w:r w:rsidR="00981E3C">
        <w:t xml:space="preserve">the </w:t>
      </w:r>
      <w:r w:rsidR="0026112B">
        <w:t xml:space="preserve">Fortran API </w:t>
      </w:r>
      <w:r w:rsidR="0003700D">
        <w:t xml:space="preserve">in HDF5-1.8.8 </w:t>
      </w:r>
      <w:r w:rsidR="0026112B">
        <w:t xml:space="preserve">to </w:t>
      </w:r>
      <w:r>
        <w:t xml:space="preserve">support C data </w:t>
      </w:r>
      <w:r w:rsidR="00C020DD">
        <w:t xml:space="preserve">and </w:t>
      </w:r>
      <w:r>
        <w:t>function pointer</w:t>
      </w:r>
      <w:r w:rsidR="00C020DD">
        <w:t xml:space="preserve">s. </w:t>
      </w:r>
      <w:r>
        <w:t xml:space="preserve"> </w:t>
      </w:r>
    </w:p>
    <w:p w:rsidR="00981E3C" w:rsidRDefault="00981E3C" w:rsidP="00B24781"/>
    <w:p w:rsidR="00917582" w:rsidRDefault="00A1001F" w:rsidP="00051AC3">
      <w:r>
        <w:t xml:space="preserve">An </w:t>
      </w:r>
      <w:r w:rsidR="000D5E62">
        <w:t xml:space="preserve">HDF5 Fortran program </w:t>
      </w:r>
      <w:r>
        <w:t xml:space="preserve">on its part </w:t>
      </w:r>
      <w:r w:rsidR="000D5E62">
        <w:t xml:space="preserve">has to </w:t>
      </w:r>
      <w:r w:rsidR="00364375">
        <w:t>treat</w:t>
      </w:r>
      <w:r w:rsidR="000D5E62">
        <w:t xml:space="preserve"> all previously unsupported types, variables</w:t>
      </w:r>
      <w:r w:rsidR="00981E3C">
        <w:t>,</w:t>
      </w:r>
      <w:r w:rsidR="000D5E62">
        <w:t xml:space="preserve"> and procedures that </w:t>
      </w:r>
      <w:r>
        <w:t>will be</w:t>
      </w:r>
      <w:r w:rsidR="000D5E62">
        <w:t xml:space="preserve"> passed to the HDF5 Fortran API </w:t>
      </w:r>
      <w:r w:rsidR="00364375">
        <w:t>as</w:t>
      </w:r>
      <w:r w:rsidR="000D5E62">
        <w:t xml:space="preserve"> ‘interoperable’ with C. </w:t>
      </w:r>
      <w:r w:rsidR="00917582">
        <w:t>This is done by</w:t>
      </w:r>
      <w:r w:rsidR="00D611B6">
        <w:t xml:space="preserve"> following the programming model:</w:t>
      </w:r>
    </w:p>
    <w:p w:rsidR="0003700D" w:rsidRDefault="0003700D" w:rsidP="00051AC3"/>
    <w:p w:rsidR="00917582" w:rsidRDefault="00364375" w:rsidP="00150E8D">
      <w:pPr>
        <w:pStyle w:val="ListParagraph"/>
        <w:numPr>
          <w:ilvl w:val="0"/>
          <w:numId w:val="38"/>
        </w:numPr>
      </w:pPr>
      <w:r>
        <w:t>I</w:t>
      </w:r>
      <w:r w:rsidR="00D611B6">
        <w:t>nclude</w:t>
      </w:r>
      <w:r w:rsidR="00981E3C">
        <w:t xml:space="preserve"> the</w:t>
      </w:r>
      <w:r w:rsidR="000D5E62">
        <w:t xml:space="preserve"> </w:t>
      </w:r>
      <w:r w:rsidR="000D5E62" w:rsidRPr="00981E3C">
        <w:rPr>
          <w:rFonts w:ascii="Courier New" w:hAnsi="Courier New" w:cs="Courier New"/>
          <w:sz w:val="20"/>
        </w:rPr>
        <w:t>ISO_C_BINDING</w:t>
      </w:r>
      <w:r w:rsidR="00917582">
        <w:t xml:space="preserve"> module</w:t>
      </w:r>
      <w:r>
        <w:t xml:space="preserve"> </w:t>
      </w:r>
    </w:p>
    <w:p w:rsidR="00D611B6" w:rsidRDefault="0003700D" w:rsidP="00150E8D">
      <w:pPr>
        <w:pStyle w:val="ListParagraph"/>
        <w:numPr>
          <w:ilvl w:val="0"/>
          <w:numId w:val="38"/>
        </w:numPr>
      </w:pPr>
      <w:r>
        <w:t>Use the following declarations for v</w:t>
      </w:r>
      <w:r w:rsidR="00D611B6">
        <w:t>ariables and functions:</w:t>
      </w:r>
    </w:p>
    <w:p w:rsidR="00364375" w:rsidRDefault="00D611B6" w:rsidP="0003700D">
      <w:pPr>
        <w:pStyle w:val="ListParagraph"/>
        <w:numPr>
          <w:ilvl w:val="1"/>
          <w:numId w:val="50"/>
        </w:numPr>
      </w:pPr>
      <w:r>
        <w:t>Use</w:t>
      </w:r>
      <w:r w:rsidR="00364375">
        <w:t xml:space="preserve"> </w:t>
      </w:r>
      <w:r w:rsidR="00981E3C">
        <w:t xml:space="preserve">the </w:t>
      </w:r>
      <w:r w:rsidR="00364375" w:rsidRPr="00981E3C">
        <w:rPr>
          <w:rFonts w:ascii="Courier New" w:hAnsi="Courier New" w:cs="Courier New"/>
          <w:sz w:val="20"/>
        </w:rPr>
        <w:t>TARGET</w:t>
      </w:r>
      <w:r w:rsidR="00364375">
        <w:t xml:space="preserve"> attribute </w:t>
      </w:r>
      <w:r>
        <w:t xml:space="preserve">in declarations of </w:t>
      </w:r>
      <w:r w:rsidR="0048568A">
        <w:t>a variable</w:t>
      </w:r>
      <w:r>
        <w:t xml:space="preserve"> </w:t>
      </w:r>
      <w:r w:rsidR="00150E8D">
        <w:t>or</w:t>
      </w:r>
      <w:r w:rsidR="0048568A">
        <w:t xml:space="preserve"> an array that contains data to be written or read by</w:t>
      </w:r>
      <w:r>
        <w:t xml:space="preserve"> the HDF</w:t>
      </w:r>
      <w:r w:rsidR="0048568A">
        <w:t>5</w:t>
      </w:r>
      <w:r>
        <w:t xml:space="preserve"> Fortran APIs</w:t>
      </w:r>
    </w:p>
    <w:p w:rsidR="00364375" w:rsidRDefault="00D611B6" w:rsidP="0003700D">
      <w:pPr>
        <w:pStyle w:val="ListParagraph"/>
        <w:numPr>
          <w:ilvl w:val="1"/>
          <w:numId w:val="50"/>
        </w:numPr>
      </w:pPr>
      <w:r>
        <w:t>Use</w:t>
      </w:r>
      <w:r w:rsidR="00981E3C">
        <w:t xml:space="preserve"> the</w:t>
      </w:r>
      <w:r w:rsidR="00364375">
        <w:t xml:space="preserve"> </w:t>
      </w:r>
      <w:r w:rsidR="00364375" w:rsidRPr="00981E3C">
        <w:rPr>
          <w:rFonts w:ascii="Courier New" w:hAnsi="Courier New" w:cs="Courier New"/>
          <w:sz w:val="20"/>
        </w:rPr>
        <w:t>C_PTR</w:t>
      </w:r>
      <w:r w:rsidR="00364375">
        <w:t xml:space="preserve"> derived </w:t>
      </w:r>
      <w:r w:rsidR="00981E3C">
        <w:t xml:space="preserve">data </w:t>
      </w:r>
      <w:r w:rsidR="00364375">
        <w:t xml:space="preserve">type </w:t>
      </w:r>
      <w:r>
        <w:t xml:space="preserve">to declare a pointer to a variable or array in </w:t>
      </w:r>
      <w:r w:rsidR="0003700D">
        <w:t>item a</w:t>
      </w:r>
    </w:p>
    <w:p w:rsidR="00D611B6" w:rsidRDefault="00D611B6" w:rsidP="0003700D">
      <w:pPr>
        <w:pStyle w:val="ListParagraph"/>
        <w:numPr>
          <w:ilvl w:val="1"/>
          <w:numId w:val="50"/>
        </w:numPr>
      </w:pPr>
      <w:r>
        <w:t xml:space="preserve">Use </w:t>
      </w:r>
      <w:r w:rsidR="00981E3C">
        <w:t xml:space="preserve">the </w:t>
      </w:r>
      <w:r w:rsidRPr="00981E3C">
        <w:rPr>
          <w:rFonts w:ascii="Courier New" w:hAnsi="Courier New" w:cs="Courier New"/>
          <w:sz w:val="20"/>
        </w:rPr>
        <w:t>BIND(C)</w:t>
      </w:r>
      <w:r>
        <w:t xml:space="preserve"> attribute </w:t>
      </w:r>
      <w:r w:rsidR="00150E8D">
        <w:t>in derived type declaration</w:t>
      </w:r>
      <w:r w:rsidR="00981E3C">
        <w:t>s</w:t>
      </w:r>
    </w:p>
    <w:p w:rsidR="00D611B6" w:rsidRDefault="00D611B6" w:rsidP="0003700D">
      <w:pPr>
        <w:pStyle w:val="ListParagraph"/>
        <w:numPr>
          <w:ilvl w:val="1"/>
          <w:numId w:val="50"/>
        </w:numPr>
      </w:pPr>
      <w:r>
        <w:t>Use</w:t>
      </w:r>
      <w:r w:rsidR="00981E3C">
        <w:t xml:space="preserve"> the</w:t>
      </w:r>
      <w:r>
        <w:t xml:space="preserve"> </w:t>
      </w:r>
      <w:r w:rsidRPr="00981E3C">
        <w:rPr>
          <w:rFonts w:ascii="Courier New" w:hAnsi="Courier New" w:cs="Courier New"/>
          <w:sz w:val="20"/>
        </w:rPr>
        <w:t>BIND(C)</w:t>
      </w:r>
      <w:r>
        <w:t xml:space="preserve"> attribute </w:t>
      </w:r>
      <w:r w:rsidR="00150E8D">
        <w:t>in</w:t>
      </w:r>
      <w:r>
        <w:t xml:space="preserve"> </w:t>
      </w:r>
      <w:r w:rsidR="0048568A">
        <w:t xml:space="preserve">a </w:t>
      </w:r>
      <w:r>
        <w:t xml:space="preserve">Fortran </w:t>
      </w:r>
      <w:r w:rsidR="0051182A">
        <w:t>callback</w:t>
      </w:r>
      <w:r>
        <w:t xml:space="preserve"> function declaration</w:t>
      </w:r>
    </w:p>
    <w:p w:rsidR="0048568A" w:rsidRDefault="0048568A" w:rsidP="0003700D">
      <w:pPr>
        <w:pStyle w:val="ListParagraph"/>
        <w:numPr>
          <w:ilvl w:val="1"/>
          <w:numId w:val="50"/>
        </w:numPr>
      </w:pPr>
      <w:r>
        <w:t>Use</w:t>
      </w:r>
      <w:r w:rsidR="00981E3C">
        <w:t xml:space="preserve"> the</w:t>
      </w:r>
      <w:r>
        <w:t xml:space="preserve"> </w:t>
      </w:r>
      <w:r w:rsidRPr="00981E3C">
        <w:rPr>
          <w:rFonts w:ascii="Courier New" w:hAnsi="Courier New" w:cs="Courier New"/>
          <w:sz w:val="20"/>
        </w:rPr>
        <w:t>C_FUNPTR</w:t>
      </w:r>
      <w:r>
        <w:t xml:space="preserve"> derived type to declare a pointer to the Fortran function in </w:t>
      </w:r>
      <w:r w:rsidR="0003700D">
        <w:t>item d</w:t>
      </w:r>
    </w:p>
    <w:p w:rsidR="00364375" w:rsidRDefault="0048568A" w:rsidP="00150E8D">
      <w:pPr>
        <w:pStyle w:val="ListParagraph"/>
        <w:numPr>
          <w:ilvl w:val="0"/>
          <w:numId w:val="38"/>
        </w:numPr>
      </w:pPr>
      <w:r>
        <w:t>Asso</w:t>
      </w:r>
      <w:r w:rsidR="00150E8D">
        <w:t>ciate a pointer with a variable or an</w:t>
      </w:r>
      <w:r>
        <w:t xml:space="preserve"> array </w:t>
      </w:r>
      <w:r w:rsidR="00150E8D">
        <w:t xml:space="preserve">using </w:t>
      </w:r>
      <w:r w:rsidR="00981E3C">
        <w:t xml:space="preserve">the </w:t>
      </w:r>
      <w:r w:rsidR="00150E8D" w:rsidRPr="00981E3C">
        <w:rPr>
          <w:rFonts w:ascii="Courier New" w:hAnsi="Courier New" w:cs="Courier New"/>
          <w:sz w:val="20"/>
        </w:rPr>
        <w:t>C_LOC</w:t>
      </w:r>
      <w:r w:rsidR="00150E8D">
        <w:t xml:space="preserve"> intrinsic </w:t>
      </w:r>
      <w:r w:rsidR="00981E3C">
        <w:t xml:space="preserve">data type, </w:t>
      </w:r>
      <w:r>
        <w:t>and then pass it an HDF5 Fortran call</w:t>
      </w:r>
    </w:p>
    <w:p w:rsidR="00150E8D" w:rsidRDefault="00150E8D" w:rsidP="00150E8D">
      <w:pPr>
        <w:pStyle w:val="ListParagraph"/>
        <w:numPr>
          <w:ilvl w:val="0"/>
          <w:numId w:val="38"/>
        </w:numPr>
      </w:pPr>
      <w:r>
        <w:t xml:space="preserve">Associate a pointer with a </w:t>
      </w:r>
      <w:r w:rsidR="0051182A">
        <w:t>callback</w:t>
      </w:r>
      <w:r>
        <w:t xml:space="preserve"> function using</w:t>
      </w:r>
      <w:r w:rsidR="009756E1">
        <w:t xml:space="preserve"> the</w:t>
      </w:r>
      <w:r>
        <w:t xml:space="preserve"> </w:t>
      </w:r>
      <w:r w:rsidRPr="00981E3C">
        <w:rPr>
          <w:rFonts w:ascii="Courier New" w:hAnsi="Courier New" w:cs="Courier New"/>
          <w:sz w:val="20"/>
        </w:rPr>
        <w:t>C_FUNLOC</w:t>
      </w:r>
      <w:r>
        <w:t xml:space="preserve"> intrinsic </w:t>
      </w:r>
      <w:r w:rsidR="00981E3C">
        <w:t xml:space="preserve">data type, </w:t>
      </w:r>
      <w:r>
        <w:t>and then pass it an HDF5 Fortran call</w:t>
      </w:r>
    </w:p>
    <w:p w:rsidR="00981E3C" w:rsidRDefault="00981E3C" w:rsidP="00981E3C"/>
    <w:p w:rsidR="00C42933" w:rsidRDefault="00C42933" w:rsidP="0048568A">
      <w:r>
        <w:t>The example below shows how to pass a buffer.</w:t>
      </w:r>
    </w:p>
    <w:p w:rsidR="00C42933" w:rsidRDefault="00C42933" w:rsidP="0048568A"/>
    <w:p w:rsidR="00A1001F" w:rsidRPr="00917582" w:rsidRDefault="0073731D" w:rsidP="0051182A">
      <w:pPr>
        <w:pStyle w:val="Courier10"/>
      </w:pPr>
      <w:r>
        <w:t xml:space="preserve">    </w:t>
      </w:r>
      <w:r w:rsidR="00A1001F" w:rsidRPr="00917582">
        <w:t>PROGRAM main</w:t>
      </w:r>
    </w:p>
    <w:p w:rsidR="00A1001F" w:rsidRPr="00917582" w:rsidRDefault="0073731D" w:rsidP="0051182A">
      <w:pPr>
        <w:pStyle w:val="Courier10"/>
      </w:pPr>
      <w:r>
        <w:t xml:space="preserve">    </w:t>
      </w:r>
      <w:r w:rsidR="00A1001F" w:rsidRPr="00917582">
        <w:t xml:space="preserve">  </w:t>
      </w:r>
      <w:r w:rsidR="00A1001F" w:rsidRPr="00052F00">
        <w:rPr>
          <w:highlight w:val="lightGray"/>
        </w:rPr>
        <w:t>USE ISO_C_BINDING</w:t>
      </w:r>
    </w:p>
    <w:p w:rsidR="00A1001F" w:rsidRPr="00917582" w:rsidRDefault="0073731D" w:rsidP="0051182A">
      <w:pPr>
        <w:pStyle w:val="Courier10"/>
      </w:pPr>
      <w:r>
        <w:t xml:space="preserve">    </w:t>
      </w:r>
      <w:r w:rsidR="00A1001F" w:rsidRPr="00917582">
        <w:t xml:space="preserve">  USE HDF5</w:t>
      </w:r>
    </w:p>
    <w:p w:rsidR="00A1001F" w:rsidRPr="00917582" w:rsidRDefault="0073731D" w:rsidP="0051182A">
      <w:pPr>
        <w:pStyle w:val="Courier10"/>
      </w:pPr>
      <w:r>
        <w:t xml:space="preserve">    </w:t>
      </w:r>
      <w:r w:rsidR="00A1001F" w:rsidRPr="00917582">
        <w:t xml:space="preserve">  </w:t>
      </w:r>
      <w:r w:rsidR="00150E8D" w:rsidRPr="00917582">
        <w:t>…</w:t>
      </w:r>
    </w:p>
    <w:p w:rsidR="00A1001F" w:rsidRPr="00917582" w:rsidRDefault="0073731D" w:rsidP="0051182A">
      <w:pPr>
        <w:pStyle w:val="Courier10"/>
      </w:pPr>
      <w:r>
        <w:t xml:space="preserve">    </w:t>
      </w:r>
      <w:r w:rsidR="00A1001F" w:rsidRPr="00917582">
        <w:t xml:space="preserve">  TYPE</w:t>
      </w:r>
      <w:r w:rsidR="00150E8D">
        <w:t>, BIND(C) ::</w:t>
      </w:r>
      <w:r w:rsidR="00A1001F" w:rsidRPr="00917582">
        <w:t xml:space="preserve"> sensor_t</w:t>
      </w:r>
    </w:p>
    <w:p w:rsidR="00A1001F" w:rsidRPr="00917582" w:rsidRDefault="0073731D" w:rsidP="0051182A">
      <w:pPr>
        <w:pStyle w:val="Courier10"/>
      </w:pPr>
      <w:r>
        <w:t xml:space="preserve">    </w:t>
      </w:r>
      <w:r w:rsidR="00A1001F" w:rsidRPr="00917582">
        <w:t xml:space="preserve">  </w:t>
      </w:r>
      <w:r w:rsidR="00150E8D" w:rsidRPr="00917582">
        <w:t>…</w:t>
      </w:r>
    </w:p>
    <w:p w:rsidR="00A1001F" w:rsidRPr="00917582" w:rsidRDefault="0073731D" w:rsidP="0051182A">
      <w:pPr>
        <w:pStyle w:val="Courier10"/>
      </w:pPr>
      <w:r>
        <w:t xml:space="preserve">    </w:t>
      </w:r>
      <w:r w:rsidR="00A1001F" w:rsidRPr="00917582">
        <w:t xml:space="preserve">  END TYPE sensor_t</w:t>
      </w:r>
    </w:p>
    <w:p w:rsidR="00A1001F" w:rsidRPr="00917582" w:rsidRDefault="0073731D" w:rsidP="0051182A">
      <w:pPr>
        <w:pStyle w:val="Courier10"/>
      </w:pPr>
      <w:r>
        <w:t xml:space="preserve">    </w:t>
      </w:r>
      <w:r w:rsidR="00A1001F" w:rsidRPr="00917582">
        <w:t xml:space="preserve">  TYPE(sensor_t), DIMENSION(1:100), </w:t>
      </w:r>
      <w:r w:rsidR="00A1001F" w:rsidRPr="0048568A">
        <w:rPr>
          <w:highlight w:val="lightGray"/>
        </w:rPr>
        <w:t>TARGET</w:t>
      </w:r>
      <w:r w:rsidR="00A1001F" w:rsidRPr="00917582">
        <w:t xml:space="preserve"> ::  wdata ! Write buffer</w:t>
      </w:r>
    </w:p>
    <w:p w:rsidR="00A1001F" w:rsidRPr="00917582" w:rsidRDefault="0073731D" w:rsidP="0051182A">
      <w:pPr>
        <w:pStyle w:val="Courier10"/>
      </w:pPr>
      <w:r>
        <w:t xml:space="preserve">    </w:t>
      </w:r>
      <w:r w:rsidR="00A1001F" w:rsidRPr="00917582">
        <w:t xml:space="preserve">  </w:t>
      </w:r>
      <w:r w:rsidR="00052F00">
        <w:rPr>
          <w:highlight w:val="lightGray"/>
        </w:rPr>
        <w:t xml:space="preserve">TYPE(C_PTR) :: </w:t>
      </w:r>
      <w:r w:rsidR="00A1001F" w:rsidRPr="0048568A">
        <w:rPr>
          <w:highlight w:val="lightGray"/>
        </w:rPr>
        <w:t>ptr</w:t>
      </w:r>
    </w:p>
    <w:p w:rsidR="00A1001F" w:rsidRPr="00917582" w:rsidRDefault="0073731D" w:rsidP="0051182A">
      <w:pPr>
        <w:pStyle w:val="Courier10"/>
      </w:pPr>
      <w:r>
        <w:t xml:space="preserve">    </w:t>
      </w:r>
      <w:r w:rsidR="00A1001F" w:rsidRPr="00917582">
        <w:t xml:space="preserve">  </w:t>
      </w:r>
      <w:r w:rsidR="00150E8D" w:rsidRPr="00917582">
        <w:t>…</w:t>
      </w:r>
      <w:r w:rsidR="00A1001F" w:rsidRPr="00917582">
        <w:t xml:space="preserve"> </w:t>
      </w:r>
    </w:p>
    <w:p w:rsidR="00A1001F" w:rsidRPr="00917582" w:rsidRDefault="0073731D" w:rsidP="0051182A">
      <w:pPr>
        <w:pStyle w:val="Courier10"/>
      </w:pPr>
      <w:r>
        <w:t xml:space="preserve">    </w:t>
      </w:r>
      <w:r w:rsidR="0048568A">
        <w:t xml:space="preserve">  </w:t>
      </w:r>
      <w:r w:rsidR="00A1001F" w:rsidRPr="0048568A">
        <w:rPr>
          <w:highlight w:val="lightGray"/>
        </w:rPr>
        <w:t>ptr = C_LOC(wdata(1))</w:t>
      </w:r>
    </w:p>
    <w:p w:rsidR="00A1001F" w:rsidRDefault="0073731D" w:rsidP="0051182A">
      <w:pPr>
        <w:pStyle w:val="Courier10"/>
      </w:pPr>
      <w:r>
        <w:t xml:space="preserve">    </w:t>
      </w:r>
      <w:r w:rsidR="00A1001F" w:rsidRPr="00917582">
        <w:t xml:space="preserve">  CALL h5dwrite_f(dset, memtype, </w:t>
      </w:r>
      <w:r w:rsidR="00A1001F" w:rsidRPr="0048568A">
        <w:rPr>
          <w:highlight w:val="lightGray"/>
        </w:rPr>
        <w:t>ptr</w:t>
      </w:r>
      <w:r w:rsidR="00A1001F" w:rsidRPr="00917582">
        <w:t>, hdferr)</w:t>
      </w:r>
    </w:p>
    <w:p w:rsidR="00F17836" w:rsidRPr="00917582" w:rsidRDefault="0073731D" w:rsidP="0051182A">
      <w:pPr>
        <w:pStyle w:val="Courier10"/>
      </w:pPr>
      <w:r>
        <w:t xml:space="preserve">    </w:t>
      </w:r>
      <w:r w:rsidR="00F17836">
        <w:t xml:space="preserve">  …</w:t>
      </w:r>
    </w:p>
    <w:p w:rsidR="00A1001F" w:rsidRDefault="0073731D" w:rsidP="0051182A">
      <w:pPr>
        <w:pStyle w:val="Courier10"/>
      </w:pPr>
      <w:r>
        <w:t xml:space="preserve">    </w:t>
      </w:r>
      <w:r w:rsidR="00917582" w:rsidRPr="00917582">
        <w:t>END PROGRAM main</w:t>
      </w:r>
    </w:p>
    <w:p w:rsidR="00917582" w:rsidRDefault="00917582" w:rsidP="0051182A"/>
    <w:p w:rsidR="00C42933" w:rsidRDefault="00C42933" w:rsidP="00C42933">
      <w:r>
        <w:t>The example below shows how to pass a callback function.</w:t>
      </w:r>
    </w:p>
    <w:p w:rsidR="00C42933" w:rsidRDefault="00C42933" w:rsidP="0051182A"/>
    <w:p w:rsidR="00F17836" w:rsidRPr="00917582" w:rsidRDefault="002C13D2" w:rsidP="009424C0">
      <w:pPr>
        <w:pStyle w:val="Courier10"/>
      </w:pPr>
      <w:r>
        <w:t xml:space="preserve">    </w:t>
      </w:r>
      <w:r w:rsidR="00F17836" w:rsidRPr="00917582">
        <w:t>PROGRAM main</w:t>
      </w:r>
    </w:p>
    <w:p w:rsidR="00F17836" w:rsidRPr="00917582" w:rsidRDefault="002C13D2" w:rsidP="009424C0">
      <w:pPr>
        <w:pStyle w:val="Courier10"/>
      </w:pPr>
      <w:r>
        <w:t xml:space="preserve">    </w:t>
      </w:r>
      <w:r w:rsidR="00F17836" w:rsidRPr="00917582">
        <w:t xml:space="preserve">  USE ISO_C_BINDING</w:t>
      </w:r>
    </w:p>
    <w:p w:rsidR="00F17836" w:rsidRDefault="002C13D2" w:rsidP="009424C0">
      <w:pPr>
        <w:pStyle w:val="Courier10"/>
      </w:pPr>
      <w:r>
        <w:t xml:space="preserve">    </w:t>
      </w:r>
      <w:r w:rsidR="00F17836" w:rsidRPr="00917582">
        <w:t xml:space="preserve">  USE HDF5</w:t>
      </w:r>
    </w:p>
    <w:p w:rsidR="00CC4D17" w:rsidRDefault="002C13D2" w:rsidP="009424C0">
      <w:pPr>
        <w:pStyle w:val="Courier10"/>
      </w:pPr>
      <w:r>
        <w:t xml:space="preserve">    </w:t>
      </w:r>
      <w:r w:rsidR="00CC4D17">
        <w:t xml:space="preserve">! Type iter_info and call op_func function are declared in liter_cb_mod </w:t>
      </w:r>
    </w:p>
    <w:p w:rsidR="00F17836" w:rsidRPr="00917582" w:rsidRDefault="002C13D2" w:rsidP="009424C0">
      <w:pPr>
        <w:pStyle w:val="Courier10"/>
      </w:pPr>
      <w:r>
        <w:t xml:space="preserve">    </w:t>
      </w:r>
      <w:r w:rsidR="00F17836">
        <w:t xml:space="preserve">  USE liter_cb_mod </w:t>
      </w:r>
    </w:p>
    <w:p w:rsidR="00F17836" w:rsidRPr="00917582" w:rsidRDefault="002C13D2" w:rsidP="009424C0">
      <w:pPr>
        <w:pStyle w:val="Courier10"/>
      </w:pPr>
      <w:r>
        <w:t xml:space="preserve">    </w:t>
      </w:r>
      <w:r w:rsidR="00F17836" w:rsidRPr="00917582">
        <w:t xml:space="preserve">  …</w:t>
      </w:r>
    </w:p>
    <w:p w:rsidR="00F17836" w:rsidRDefault="002C13D2" w:rsidP="009424C0">
      <w:pPr>
        <w:pStyle w:val="Courier10"/>
      </w:pPr>
      <w:r>
        <w:t xml:space="preserve">    </w:t>
      </w:r>
      <w:r w:rsidR="00F17836" w:rsidRPr="00917582">
        <w:t xml:space="preserve">  </w:t>
      </w:r>
      <w:r w:rsidR="00F17836" w:rsidRPr="00F17836">
        <w:t>TYPE(C_PTR) :: ptr</w:t>
      </w:r>
    </w:p>
    <w:p w:rsidR="00F17836" w:rsidRDefault="002C13D2" w:rsidP="009424C0">
      <w:pPr>
        <w:pStyle w:val="Courier10"/>
      </w:pPr>
      <w:r>
        <w:t xml:space="preserve">    </w:t>
      </w:r>
      <w:r w:rsidR="00F17836">
        <w:t xml:space="preserve">  </w:t>
      </w:r>
      <w:r w:rsidR="00F17836" w:rsidRPr="00052F00">
        <w:rPr>
          <w:highlight w:val="lightGray"/>
        </w:rPr>
        <w:t>TYPE(C_FUNPTR) :: funptr</w:t>
      </w:r>
    </w:p>
    <w:p w:rsidR="00F17836" w:rsidRPr="00917582" w:rsidRDefault="002C13D2" w:rsidP="009424C0">
      <w:pPr>
        <w:pStyle w:val="Courier10"/>
      </w:pPr>
      <w:r>
        <w:t xml:space="preserve">    </w:t>
      </w:r>
      <w:r w:rsidR="00F17836">
        <w:t xml:space="preserve">  </w:t>
      </w:r>
      <w:r w:rsidR="00F17836" w:rsidRPr="00917582">
        <w:t>TYPE</w:t>
      </w:r>
      <w:r w:rsidR="00F17836">
        <w:t>(iter_info), TARGET ::</w:t>
      </w:r>
      <w:r w:rsidR="00F17836" w:rsidRPr="00917582">
        <w:t xml:space="preserve"> </w:t>
      </w:r>
      <w:r w:rsidR="00F17836">
        <w:t>info</w:t>
      </w:r>
    </w:p>
    <w:p w:rsidR="00F17836" w:rsidRPr="00917582" w:rsidRDefault="002C13D2" w:rsidP="009424C0">
      <w:pPr>
        <w:pStyle w:val="Courier10"/>
      </w:pPr>
      <w:r>
        <w:t xml:space="preserve">    </w:t>
      </w:r>
      <w:r w:rsidR="00F17836" w:rsidRPr="00917582">
        <w:t xml:space="preserve">  … </w:t>
      </w:r>
    </w:p>
    <w:p w:rsidR="00F17836" w:rsidRDefault="002C13D2" w:rsidP="009424C0">
      <w:pPr>
        <w:pStyle w:val="Courier10"/>
      </w:pPr>
      <w:r>
        <w:lastRenderedPageBreak/>
        <w:t xml:space="preserve">    </w:t>
      </w:r>
      <w:r w:rsidR="00F17836">
        <w:t xml:space="preserve">  </w:t>
      </w:r>
      <w:r w:rsidR="00F17836" w:rsidRPr="00F17836">
        <w:t>ptr = C_LOC(</w:t>
      </w:r>
      <w:r w:rsidR="00F17836">
        <w:t>info)</w:t>
      </w:r>
    </w:p>
    <w:p w:rsidR="00F17836" w:rsidRPr="00917582" w:rsidRDefault="002C13D2" w:rsidP="009424C0">
      <w:pPr>
        <w:pStyle w:val="Courier10"/>
      </w:pPr>
      <w:r>
        <w:t xml:space="preserve">    </w:t>
      </w:r>
      <w:r w:rsidR="00F17836">
        <w:t xml:space="preserve">  </w:t>
      </w:r>
      <w:r w:rsidR="00CC4D17">
        <w:rPr>
          <w:highlight w:val="lightGray"/>
        </w:rPr>
        <w:t>funptr = C_</w:t>
      </w:r>
      <w:r w:rsidR="00F17836" w:rsidRPr="00CC4D17">
        <w:rPr>
          <w:highlight w:val="lightGray"/>
        </w:rPr>
        <w:t>FUNLOC(op_func)</w:t>
      </w:r>
    </w:p>
    <w:p w:rsidR="00F17836" w:rsidRDefault="002C13D2" w:rsidP="009424C0">
      <w:pPr>
        <w:pStyle w:val="Courier10"/>
      </w:pPr>
      <w:r>
        <w:t xml:space="preserve">    </w:t>
      </w:r>
      <w:r w:rsidR="00F17836" w:rsidRPr="00917582">
        <w:t xml:space="preserve">  CALL </w:t>
      </w:r>
      <w:r w:rsidR="00CC4D17">
        <w:t>h5li</w:t>
      </w:r>
      <w:r w:rsidR="00F17836">
        <w:t>terate_f(file, …</w:t>
      </w:r>
      <w:r w:rsidR="00F17836" w:rsidRPr="00917582">
        <w:t xml:space="preserve">, </w:t>
      </w:r>
      <w:r w:rsidR="00F17836" w:rsidRPr="00CC4D17">
        <w:rPr>
          <w:highlight w:val="lightGray"/>
        </w:rPr>
        <w:t>funptr</w:t>
      </w:r>
      <w:r w:rsidR="00F17836">
        <w:t xml:space="preserve">, </w:t>
      </w:r>
      <w:r w:rsidR="00F17836" w:rsidRPr="00052F00">
        <w:t>ptr</w:t>
      </w:r>
      <w:r w:rsidR="00F17836" w:rsidRPr="00917582">
        <w:t xml:space="preserve">, </w:t>
      </w:r>
      <w:r w:rsidR="00F17836">
        <w:t>…</w:t>
      </w:r>
      <w:r w:rsidR="00F17836" w:rsidRPr="00917582">
        <w:t>)</w:t>
      </w:r>
    </w:p>
    <w:p w:rsidR="00F17836" w:rsidRPr="00917582" w:rsidRDefault="002C13D2" w:rsidP="009424C0">
      <w:pPr>
        <w:pStyle w:val="Courier10"/>
      </w:pPr>
      <w:r>
        <w:t xml:space="preserve">    </w:t>
      </w:r>
      <w:r w:rsidR="00F17836">
        <w:t xml:space="preserve">  …</w:t>
      </w:r>
    </w:p>
    <w:p w:rsidR="00F17836" w:rsidRDefault="002C13D2" w:rsidP="009424C0">
      <w:pPr>
        <w:pStyle w:val="Courier10"/>
      </w:pPr>
      <w:r>
        <w:t xml:space="preserve">    </w:t>
      </w:r>
      <w:r w:rsidR="00F17836" w:rsidRPr="00917582">
        <w:t>END PROGRAM main</w:t>
      </w:r>
    </w:p>
    <w:p w:rsidR="00F96B34" w:rsidRDefault="00F96B34" w:rsidP="00B24781"/>
    <w:p w:rsidR="009B29FF" w:rsidRDefault="009B29FF" w:rsidP="00B24781">
      <w:r>
        <w:t>To enable Fortran 2003 features in HDF5</w:t>
      </w:r>
      <w:r w:rsidR="00017C59">
        <w:t>,</w:t>
      </w:r>
      <w:r>
        <w:t xml:space="preserve"> use</w:t>
      </w:r>
      <w:r w:rsidR="00017C59">
        <w:t xml:space="preserve"> the</w:t>
      </w:r>
      <w:r w:rsidR="00F96B34">
        <w:t xml:space="preserve"> </w:t>
      </w:r>
      <w:r w:rsidR="00034160" w:rsidRPr="001609DD">
        <w:rPr>
          <w:rFonts w:ascii="Courier New" w:hAnsi="Courier New" w:cs="Courier New"/>
          <w:sz w:val="20"/>
        </w:rPr>
        <w:t>--</w:t>
      </w:r>
      <w:r w:rsidR="00F96B34" w:rsidRPr="001609DD">
        <w:rPr>
          <w:rFonts w:ascii="Courier New" w:hAnsi="Courier New" w:cs="Courier New"/>
          <w:sz w:val="20"/>
        </w:rPr>
        <w:t>enable-fortran2003</w:t>
      </w:r>
      <w:r w:rsidR="00F96B34">
        <w:t xml:space="preserve"> configure flag</w:t>
      </w:r>
      <w:r w:rsidR="006E63BC">
        <w:t xml:space="preserve"> in addition to</w:t>
      </w:r>
      <w:r w:rsidR="00C35DD0">
        <w:t xml:space="preserve"> the</w:t>
      </w:r>
      <w:r w:rsidR="00034160">
        <w:t xml:space="preserve"> </w:t>
      </w:r>
      <w:r w:rsidR="00C552FB">
        <w:t xml:space="preserve"> </w:t>
      </w:r>
      <w:r w:rsidR="00034160" w:rsidRPr="001609DD">
        <w:rPr>
          <w:rFonts w:ascii="Courier New" w:hAnsi="Courier New" w:cs="Courier New"/>
          <w:sz w:val="20"/>
        </w:rPr>
        <w:t>--</w:t>
      </w:r>
      <w:r w:rsidR="006E63BC" w:rsidRPr="001609DD">
        <w:rPr>
          <w:rFonts w:ascii="Courier New" w:hAnsi="Courier New" w:cs="Courier New"/>
          <w:sz w:val="20"/>
        </w:rPr>
        <w:t>enable-fortran</w:t>
      </w:r>
      <w:r w:rsidR="006E63BC">
        <w:t xml:space="preserve"> </w:t>
      </w:r>
      <w:r w:rsidR="00C35DD0">
        <w:t xml:space="preserve">flag </w:t>
      </w:r>
      <w:r>
        <w:t xml:space="preserve">when </w:t>
      </w:r>
      <w:r w:rsidR="00034160">
        <w:t xml:space="preserve">configuring </w:t>
      </w:r>
      <w:r>
        <w:t xml:space="preserve">the </w:t>
      </w:r>
      <w:r w:rsidR="00034160">
        <w:t xml:space="preserve">HDF5 </w:t>
      </w:r>
      <w:r w:rsidR="00017C59">
        <w:t>Library</w:t>
      </w:r>
      <w:r>
        <w:t xml:space="preserve">. Configure checks </w:t>
      </w:r>
      <w:r w:rsidR="00017C59">
        <w:t xml:space="preserve">to see </w:t>
      </w:r>
      <w:r>
        <w:t xml:space="preserve">if </w:t>
      </w:r>
      <w:r w:rsidR="00017C59">
        <w:t xml:space="preserve">the </w:t>
      </w:r>
      <w:r>
        <w:t xml:space="preserve">Fortran compiler is compliant with the </w:t>
      </w:r>
      <w:r w:rsidR="006E63BC">
        <w:t>Fortran 2003 standard and enables</w:t>
      </w:r>
      <w:r>
        <w:t xml:space="preserve"> support for new features; if not,</w:t>
      </w:r>
      <w:r w:rsidR="006E63BC">
        <w:t xml:space="preserve"> configure will fail</w:t>
      </w:r>
      <w:r>
        <w:t xml:space="preserve">. </w:t>
      </w:r>
      <w:r w:rsidR="00C35DD0">
        <w:t xml:space="preserve">You can also </w:t>
      </w:r>
      <w:r>
        <w:t xml:space="preserve">check </w:t>
      </w:r>
      <w:r w:rsidR="00034160">
        <w:t xml:space="preserve">the </w:t>
      </w:r>
      <w:r>
        <w:t xml:space="preserve">summary in the </w:t>
      </w:r>
      <w:r w:rsidRPr="005A7AB0">
        <w:rPr>
          <w:rFonts w:ascii="Courier New" w:hAnsi="Courier New" w:cs="Courier New"/>
          <w:sz w:val="20"/>
          <w:szCs w:val="20"/>
        </w:rPr>
        <w:t>libhdf5.settings</w:t>
      </w:r>
      <w:r>
        <w:t xml:space="preserve"> file </w:t>
      </w:r>
      <w:r w:rsidR="006969CD">
        <w:t xml:space="preserve">found in the </w:t>
      </w:r>
      <w:r w:rsidR="006969CD" w:rsidRPr="00C35DD0">
        <w:rPr>
          <w:rFonts w:ascii="Courier New" w:hAnsi="Courier New" w:cs="Courier New"/>
          <w:sz w:val="20"/>
        </w:rPr>
        <w:t>lib</w:t>
      </w:r>
      <w:r w:rsidR="006969CD" w:rsidRPr="00C35DD0">
        <w:t xml:space="preserve"> </w:t>
      </w:r>
      <w:r w:rsidR="006969CD">
        <w:t xml:space="preserve">subdirectory under the installation point </w:t>
      </w:r>
      <w:r>
        <w:t>to check for F</w:t>
      </w:r>
      <w:r w:rsidR="006969CD">
        <w:t xml:space="preserve">ortran </w:t>
      </w:r>
      <w:r>
        <w:t>2003 support</w:t>
      </w:r>
      <w:r w:rsidR="00017C59">
        <w:t>. See the example below.</w:t>
      </w:r>
    </w:p>
    <w:p w:rsidR="0073731D" w:rsidRDefault="0073731D" w:rsidP="00B24781"/>
    <w:p w:rsidR="006969CD" w:rsidRPr="006969CD" w:rsidRDefault="006969CD" w:rsidP="009424C0">
      <w:pPr>
        <w:pStyle w:val="Courier10"/>
      </w:pPr>
      <w:r w:rsidRPr="006969CD">
        <w:t xml:space="preserve">            SUMMARY OF THE HDF5 CONFIGURATION</w:t>
      </w:r>
    </w:p>
    <w:p w:rsidR="006969CD" w:rsidRPr="006969CD" w:rsidRDefault="006969CD" w:rsidP="009424C0">
      <w:pPr>
        <w:pStyle w:val="Courier10"/>
      </w:pPr>
      <w:r w:rsidRPr="006969CD">
        <w:t xml:space="preserve">            =================================</w:t>
      </w:r>
    </w:p>
    <w:p w:rsidR="006969CD" w:rsidRDefault="006969CD" w:rsidP="009424C0">
      <w:pPr>
        <w:pStyle w:val="Courier10"/>
      </w:pPr>
      <w:r w:rsidRPr="006969CD">
        <w:t>…</w:t>
      </w:r>
    </w:p>
    <w:p w:rsidR="006969CD" w:rsidRPr="006969CD" w:rsidRDefault="006969CD" w:rsidP="009424C0">
      <w:pPr>
        <w:pStyle w:val="Courier10"/>
      </w:pPr>
    </w:p>
    <w:p w:rsidR="006969CD" w:rsidRPr="006969CD" w:rsidRDefault="006969CD" w:rsidP="009424C0">
      <w:pPr>
        <w:pStyle w:val="Courier10"/>
      </w:pPr>
      <w:r w:rsidRPr="006969CD">
        <w:t>Languages:</w:t>
      </w:r>
    </w:p>
    <w:p w:rsidR="006969CD" w:rsidRPr="006969CD" w:rsidRDefault="006969CD" w:rsidP="009424C0">
      <w:pPr>
        <w:pStyle w:val="Courier10"/>
      </w:pPr>
      <w:r w:rsidRPr="006969CD">
        <w:t>----------</w:t>
      </w:r>
    </w:p>
    <w:p w:rsidR="006969CD" w:rsidRPr="006969CD" w:rsidRDefault="006969CD" w:rsidP="009424C0">
      <w:pPr>
        <w:pStyle w:val="Courier10"/>
      </w:pPr>
      <w:r w:rsidRPr="006969CD">
        <w:t xml:space="preserve">                        Fortran: yes</w:t>
      </w:r>
    </w:p>
    <w:p w:rsidR="006969CD" w:rsidRPr="006969CD" w:rsidRDefault="006969CD" w:rsidP="009424C0">
      <w:pPr>
        <w:pStyle w:val="Courier10"/>
      </w:pPr>
      <w:r w:rsidRPr="006969CD">
        <w:t xml:space="preserve">               Fortran Compiler: /usr/local/bin/gfortran </w:t>
      </w:r>
      <w:r>
        <w:t>…</w:t>
      </w:r>
    </w:p>
    <w:p w:rsidR="006969CD" w:rsidRPr="006969CD" w:rsidRDefault="006969CD" w:rsidP="009424C0">
      <w:pPr>
        <w:pStyle w:val="Courier10"/>
      </w:pPr>
      <w:r w:rsidRPr="006969CD">
        <w:t xml:space="preserve">          Fortran 2003 Compiler: yes</w:t>
      </w:r>
    </w:p>
    <w:p w:rsidR="006969CD" w:rsidRDefault="00F96B34" w:rsidP="009424C0">
      <w:pPr>
        <w:pStyle w:val="Courier10"/>
      </w:pPr>
      <w:r>
        <w:t xml:space="preserve"> </w:t>
      </w:r>
      <w:r w:rsidR="006969CD" w:rsidRPr="006969CD">
        <w:t>…</w:t>
      </w:r>
    </w:p>
    <w:p w:rsidR="00A836E7" w:rsidRDefault="00A836E7" w:rsidP="006969CD"/>
    <w:p w:rsidR="00B1239C" w:rsidRDefault="00B1239C" w:rsidP="006969CD">
      <w:r>
        <w:t>The current implementation of the Fortran 2003 features was tested with the following compilers</w:t>
      </w:r>
      <w:r w:rsidR="00017C59">
        <w:t xml:space="preserve">: </w:t>
      </w:r>
    </w:p>
    <w:p w:rsidR="00C35DD0" w:rsidRDefault="00C35DD0" w:rsidP="006969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6480"/>
      </w:tblGrid>
      <w:tr w:rsidR="00034160" w:rsidTr="009424C0">
        <w:tc>
          <w:tcPr>
            <w:tcW w:w="3618" w:type="dxa"/>
          </w:tcPr>
          <w:p w:rsidR="00034160" w:rsidRPr="00B1239C" w:rsidRDefault="00034160" w:rsidP="006969CD">
            <w:pPr>
              <w:rPr>
                <w:b/>
              </w:rPr>
            </w:pPr>
            <w:r w:rsidRPr="00B1239C">
              <w:rPr>
                <w:b/>
              </w:rPr>
              <w:t>O</w:t>
            </w:r>
            <w:r w:rsidR="009424C0">
              <w:rPr>
                <w:b/>
              </w:rPr>
              <w:t xml:space="preserve">perating </w:t>
            </w:r>
            <w:r w:rsidRPr="00B1239C">
              <w:rPr>
                <w:b/>
              </w:rPr>
              <w:t>S</w:t>
            </w:r>
            <w:r w:rsidR="009424C0">
              <w:rPr>
                <w:b/>
              </w:rPr>
              <w:t>ystem</w:t>
            </w:r>
          </w:p>
        </w:tc>
        <w:tc>
          <w:tcPr>
            <w:tcW w:w="6480" w:type="dxa"/>
          </w:tcPr>
          <w:p w:rsidR="00034160" w:rsidRPr="00B1239C" w:rsidRDefault="00034160" w:rsidP="006969CD">
            <w:pPr>
              <w:rPr>
                <w:b/>
              </w:rPr>
            </w:pPr>
            <w:r w:rsidRPr="00B1239C">
              <w:rPr>
                <w:b/>
              </w:rPr>
              <w:t xml:space="preserve">Fortran </w:t>
            </w:r>
            <w:r w:rsidR="009424C0" w:rsidRPr="00B1239C">
              <w:rPr>
                <w:b/>
              </w:rPr>
              <w:t>Compiler</w:t>
            </w:r>
          </w:p>
        </w:tc>
      </w:tr>
      <w:tr w:rsidR="00034160" w:rsidTr="009424C0">
        <w:tc>
          <w:tcPr>
            <w:tcW w:w="3618" w:type="dxa"/>
          </w:tcPr>
          <w:p w:rsidR="00034160" w:rsidRDefault="00034160" w:rsidP="006969CD">
            <w:r>
              <w:t>Linux 32</w:t>
            </w:r>
            <w:r w:rsidR="004C6F1B">
              <w:t>-</w:t>
            </w:r>
            <w:r>
              <w:t xml:space="preserve"> and 64-bit systems</w:t>
            </w:r>
          </w:p>
        </w:tc>
        <w:tc>
          <w:tcPr>
            <w:tcW w:w="6480" w:type="dxa"/>
          </w:tcPr>
          <w:p w:rsidR="00034160" w:rsidRDefault="00034160" w:rsidP="006969CD">
            <w:r>
              <w:t xml:space="preserve">gfortran 4.5.* </w:t>
            </w:r>
          </w:p>
          <w:p w:rsidR="00034160" w:rsidRDefault="00034160" w:rsidP="006969CD">
            <w:r>
              <w:t>PGI Fortran 11.7</w:t>
            </w:r>
            <w:r w:rsidR="00C552FB">
              <w:t xml:space="preserve"> and 11.8</w:t>
            </w:r>
          </w:p>
          <w:p w:rsidR="00034160" w:rsidRDefault="00034160" w:rsidP="00C552FB">
            <w:r>
              <w:t xml:space="preserve">Intel 11.1 and </w:t>
            </w:r>
            <w:r w:rsidR="00C552FB">
              <w:t>12.0</w:t>
            </w:r>
          </w:p>
        </w:tc>
      </w:tr>
      <w:tr w:rsidR="00034160" w:rsidTr="009424C0">
        <w:tc>
          <w:tcPr>
            <w:tcW w:w="3618" w:type="dxa"/>
          </w:tcPr>
          <w:p w:rsidR="00034160" w:rsidRDefault="00034160" w:rsidP="006969CD">
            <w:r>
              <w:t xml:space="preserve">Mac OS X </w:t>
            </w:r>
          </w:p>
        </w:tc>
        <w:tc>
          <w:tcPr>
            <w:tcW w:w="6480" w:type="dxa"/>
          </w:tcPr>
          <w:p w:rsidR="00034160" w:rsidRDefault="00034160" w:rsidP="006969CD">
            <w:r>
              <w:t xml:space="preserve">gfortran 4.6.* </w:t>
            </w:r>
          </w:p>
        </w:tc>
      </w:tr>
      <w:tr w:rsidR="00034160" w:rsidTr="009424C0">
        <w:tc>
          <w:tcPr>
            <w:tcW w:w="3618" w:type="dxa"/>
          </w:tcPr>
          <w:p w:rsidR="00034160" w:rsidRDefault="00034160" w:rsidP="006969CD">
            <w:r>
              <w:t xml:space="preserve">SunOS </w:t>
            </w:r>
          </w:p>
        </w:tc>
        <w:tc>
          <w:tcPr>
            <w:tcW w:w="6480" w:type="dxa"/>
          </w:tcPr>
          <w:p w:rsidR="00034160" w:rsidRDefault="00034160" w:rsidP="006969CD">
            <w:r>
              <w:t>Oracle Studio 12.3 beta</w:t>
            </w:r>
          </w:p>
        </w:tc>
      </w:tr>
    </w:tbl>
    <w:p w:rsidR="00B1239C" w:rsidRDefault="00B1239C" w:rsidP="006969CD"/>
    <w:p w:rsidR="00C35DD0" w:rsidRDefault="00C35DD0" w:rsidP="006969CD"/>
    <w:p w:rsidR="00C35DD0" w:rsidRDefault="00C35DD0" w:rsidP="006969CD"/>
    <w:p w:rsidR="00A836E7" w:rsidRDefault="00A836E7" w:rsidP="00A836E7">
      <w:pPr>
        <w:pStyle w:val="Heading1"/>
      </w:pPr>
      <w:bookmarkStart w:id="9" w:name="_Toc308084133"/>
      <w:r>
        <w:lastRenderedPageBreak/>
        <w:t xml:space="preserve">New </w:t>
      </w:r>
      <w:r w:rsidR="008A5088">
        <w:t>Capabi</w:t>
      </w:r>
      <w:bookmarkStart w:id="10" w:name="NewCapabilitiesOfTheHdf5FortranLibrary"/>
      <w:bookmarkEnd w:id="10"/>
      <w:r w:rsidR="008A5088">
        <w:t xml:space="preserve">lities </w:t>
      </w:r>
      <w:r>
        <w:t xml:space="preserve">of the HDF5 Fortran </w:t>
      </w:r>
      <w:r w:rsidR="008A5088">
        <w:t>Library</w:t>
      </w:r>
      <w:bookmarkEnd w:id="9"/>
    </w:p>
    <w:p w:rsidR="00DA78E6" w:rsidRDefault="00073C29" w:rsidP="00F86C82">
      <w:r>
        <w:t xml:space="preserve">This section describes in more detail how different Fortran data types, HDF5 datatypes, and HDF5 callback functions are handled in </w:t>
      </w:r>
      <w:r w:rsidR="00F86C82">
        <w:t xml:space="preserve">HDF5 Release </w:t>
      </w:r>
      <w:r>
        <w:t xml:space="preserve">1.8.8. The source code of the examples </w:t>
      </w:r>
      <w:r w:rsidR="00943AB1">
        <w:t xml:space="preserve">in this section </w:t>
      </w:r>
      <w:r>
        <w:t xml:space="preserve">can be downloaded from </w:t>
      </w:r>
      <w:hyperlink r:id="rId15" w:history="1">
        <w:r w:rsidRPr="001B7157">
          <w:rPr>
            <w:rStyle w:val="Hyperlink"/>
          </w:rPr>
          <w:t>http://www.hdfgroup.org/ftp/HDF5/examples/examples-by-api/api18-fortran.html</w:t>
        </w:r>
      </w:hyperlink>
      <w:r>
        <w:t>. Check for the files with names containing the “</w:t>
      </w:r>
      <w:r w:rsidRPr="00446975">
        <w:rPr>
          <w:rFonts w:ascii="Courier New" w:hAnsi="Courier New" w:cs="Courier New"/>
          <w:sz w:val="20"/>
        </w:rPr>
        <w:t>F03</w:t>
      </w:r>
      <w:r>
        <w:t>” string.</w:t>
      </w:r>
    </w:p>
    <w:p w:rsidR="00073C29" w:rsidRDefault="00073C29" w:rsidP="00073C29"/>
    <w:p w:rsidR="00DA78E6" w:rsidRDefault="00DA78E6" w:rsidP="00360E37"/>
    <w:p w:rsidR="00DA78E6" w:rsidRPr="00DA78E6" w:rsidRDefault="00DA78E6" w:rsidP="00360E37"/>
    <w:p w:rsidR="00543D4B" w:rsidRDefault="00AC7BCE" w:rsidP="00543D4B">
      <w:pPr>
        <w:pStyle w:val="Heading2"/>
      </w:pPr>
      <w:bookmarkStart w:id="11" w:name="_Toc308084134"/>
      <w:r>
        <w:t xml:space="preserve">Fortran </w:t>
      </w:r>
      <w:r w:rsidR="00D65C67" w:rsidRPr="005A7AB0">
        <w:rPr>
          <w:rFonts w:ascii="Courier New" w:hAnsi="Courier New" w:cs="Courier New"/>
          <w:sz w:val="28"/>
          <w:szCs w:val="28"/>
        </w:rPr>
        <w:t>INTEGER</w:t>
      </w:r>
      <w:r w:rsidR="00D65C67">
        <w:t xml:space="preserve"> and </w:t>
      </w:r>
      <w:r w:rsidR="00D65C67" w:rsidRPr="005A7AB0">
        <w:rPr>
          <w:rFonts w:ascii="Courier New" w:hAnsi="Courier New" w:cs="Courier New"/>
          <w:sz w:val="28"/>
          <w:szCs w:val="28"/>
        </w:rPr>
        <w:t>REAL</w:t>
      </w:r>
      <w:r w:rsidR="00D65C67">
        <w:t xml:space="preserve"> </w:t>
      </w:r>
      <w:r w:rsidR="008A5088">
        <w:t>Data Types</w:t>
      </w:r>
      <w:bookmarkEnd w:id="11"/>
    </w:p>
    <w:p w:rsidR="00543D4B" w:rsidRDefault="00AC7BCE" w:rsidP="00543D4B">
      <w:r>
        <w:t xml:space="preserve">Fortran has five intrinsic </w:t>
      </w:r>
      <w:r w:rsidR="006B614D">
        <w:t xml:space="preserve">data </w:t>
      </w:r>
      <w:r>
        <w:t xml:space="preserve">types: </w:t>
      </w:r>
      <w:r w:rsidRPr="00360E37">
        <w:rPr>
          <w:rFonts w:ascii="Courier New" w:hAnsi="Courier New" w:cs="Courier New"/>
          <w:sz w:val="20"/>
          <w:szCs w:val="20"/>
        </w:rPr>
        <w:t>INTEGER</w:t>
      </w:r>
      <w:r w:rsidRPr="00E07BBC">
        <w:t>,</w:t>
      </w:r>
      <w:r w:rsidR="008A5088" w:rsidRPr="00E07BBC">
        <w:t xml:space="preserve"> </w:t>
      </w:r>
      <w:r w:rsidRPr="00360E37">
        <w:rPr>
          <w:rFonts w:ascii="Courier New" w:hAnsi="Courier New" w:cs="Courier New"/>
          <w:sz w:val="20"/>
          <w:szCs w:val="20"/>
        </w:rPr>
        <w:t>REAL</w:t>
      </w:r>
      <w:r w:rsidRPr="00E07BBC">
        <w:t>,</w:t>
      </w:r>
      <w:r w:rsidR="008A5088" w:rsidRPr="00E07BBC">
        <w:t xml:space="preserve"> </w:t>
      </w:r>
      <w:r w:rsidRPr="00360E37">
        <w:rPr>
          <w:rFonts w:ascii="Courier New" w:hAnsi="Courier New" w:cs="Courier New"/>
          <w:sz w:val="20"/>
        </w:rPr>
        <w:t>COMPLEX</w:t>
      </w:r>
      <w:r w:rsidRPr="00E07BBC">
        <w:t>,</w:t>
      </w:r>
      <w:r w:rsidR="008A5088" w:rsidRPr="00E07BBC">
        <w:t xml:space="preserve"> </w:t>
      </w:r>
      <w:r w:rsidRPr="00360E37">
        <w:rPr>
          <w:rFonts w:ascii="Courier New" w:hAnsi="Courier New" w:cs="Courier New"/>
          <w:sz w:val="20"/>
        </w:rPr>
        <w:t>CHARACTER</w:t>
      </w:r>
      <w:r w:rsidR="00E07BBC" w:rsidRPr="00E07BBC">
        <w:t>,</w:t>
      </w:r>
      <w:r w:rsidRPr="00E07BBC">
        <w:t xml:space="preserve"> </w:t>
      </w:r>
      <w:r>
        <w:t xml:space="preserve">and </w:t>
      </w:r>
      <w:r w:rsidRPr="00360E37">
        <w:rPr>
          <w:rFonts w:ascii="Courier New" w:hAnsi="Courier New" w:cs="Courier New"/>
          <w:sz w:val="20"/>
        </w:rPr>
        <w:t>LOGICAL</w:t>
      </w:r>
      <w:r>
        <w:t xml:space="preserve">. </w:t>
      </w:r>
      <w:r w:rsidR="008A5088">
        <w:t xml:space="preserve">The </w:t>
      </w:r>
      <w:r>
        <w:t xml:space="preserve">Fortran 90 standard introduced a property called </w:t>
      </w:r>
      <w:r w:rsidRPr="00360E37">
        <w:rPr>
          <w:rFonts w:ascii="Courier New" w:hAnsi="Courier New" w:cs="Courier New"/>
          <w:sz w:val="20"/>
        </w:rPr>
        <w:t>KIND</w:t>
      </w:r>
      <w:r>
        <w:t xml:space="preserve"> that characterized precision and range for the first three types and storage presentation for the last two. Only one kind is required by the standard, but a processor may provide more</w:t>
      </w:r>
      <w:r w:rsidR="008A5088">
        <w:t>.</w:t>
      </w:r>
      <w:r>
        <w:t xml:space="preserve"> </w:t>
      </w:r>
      <w:r w:rsidR="008A5088">
        <w:t xml:space="preserve">For </w:t>
      </w:r>
      <w:r>
        <w:t xml:space="preserve">example, very often there will be two kinds of </w:t>
      </w:r>
      <w:r w:rsidRPr="00360E37">
        <w:rPr>
          <w:rFonts w:ascii="Courier New" w:hAnsi="Courier New" w:cs="Courier New"/>
          <w:sz w:val="20"/>
        </w:rPr>
        <w:t>REAL</w:t>
      </w:r>
      <w:r>
        <w:t xml:space="preserve"> </w:t>
      </w:r>
      <w:r w:rsidR="008A5088">
        <w:t xml:space="preserve">data types </w:t>
      </w:r>
      <w:r>
        <w:t>that correspond to single and double precision.</w:t>
      </w:r>
    </w:p>
    <w:p w:rsidR="008A5088" w:rsidRDefault="008A5088" w:rsidP="00543D4B"/>
    <w:p w:rsidR="00543D4B" w:rsidRDefault="008A5088" w:rsidP="00023FE9">
      <w:r>
        <w:t xml:space="preserve">The </w:t>
      </w:r>
      <w:r w:rsidR="00AC7BCE">
        <w:t xml:space="preserve">HDF5 Fortran </w:t>
      </w:r>
      <w:r>
        <w:t xml:space="preserve">Library </w:t>
      </w:r>
      <w:r w:rsidR="00480230">
        <w:t xml:space="preserve">before version 1.8.8 could </w:t>
      </w:r>
      <w:r w:rsidR="00AC7BCE">
        <w:t xml:space="preserve">handle only </w:t>
      </w:r>
      <w:r w:rsidR="00AC7BCE" w:rsidRPr="00360E37">
        <w:rPr>
          <w:rFonts w:ascii="Courier New" w:hAnsi="Courier New" w:cs="Courier New"/>
          <w:sz w:val="20"/>
        </w:rPr>
        <w:t>INTEGER</w:t>
      </w:r>
      <w:r w:rsidR="00AC7BCE" w:rsidRPr="00446975">
        <w:t xml:space="preserve">, </w:t>
      </w:r>
      <w:r w:rsidR="00AC7BCE" w:rsidRPr="00360E37">
        <w:rPr>
          <w:rFonts w:ascii="Courier New" w:hAnsi="Courier New" w:cs="Courier New"/>
          <w:sz w:val="20"/>
        </w:rPr>
        <w:t>REAL</w:t>
      </w:r>
      <w:r w:rsidRPr="00446975">
        <w:t>,</w:t>
      </w:r>
      <w:r w:rsidR="00AC7BCE" w:rsidRPr="00446975">
        <w:t xml:space="preserve"> </w:t>
      </w:r>
      <w:r w:rsidR="00AC7BCE">
        <w:t xml:space="preserve">and </w:t>
      </w:r>
      <w:r w:rsidR="00AC7BCE" w:rsidRPr="00360E37">
        <w:rPr>
          <w:rFonts w:ascii="Courier New" w:hAnsi="Courier New" w:cs="Courier New"/>
          <w:sz w:val="20"/>
        </w:rPr>
        <w:t>CHARACTER</w:t>
      </w:r>
      <w:r w:rsidR="00AC7BCE">
        <w:t xml:space="preserve"> types, and an obsolete </w:t>
      </w:r>
      <w:r w:rsidR="00AC7BCE" w:rsidRPr="00360E37">
        <w:rPr>
          <w:rFonts w:ascii="Courier New" w:hAnsi="Courier New" w:cs="Courier New"/>
          <w:sz w:val="20"/>
        </w:rPr>
        <w:t>DOUBLE PRECISION</w:t>
      </w:r>
      <w:r w:rsidR="00AC7BCE">
        <w:t xml:space="preserve"> type. It </w:t>
      </w:r>
      <w:r w:rsidR="00480230">
        <w:t xml:space="preserve">could not </w:t>
      </w:r>
      <w:r w:rsidR="00AC7BCE">
        <w:t xml:space="preserve">support </w:t>
      </w:r>
      <w:r w:rsidR="00AC7BCE" w:rsidRPr="00360E37">
        <w:rPr>
          <w:rFonts w:ascii="Courier New" w:hAnsi="Courier New" w:cs="Courier New"/>
          <w:sz w:val="20"/>
        </w:rPr>
        <w:t>COMPLEX</w:t>
      </w:r>
      <w:r w:rsidR="00AC7BCE">
        <w:t xml:space="preserve"> and </w:t>
      </w:r>
      <w:r w:rsidR="00AC7BCE" w:rsidRPr="00360E37">
        <w:rPr>
          <w:rFonts w:ascii="Courier New" w:hAnsi="Courier New" w:cs="Courier New"/>
          <w:sz w:val="20"/>
        </w:rPr>
        <w:t>LOGICAL</w:t>
      </w:r>
      <w:r w:rsidR="00AC7BCE">
        <w:t xml:space="preserve"> types because there is no support for the corresponding C types in the HDF5 C </w:t>
      </w:r>
      <w:r w:rsidR="009520C2">
        <w:t>Library</w:t>
      </w:r>
      <w:r w:rsidR="00AC7BCE">
        <w:t xml:space="preserve">. </w:t>
      </w:r>
      <w:r w:rsidR="009520C2">
        <w:t xml:space="preserve">The library </w:t>
      </w:r>
      <w:r w:rsidR="00401BD4">
        <w:t>also does</w:t>
      </w:r>
      <w:r w:rsidR="009520C2">
        <w:t xml:space="preserve"> </w:t>
      </w:r>
      <w:r w:rsidR="00401BD4">
        <w:t>n</w:t>
      </w:r>
      <w:r w:rsidR="009520C2">
        <w:t>o</w:t>
      </w:r>
      <w:r w:rsidR="00401BD4">
        <w:t xml:space="preserve">t support intrinsic types of </w:t>
      </w:r>
      <w:r w:rsidR="00B357BC">
        <w:t xml:space="preserve">a </w:t>
      </w:r>
      <w:r w:rsidR="00401BD4">
        <w:t xml:space="preserve">non-default kind. For example, if a processor supports </w:t>
      </w:r>
      <w:r w:rsidR="00446975">
        <w:t xml:space="preserve">a </w:t>
      </w:r>
      <w:r w:rsidR="00401BD4">
        <w:t>one</w:t>
      </w:r>
      <w:r w:rsidR="00446975">
        <w:t>-</w:t>
      </w:r>
      <w:r w:rsidR="00401BD4">
        <w:t xml:space="preserve">byte integer </w:t>
      </w:r>
      <w:r w:rsidR="00446975">
        <w:t xml:space="preserve">type </w:t>
      </w:r>
      <w:r w:rsidR="00401BD4">
        <w:t xml:space="preserve">and </w:t>
      </w:r>
      <w:r w:rsidR="00446975">
        <w:t xml:space="preserve">an </w:t>
      </w:r>
      <w:r w:rsidR="00401BD4">
        <w:t>application has to store integers with the values be</w:t>
      </w:r>
      <w:r w:rsidR="00023FE9">
        <w:t xml:space="preserve">tween -128 to 127, it has to use </w:t>
      </w:r>
      <w:r w:rsidR="00401BD4" w:rsidRPr="00360E37">
        <w:rPr>
          <w:rFonts w:ascii="Courier New" w:hAnsi="Courier New" w:cs="Courier New"/>
          <w:sz w:val="20"/>
        </w:rPr>
        <w:t>INTEGER</w:t>
      </w:r>
      <w:r w:rsidR="00023FE9">
        <w:t xml:space="preserve"> type buffers and rely on HDF5 to perform conversion to store </w:t>
      </w:r>
      <w:r w:rsidR="00D107F2">
        <w:t>one-byte</w:t>
      </w:r>
      <w:r w:rsidR="00023FE9">
        <w:t xml:space="preserve"> integers in the HDF5 file. </w:t>
      </w:r>
    </w:p>
    <w:p w:rsidR="008A5088" w:rsidRDefault="008A5088" w:rsidP="00023FE9"/>
    <w:p w:rsidR="00023FE9" w:rsidRDefault="001B1BCB" w:rsidP="00023FE9">
      <w:pPr>
        <w:rPr>
          <w:szCs w:val="24"/>
        </w:rPr>
      </w:pPr>
      <w:r>
        <w:t xml:space="preserve">The </w:t>
      </w:r>
      <w:r w:rsidR="00023FE9">
        <w:t xml:space="preserve">C interoperability </w:t>
      </w:r>
      <w:r>
        <w:t xml:space="preserve">that was </w:t>
      </w:r>
      <w:r w:rsidR="00023FE9">
        <w:t>introduced by the Fortran 200</w:t>
      </w:r>
      <w:r w:rsidR="00313BFE">
        <w:t xml:space="preserve">3 standard allows </w:t>
      </w:r>
      <w:r w:rsidR="009520C2">
        <w:t xml:space="preserve">the </w:t>
      </w:r>
      <w:r w:rsidR="00313BFE">
        <w:t xml:space="preserve">HDF5 Fortran </w:t>
      </w:r>
      <w:r w:rsidR="009520C2">
        <w:t xml:space="preserve">Library </w:t>
      </w:r>
      <w:r w:rsidR="00023FE9">
        <w:t xml:space="preserve">to support any kind of </w:t>
      </w:r>
      <w:r w:rsidR="00023FE9" w:rsidRPr="00360E37">
        <w:rPr>
          <w:rFonts w:ascii="Courier New" w:hAnsi="Courier New" w:cs="Courier New"/>
          <w:sz w:val="20"/>
        </w:rPr>
        <w:t>INTEGER</w:t>
      </w:r>
      <w:r w:rsidR="00023FE9" w:rsidRPr="00686638">
        <w:t xml:space="preserve"> </w:t>
      </w:r>
      <w:r w:rsidR="00686638" w:rsidRPr="00686638">
        <w:t>or</w:t>
      </w:r>
      <w:r w:rsidR="00023FE9" w:rsidRPr="00686638">
        <w:t xml:space="preserve"> </w:t>
      </w:r>
      <w:r w:rsidR="00023FE9" w:rsidRPr="00360E37">
        <w:rPr>
          <w:rFonts w:ascii="Courier New" w:hAnsi="Courier New" w:cs="Courier New"/>
          <w:sz w:val="20"/>
        </w:rPr>
        <w:t>REAL</w:t>
      </w:r>
      <w:r w:rsidR="003D47AA" w:rsidRPr="00686638">
        <w:t xml:space="preserve"> </w:t>
      </w:r>
      <w:r w:rsidR="003D47AA" w:rsidRPr="003D47AA">
        <w:rPr>
          <w:szCs w:val="24"/>
        </w:rPr>
        <w:t>types</w:t>
      </w:r>
      <w:r w:rsidR="00C552FB">
        <w:rPr>
          <w:szCs w:val="24"/>
        </w:rPr>
        <w:t xml:space="preserve"> as discussed in the following sections</w:t>
      </w:r>
      <w:r w:rsidR="00313BFE" w:rsidRPr="00313BFE">
        <w:rPr>
          <w:szCs w:val="24"/>
        </w:rPr>
        <w:t>.</w:t>
      </w:r>
    </w:p>
    <w:p w:rsidR="00DA78E6" w:rsidRDefault="00DA78E6" w:rsidP="00023FE9">
      <w:pPr>
        <w:rPr>
          <w:szCs w:val="24"/>
        </w:rPr>
      </w:pPr>
    </w:p>
    <w:p w:rsidR="00DA78E6" w:rsidRDefault="00DA78E6" w:rsidP="00023FE9">
      <w:pPr>
        <w:rPr>
          <w:szCs w:val="24"/>
        </w:rPr>
      </w:pPr>
    </w:p>
    <w:p w:rsidR="00DA78E6" w:rsidRDefault="00DA78E6" w:rsidP="00023FE9"/>
    <w:p w:rsidR="00B33A31" w:rsidRDefault="005F5EC0" w:rsidP="00600670">
      <w:pPr>
        <w:pStyle w:val="Heading3"/>
      </w:pPr>
      <w:bookmarkStart w:id="12" w:name="_Toc308084135"/>
      <w:r>
        <w:t>F</w:t>
      </w:r>
      <w:r w:rsidR="00B33A31">
        <w:t xml:space="preserve">unction to </w:t>
      </w:r>
      <w:r w:rsidR="008A5088">
        <w:t xml:space="preserve">Convert </w:t>
      </w:r>
      <w:r w:rsidR="00A00714">
        <w:t xml:space="preserve">an </w:t>
      </w:r>
      <w:r w:rsidR="008A5088">
        <w:t xml:space="preserve">Intrinsic </w:t>
      </w:r>
      <w:r w:rsidRPr="00360E37">
        <w:rPr>
          <w:rFonts w:ascii="Courier New" w:hAnsi="Courier New" w:cs="Courier New"/>
          <w:sz w:val="22"/>
        </w:rPr>
        <w:t>INTEGER</w:t>
      </w:r>
      <w:r>
        <w:t xml:space="preserve"> </w:t>
      </w:r>
      <w:r w:rsidR="00A00714">
        <w:t>or</w:t>
      </w:r>
      <w:r>
        <w:t xml:space="preserve"> </w:t>
      </w:r>
      <w:r w:rsidRPr="00360E37">
        <w:rPr>
          <w:rFonts w:ascii="Courier New" w:hAnsi="Courier New" w:cs="Courier New"/>
          <w:sz w:val="22"/>
        </w:rPr>
        <w:t>REAL</w:t>
      </w:r>
      <w:r w:rsidR="00A00714">
        <w:t xml:space="preserve"> Fortran </w:t>
      </w:r>
      <w:r w:rsidR="00480230">
        <w:t xml:space="preserve">Data </w:t>
      </w:r>
      <w:r w:rsidR="008A5088">
        <w:t xml:space="preserve">Type </w:t>
      </w:r>
      <w:r w:rsidR="00B33A31">
        <w:t xml:space="preserve">to </w:t>
      </w:r>
      <w:r w:rsidR="00526CAA">
        <w:t xml:space="preserve">an </w:t>
      </w:r>
      <w:r w:rsidR="00B33A31">
        <w:t xml:space="preserve">HDF5 </w:t>
      </w:r>
      <w:r w:rsidR="00480230">
        <w:t>Datatype</w:t>
      </w:r>
      <w:bookmarkEnd w:id="12"/>
    </w:p>
    <w:p w:rsidR="00B33A31" w:rsidRDefault="00B357BC" w:rsidP="00A14B53">
      <w:r>
        <w:t xml:space="preserve">The HDF5 Fortran </w:t>
      </w:r>
      <w:r w:rsidR="009520C2">
        <w:t xml:space="preserve">Library </w:t>
      </w:r>
      <w:r>
        <w:t xml:space="preserve">provides predefined HDF5 datatypes that correspond to the Fortran intrinsic types </w:t>
      </w:r>
      <w:r w:rsidRPr="00360E37">
        <w:rPr>
          <w:rFonts w:ascii="Courier New" w:hAnsi="Courier New" w:cs="Courier New"/>
          <w:sz w:val="20"/>
        </w:rPr>
        <w:t>INTEGER</w:t>
      </w:r>
      <w:r w:rsidRPr="00AC7BCE">
        <w:rPr>
          <w:rFonts w:ascii="Consolas" w:hAnsi="Consolas"/>
        </w:rPr>
        <w:t>,</w:t>
      </w:r>
      <w:r>
        <w:t xml:space="preserve"> </w:t>
      </w:r>
      <w:r w:rsidRPr="00360E37">
        <w:rPr>
          <w:rFonts w:ascii="Courier New" w:hAnsi="Courier New" w:cs="Courier New"/>
          <w:sz w:val="20"/>
        </w:rPr>
        <w:t>REAL</w:t>
      </w:r>
      <w:r w:rsidR="009520C2">
        <w:rPr>
          <w:rFonts w:ascii="Consolas" w:hAnsi="Consolas"/>
        </w:rPr>
        <w:t>,</w:t>
      </w:r>
      <w:r>
        <w:t xml:space="preserve"> and </w:t>
      </w:r>
      <w:r w:rsidRPr="00360E37">
        <w:rPr>
          <w:rFonts w:ascii="Courier New" w:hAnsi="Courier New" w:cs="Courier New"/>
          <w:sz w:val="20"/>
        </w:rPr>
        <w:t>CHARACTER</w:t>
      </w:r>
      <w:r>
        <w:t xml:space="preserve">: </w:t>
      </w:r>
      <w:r w:rsidRPr="00360E37">
        <w:rPr>
          <w:rFonts w:ascii="Courier New" w:hAnsi="Courier New" w:cs="Courier New"/>
          <w:sz w:val="20"/>
        </w:rPr>
        <w:t>H5T_NATIVE_INTEGER</w:t>
      </w:r>
      <w:r w:rsidRPr="00A14B53">
        <w:rPr>
          <w:rFonts w:ascii="Consolas" w:hAnsi="Consolas"/>
        </w:rPr>
        <w:t xml:space="preserve">, </w:t>
      </w:r>
      <w:r w:rsidRPr="00360E37">
        <w:rPr>
          <w:rFonts w:ascii="Courier New" w:hAnsi="Courier New" w:cs="Courier New"/>
          <w:sz w:val="20"/>
        </w:rPr>
        <w:t>H5T_NATIVE_REAL</w:t>
      </w:r>
      <w:r w:rsidR="009520C2">
        <w:rPr>
          <w:rFonts w:ascii="Consolas" w:hAnsi="Consolas"/>
        </w:rPr>
        <w:t>,</w:t>
      </w:r>
      <w:r>
        <w:t xml:space="preserve"> and </w:t>
      </w:r>
      <w:r w:rsidRPr="00360E37">
        <w:rPr>
          <w:rFonts w:ascii="Courier New" w:hAnsi="Courier New" w:cs="Courier New"/>
          <w:sz w:val="20"/>
        </w:rPr>
        <w:t>H5T_NATIVE_CHARACTER</w:t>
      </w:r>
      <w:r>
        <w:t xml:space="preserve">. </w:t>
      </w:r>
      <w:r w:rsidR="00A00714">
        <w:t xml:space="preserve">There are no </w:t>
      </w:r>
      <w:r w:rsidR="0000190A">
        <w:t xml:space="preserve">HDF5 </w:t>
      </w:r>
      <w:r w:rsidR="00A00714">
        <w:t xml:space="preserve">predefined types for </w:t>
      </w:r>
      <w:r w:rsidR="0000190A">
        <w:t xml:space="preserve">kinds of </w:t>
      </w:r>
      <w:r w:rsidR="0060246A" w:rsidRPr="0060246A">
        <w:rPr>
          <w:rFonts w:ascii="Courier New" w:hAnsi="Courier New" w:cs="Courier New"/>
          <w:sz w:val="20"/>
        </w:rPr>
        <w:t>INTEGERS</w:t>
      </w:r>
      <w:r w:rsidR="0060246A">
        <w:t xml:space="preserve"> </w:t>
      </w:r>
      <w:r w:rsidR="0000190A">
        <w:t xml:space="preserve">and </w:t>
      </w:r>
      <w:r w:rsidR="0060246A" w:rsidRPr="0060246A">
        <w:rPr>
          <w:rFonts w:ascii="Courier New" w:hAnsi="Courier New" w:cs="Courier New"/>
          <w:sz w:val="20"/>
        </w:rPr>
        <w:t>REALS</w:t>
      </w:r>
      <w:r w:rsidR="0060246A">
        <w:t xml:space="preserve"> </w:t>
      </w:r>
      <w:r w:rsidR="0000190A">
        <w:t xml:space="preserve">that may be available on the system.  </w:t>
      </w:r>
      <w:r w:rsidR="00FC6FA0">
        <w:t>To find a corresponding HDF5 datatype</w:t>
      </w:r>
      <w:r w:rsidR="000B7FA8">
        <w:t>,</w:t>
      </w:r>
      <w:r w:rsidR="00FC6FA0">
        <w:t xml:space="preserve"> </w:t>
      </w:r>
      <w:r w:rsidR="0060246A">
        <w:t>use the</w:t>
      </w:r>
      <w:r w:rsidR="00A00714">
        <w:t xml:space="preserve"> n</w:t>
      </w:r>
      <w:r w:rsidR="00B33A31">
        <w:t>ew function</w:t>
      </w:r>
      <w:r w:rsidR="00526CAA">
        <w:t xml:space="preserve"> </w:t>
      </w:r>
      <w:r w:rsidR="00A00714" w:rsidRPr="000B7FA8">
        <w:rPr>
          <w:rFonts w:ascii="Courier New" w:hAnsi="Courier New" w:cs="Courier New"/>
          <w:sz w:val="20"/>
        </w:rPr>
        <w:t>h5kind_to_type</w:t>
      </w:r>
      <w:r w:rsidR="0060246A" w:rsidRPr="0060246A">
        <w:t>.</w:t>
      </w:r>
      <w:r w:rsidR="00A00714" w:rsidRPr="0060246A">
        <w:t xml:space="preserve"> </w:t>
      </w:r>
      <w:r w:rsidR="0060246A">
        <w:t xml:space="preserve">The </w:t>
      </w:r>
      <w:r w:rsidR="00A00714">
        <w:t>s</w:t>
      </w:r>
      <w:r w:rsidR="00526CAA">
        <w:t xml:space="preserve">ignature </w:t>
      </w:r>
      <w:r w:rsidR="0060246A">
        <w:t xml:space="preserve">is </w:t>
      </w:r>
      <w:r w:rsidR="00526CAA">
        <w:t>show</w:t>
      </w:r>
      <w:r w:rsidR="0000190A">
        <w:t>n</w:t>
      </w:r>
      <w:r w:rsidR="0060246A">
        <w:t xml:space="preserve"> below</w:t>
      </w:r>
      <w:r w:rsidR="00526CAA">
        <w:t>:</w:t>
      </w:r>
    </w:p>
    <w:p w:rsidR="009520C2" w:rsidRDefault="009520C2" w:rsidP="00A14B53"/>
    <w:p w:rsidR="00526CAA" w:rsidRDefault="00526CAA" w:rsidP="00360E37">
      <w:pPr>
        <w:pStyle w:val="Courier10"/>
      </w:pPr>
      <w:r w:rsidRPr="00526CAA">
        <w:t>INTEGER(HID_T) FUNCTION h5kind_to_type(kind, flag) RESULT(h5_type)</w:t>
      </w:r>
    </w:p>
    <w:p w:rsidR="009520C2" w:rsidRPr="00526CAA" w:rsidRDefault="009520C2" w:rsidP="009520C2"/>
    <w:p w:rsidR="00526CAA" w:rsidRDefault="0060246A" w:rsidP="00B33A31">
      <w:pPr>
        <w:rPr>
          <w:szCs w:val="24"/>
        </w:rPr>
      </w:pPr>
      <w:r w:rsidRPr="0060246A">
        <w:t xml:space="preserve">The </w:t>
      </w:r>
      <w:r w:rsidR="006D1441" w:rsidRPr="006D1441">
        <w:rPr>
          <w:rFonts w:ascii="Courier New" w:hAnsi="Courier New" w:cs="Courier New"/>
          <w:sz w:val="20"/>
        </w:rPr>
        <w:t>flag</w:t>
      </w:r>
      <w:r w:rsidR="006D1441">
        <w:t xml:space="preserve"> </w:t>
      </w:r>
      <w:r>
        <w:t xml:space="preserve">parameter </w:t>
      </w:r>
      <w:r w:rsidR="00526CAA">
        <w:t>can be</w:t>
      </w:r>
      <w:r w:rsidR="006D1441">
        <w:t xml:space="preserve"> either</w:t>
      </w:r>
      <w:r w:rsidR="00526CAA">
        <w:t xml:space="preserve"> </w:t>
      </w:r>
      <w:r w:rsidR="00526CAA" w:rsidRPr="00360E37">
        <w:rPr>
          <w:rFonts w:ascii="Courier New" w:hAnsi="Courier New" w:cs="Courier New"/>
          <w:sz w:val="20"/>
        </w:rPr>
        <w:t>H5_INTEGER_KIND</w:t>
      </w:r>
      <w:r w:rsidR="00526CAA">
        <w:t xml:space="preserve"> or </w:t>
      </w:r>
      <w:r w:rsidR="00526CAA" w:rsidRPr="00360E37">
        <w:rPr>
          <w:rFonts w:ascii="Courier New" w:hAnsi="Courier New" w:cs="Courier New"/>
          <w:sz w:val="20"/>
        </w:rPr>
        <w:t>H5_REAL_KIND</w:t>
      </w:r>
      <w:r w:rsidR="008A43F8">
        <w:rPr>
          <w:rFonts w:ascii="Consolas" w:hAnsi="Consolas"/>
        </w:rPr>
        <w:t xml:space="preserve">. </w:t>
      </w:r>
      <w:r w:rsidR="008A43F8">
        <w:rPr>
          <w:szCs w:val="24"/>
        </w:rPr>
        <w:t xml:space="preserve">For example, </w:t>
      </w:r>
      <w:r w:rsidR="006D1441">
        <w:rPr>
          <w:szCs w:val="24"/>
        </w:rPr>
        <w:t>suppose</w:t>
      </w:r>
      <w:r w:rsidR="008A43F8">
        <w:rPr>
          <w:szCs w:val="24"/>
        </w:rPr>
        <w:t xml:space="preserve"> </w:t>
      </w:r>
      <w:r w:rsidR="006D1441">
        <w:rPr>
          <w:szCs w:val="24"/>
        </w:rPr>
        <w:t xml:space="preserve">an </w:t>
      </w:r>
      <w:r w:rsidR="008A43F8">
        <w:rPr>
          <w:szCs w:val="24"/>
        </w:rPr>
        <w:t xml:space="preserve">application uses an integer variable array declared as </w:t>
      </w:r>
      <w:r w:rsidR="006D1441">
        <w:rPr>
          <w:szCs w:val="24"/>
        </w:rPr>
        <w:t>the following:</w:t>
      </w:r>
    </w:p>
    <w:p w:rsidR="006D1441" w:rsidRDefault="006D1441" w:rsidP="00B33A31">
      <w:pPr>
        <w:rPr>
          <w:szCs w:val="24"/>
        </w:rPr>
      </w:pPr>
    </w:p>
    <w:p w:rsidR="008A43F8" w:rsidRDefault="008A43F8" w:rsidP="00360E37">
      <w:pPr>
        <w:pStyle w:val="Courier10"/>
      </w:pPr>
      <w:r w:rsidRPr="00686F75">
        <w:rPr>
          <w:highlight w:val="lightGray"/>
        </w:rPr>
        <w:t>I</w:t>
      </w:r>
      <w:r w:rsidR="00686F75" w:rsidRPr="00686F75">
        <w:rPr>
          <w:highlight w:val="lightGray"/>
        </w:rPr>
        <w:t>NTEGER(SELECTED_INT_KIND (5))</w:t>
      </w:r>
      <w:r w:rsidR="00A46F88">
        <w:rPr>
          <w:highlight w:val="lightGray"/>
        </w:rPr>
        <w:t>, DIMENSION(100), TARGET ::</w:t>
      </w:r>
      <w:r w:rsidR="00686F75" w:rsidRPr="00686F75">
        <w:rPr>
          <w:highlight w:val="lightGray"/>
        </w:rPr>
        <w:t xml:space="preserve"> ivar</w:t>
      </w:r>
    </w:p>
    <w:p w:rsidR="006D1441" w:rsidRDefault="006D1441" w:rsidP="00B33A31">
      <w:pPr>
        <w:rPr>
          <w:szCs w:val="24"/>
        </w:rPr>
      </w:pPr>
    </w:p>
    <w:p w:rsidR="008A43F8" w:rsidRDefault="006D1441" w:rsidP="00B33A31">
      <w:pPr>
        <w:rPr>
          <w:szCs w:val="24"/>
        </w:rPr>
      </w:pPr>
      <w:r>
        <w:rPr>
          <w:szCs w:val="24"/>
        </w:rPr>
        <w:t xml:space="preserve">A </w:t>
      </w:r>
      <w:r w:rsidR="008A43F8">
        <w:rPr>
          <w:szCs w:val="24"/>
        </w:rPr>
        <w:t>Fortran HDF5</w:t>
      </w:r>
      <w:r w:rsidR="008A43F8" w:rsidRPr="008A43F8">
        <w:rPr>
          <w:szCs w:val="24"/>
        </w:rPr>
        <w:t xml:space="preserve"> application </w:t>
      </w:r>
      <w:r w:rsidR="008A43F8">
        <w:rPr>
          <w:szCs w:val="24"/>
        </w:rPr>
        <w:t xml:space="preserve">should find the corresponding HDF5 </w:t>
      </w:r>
      <w:r>
        <w:rPr>
          <w:szCs w:val="24"/>
        </w:rPr>
        <w:t>data</w:t>
      </w:r>
      <w:r w:rsidR="008A43F8">
        <w:rPr>
          <w:szCs w:val="24"/>
        </w:rPr>
        <w:t>type by using the following call</w:t>
      </w:r>
      <w:r>
        <w:rPr>
          <w:szCs w:val="24"/>
        </w:rPr>
        <w:t>:</w:t>
      </w:r>
    </w:p>
    <w:p w:rsidR="006D1441" w:rsidRDefault="006D1441" w:rsidP="00B33A31">
      <w:pPr>
        <w:rPr>
          <w:szCs w:val="24"/>
        </w:rPr>
      </w:pPr>
    </w:p>
    <w:p w:rsidR="008A43F8" w:rsidRDefault="001A580A" w:rsidP="00360E37">
      <w:pPr>
        <w:pStyle w:val="Courier10"/>
      </w:pPr>
      <w:r w:rsidRPr="00686F75">
        <w:rPr>
          <w:highlight w:val="lightGray"/>
        </w:rPr>
        <w:t>mem</w:t>
      </w:r>
      <w:r w:rsidR="008A43F8" w:rsidRPr="00686F75">
        <w:rPr>
          <w:highlight w:val="lightGray"/>
        </w:rPr>
        <w:t>_type</w:t>
      </w:r>
      <w:r w:rsidR="008A43F8" w:rsidRPr="00686F75">
        <w:t xml:space="preserve"> = h5kind_to_type(</w:t>
      </w:r>
      <w:r w:rsidR="00686F75" w:rsidRPr="00686F75">
        <w:t>KIND(ivar</w:t>
      </w:r>
      <w:r w:rsidR="008A43F8" w:rsidRPr="00686F75">
        <w:t xml:space="preserve">(1), </w:t>
      </w:r>
      <w:r w:rsidRPr="00686F75">
        <w:t>H5_INTEGER_KIND)</w:t>
      </w:r>
    </w:p>
    <w:p w:rsidR="00686F75" w:rsidRDefault="00686F75" w:rsidP="00360E37"/>
    <w:p w:rsidR="00391644" w:rsidRPr="00391644" w:rsidRDefault="006D1441" w:rsidP="00391644">
      <w:pPr>
        <w:rPr>
          <w:szCs w:val="24"/>
        </w:rPr>
      </w:pPr>
      <w:r>
        <w:rPr>
          <w:szCs w:val="24"/>
        </w:rPr>
        <w:t xml:space="preserve">The returned </w:t>
      </w:r>
      <w:r w:rsidR="00391644" w:rsidRPr="00391644">
        <w:rPr>
          <w:szCs w:val="24"/>
        </w:rPr>
        <w:t xml:space="preserve">type </w:t>
      </w:r>
      <w:r>
        <w:rPr>
          <w:szCs w:val="24"/>
        </w:rPr>
        <w:t xml:space="preserve">could then be used </w:t>
      </w:r>
      <w:r w:rsidR="00391644" w:rsidRPr="00391644">
        <w:rPr>
          <w:szCs w:val="24"/>
        </w:rPr>
        <w:t>to describe a memory buffer</w:t>
      </w:r>
      <w:r w:rsidR="00C160FD">
        <w:rPr>
          <w:szCs w:val="24"/>
        </w:rPr>
        <w:t xml:space="preserve"> in an HDF5 API call</w:t>
      </w:r>
      <w:r>
        <w:rPr>
          <w:szCs w:val="24"/>
        </w:rPr>
        <w:t>.</w:t>
      </w:r>
      <w:r w:rsidR="003F4F92">
        <w:rPr>
          <w:szCs w:val="24"/>
        </w:rPr>
        <w:t xml:space="preserve"> </w:t>
      </w:r>
      <w:r>
        <w:rPr>
          <w:szCs w:val="24"/>
        </w:rPr>
        <w:t xml:space="preserve">The </w:t>
      </w:r>
      <w:r w:rsidR="00391644" w:rsidRPr="00391644">
        <w:rPr>
          <w:szCs w:val="24"/>
        </w:rPr>
        <w:t>example</w:t>
      </w:r>
      <w:r>
        <w:rPr>
          <w:szCs w:val="24"/>
        </w:rPr>
        <w:t xml:space="preserve"> below </w:t>
      </w:r>
      <w:r w:rsidR="003F4F92">
        <w:rPr>
          <w:szCs w:val="24"/>
        </w:rPr>
        <w:t xml:space="preserve">uses </w:t>
      </w:r>
      <w:r w:rsidR="00391644">
        <w:rPr>
          <w:szCs w:val="24"/>
        </w:rPr>
        <w:t>t</w:t>
      </w:r>
      <w:r>
        <w:rPr>
          <w:szCs w:val="24"/>
        </w:rPr>
        <w:t>he</w:t>
      </w:r>
      <w:r w:rsidR="00391644" w:rsidRPr="003F4F92">
        <w:t xml:space="preserve"> </w:t>
      </w:r>
      <w:r w:rsidR="00391644" w:rsidRPr="003F4F92">
        <w:rPr>
          <w:rFonts w:ascii="Courier New" w:hAnsi="Courier New" w:cs="Courier New"/>
          <w:sz w:val="20"/>
        </w:rPr>
        <w:t>h5dwrite_f</w:t>
      </w:r>
      <w:r w:rsidRPr="003F4F92">
        <w:t xml:space="preserve"> </w:t>
      </w:r>
      <w:r>
        <w:rPr>
          <w:rFonts w:ascii="Consolas" w:hAnsi="Consolas"/>
        </w:rPr>
        <w:t>function</w:t>
      </w:r>
      <w:r w:rsidR="00391644" w:rsidRPr="00391644">
        <w:rPr>
          <w:szCs w:val="24"/>
        </w:rPr>
        <w:t>:</w:t>
      </w:r>
    </w:p>
    <w:p w:rsidR="00391644" w:rsidRPr="00686F75" w:rsidRDefault="00391644" w:rsidP="006D1441"/>
    <w:p w:rsidR="00686F75" w:rsidRPr="00686F75" w:rsidRDefault="00686F75" w:rsidP="00360E37">
      <w:pPr>
        <w:pStyle w:val="Courier10"/>
      </w:pPr>
      <w:r w:rsidRPr="00686F75">
        <w:t>ptr = C_LOC(ivar(1))</w:t>
      </w:r>
    </w:p>
    <w:p w:rsidR="001A580A" w:rsidRDefault="001A580A" w:rsidP="00360E37">
      <w:pPr>
        <w:pStyle w:val="Courier10"/>
      </w:pPr>
      <w:r w:rsidRPr="00686F75">
        <w:t>CALL h5dwrite_f (</w:t>
      </w:r>
      <w:r w:rsidR="00686F75" w:rsidRPr="00686F75">
        <w:t xml:space="preserve">dset_t, </w:t>
      </w:r>
      <w:r w:rsidR="00686F75" w:rsidRPr="00686F75">
        <w:rPr>
          <w:highlight w:val="lightGray"/>
        </w:rPr>
        <w:t>mem_type</w:t>
      </w:r>
      <w:r w:rsidR="00686F75" w:rsidRPr="00686F75">
        <w:t xml:space="preserve">, </w:t>
      </w:r>
      <w:r w:rsidR="00391644">
        <w:t>ptr</w:t>
      </w:r>
      <w:r w:rsidR="00686F75" w:rsidRPr="00686F75">
        <w:t>, error)</w:t>
      </w:r>
    </w:p>
    <w:p w:rsidR="00C160FD" w:rsidRDefault="00C160FD" w:rsidP="00360E37"/>
    <w:p w:rsidR="00DA78E6" w:rsidRPr="00360E37" w:rsidRDefault="000B7FA8" w:rsidP="00360E37">
      <w:r>
        <w:t xml:space="preserve">The example </w:t>
      </w:r>
      <w:r w:rsidR="00BE2A9E">
        <w:t xml:space="preserve">in the section </w:t>
      </w:r>
      <w:r>
        <w:t>below</w:t>
      </w:r>
      <w:r w:rsidR="00BE2A9E">
        <w:t xml:space="preserve"> </w:t>
      </w:r>
      <w:r w:rsidR="00C160FD" w:rsidRPr="00C160FD">
        <w:t>illustrates the usage of the function</w:t>
      </w:r>
      <w:r w:rsidR="00C160FD" w:rsidRPr="003F4F92">
        <w:t xml:space="preserve"> </w:t>
      </w:r>
      <w:r w:rsidR="00C160FD" w:rsidRPr="00360E37">
        <w:rPr>
          <w:rFonts w:ascii="Courier New" w:hAnsi="Courier New" w:cs="Courier New"/>
          <w:sz w:val="20"/>
          <w:szCs w:val="20"/>
        </w:rPr>
        <w:t>h5kind_to_type</w:t>
      </w:r>
      <w:r w:rsidR="00C160FD" w:rsidRPr="003F4F92">
        <w:t>.</w:t>
      </w:r>
    </w:p>
    <w:p w:rsidR="00DA78E6" w:rsidRDefault="00DA78E6" w:rsidP="00DA78E6"/>
    <w:p w:rsidR="00DA78E6" w:rsidRDefault="00DA78E6" w:rsidP="00DA78E6"/>
    <w:p w:rsidR="0004410C" w:rsidRDefault="0004410C" w:rsidP="0004410C"/>
    <w:p w:rsidR="00C160FD" w:rsidRDefault="00C160FD" w:rsidP="0004410C">
      <w:pPr>
        <w:pStyle w:val="Heading3"/>
      </w:pPr>
      <w:bookmarkStart w:id="13" w:name="_Toc308084136"/>
      <w:r>
        <w:t xml:space="preserve">Example of the </w:t>
      </w:r>
      <w:r w:rsidRPr="0004410C">
        <w:rPr>
          <w:rFonts w:ascii="Courier New" w:hAnsi="Courier New" w:cs="Courier New"/>
          <w:sz w:val="22"/>
          <w:szCs w:val="22"/>
        </w:rPr>
        <w:t>h5kind_to_type</w:t>
      </w:r>
      <w:r>
        <w:t xml:space="preserve"> </w:t>
      </w:r>
      <w:r w:rsidR="0004410C">
        <w:t>Function</w:t>
      </w:r>
      <w:bookmarkEnd w:id="13"/>
    </w:p>
    <w:p w:rsidR="001A580A" w:rsidRDefault="00A31021" w:rsidP="00A31021">
      <w:pPr>
        <w:rPr>
          <w:szCs w:val="24"/>
        </w:rPr>
      </w:pPr>
      <w:r w:rsidRPr="00A31021">
        <w:rPr>
          <w:szCs w:val="24"/>
        </w:rPr>
        <w:t xml:space="preserve">The example program </w:t>
      </w:r>
      <w:r w:rsidR="00BE2A9E" w:rsidRPr="0004410C">
        <w:rPr>
          <w:rFonts w:ascii="Courier New" w:hAnsi="Courier New" w:cs="Courier New"/>
          <w:sz w:val="20"/>
        </w:rPr>
        <w:t>h5ex_d_rdwr_kind_F03.f90</w:t>
      </w:r>
      <w:r w:rsidR="00BE2A9E">
        <w:rPr>
          <w:rFonts w:ascii="Consolas" w:hAnsi="Consolas"/>
        </w:rPr>
        <w:t xml:space="preserve"> </w:t>
      </w:r>
      <w:r w:rsidR="00B07E70">
        <w:rPr>
          <w:szCs w:val="24"/>
        </w:rPr>
        <w:t>s</w:t>
      </w:r>
      <w:r w:rsidRPr="00A31021">
        <w:rPr>
          <w:szCs w:val="24"/>
        </w:rPr>
        <w:t>hows how to read and write real and integer</w:t>
      </w:r>
      <w:r>
        <w:rPr>
          <w:szCs w:val="24"/>
        </w:rPr>
        <w:t xml:space="preserve"> </w:t>
      </w:r>
      <w:r w:rsidRPr="00A31021">
        <w:rPr>
          <w:szCs w:val="24"/>
        </w:rPr>
        <w:t xml:space="preserve">data where the precision is set by </w:t>
      </w:r>
      <w:r w:rsidRPr="0004410C">
        <w:rPr>
          <w:rFonts w:ascii="Courier New" w:hAnsi="Courier New" w:cs="Courier New"/>
          <w:sz w:val="20"/>
          <w:szCs w:val="24"/>
        </w:rPr>
        <w:t>SELECTED_REAL_KIND</w:t>
      </w:r>
      <w:r w:rsidRPr="00A31021">
        <w:rPr>
          <w:szCs w:val="24"/>
        </w:rPr>
        <w:t xml:space="preserve"> and</w:t>
      </w:r>
      <w:r>
        <w:rPr>
          <w:szCs w:val="24"/>
        </w:rPr>
        <w:t xml:space="preserve"> </w:t>
      </w:r>
      <w:r w:rsidRPr="0004410C">
        <w:rPr>
          <w:rFonts w:ascii="Courier New" w:hAnsi="Courier New" w:cs="Courier New"/>
          <w:sz w:val="20"/>
          <w:szCs w:val="24"/>
        </w:rPr>
        <w:t>SELECTED_INT_KIND</w:t>
      </w:r>
      <w:r w:rsidRPr="00A31021">
        <w:rPr>
          <w:szCs w:val="24"/>
        </w:rPr>
        <w:t>.</w:t>
      </w:r>
      <w:r w:rsidR="00274F48">
        <w:rPr>
          <w:szCs w:val="24"/>
        </w:rPr>
        <w:t xml:space="preserve"> </w:t>
      </w:r>
      <w:r w:rsidR="003F4F92">
        <w:rPr>
          <w:szCs w:val="24"/>
        </w:rPr>
        <w:t xml:space="preserve">The </w:t>
      </w:r>
      <w:r w:rsidR="008B304E">
        <w:rPr>
          <w:szCs w:val="24"/>
        </w:rPr>
        <w:t>whole example program</w:t>
      </w:r>
      <w:r w:rsidR="003F4F92">
        <w:rPr>
          <w:szCs w:val="24"/>
        </w:rPr>
        <w:t xml:space="preserve"> is at</w:t>
      </w:r>
      <w:r w:rsidR="00274F48">
        <w:rPr>
          <w:szCs w:val="24"/>
        </w:rPr>
        <w:t xml:space="preserve"> </w:t>
      </w:r>
      <w:hyperlink r:id="rId16" w:history="1">
        <w:r w:rsidR="00274F48" w:rsidRPr="00946B8E">
          <w:rPr>
            <w:rStyle w:val="Hyperlink"/>
            <w:szCs w:val="24"/>
          </w:rPr>
          <w:t>http://www.hdfgroup.org/ftp/HDF5/examples/examples-by-api/api18-fortran.html</w:t>
        </w:r>
      </w:hyperlink>
      <w:r w:rsidR="00274F48">
        <w:rPr>
          <w:szCs w:val="24"/>
        </w:rPr>
        <w:t xml:space="preserve">. </w:t>
      </w:r>
    </w:p>
    <w:p w:rsidR="0004410C" w:rsidRDefault="0004410C" w:rsidP="00A31021">
      <w:pPr>
        <w:rPr>
          <w:szCs w:val="24"/>
        </w:rPr>
      </w:pPr>
    </w:p>
    <w:p w:rsidR="00B07E70" w:rsidRDefault="00B07E70" w:rsidP="0004410C">
      <w:r>
        <w:t>First</w:t>
      </w:r>
      <w:r w:rsidR="003040BD">
        <w:t xml:space="preserve">, </w:t>
      </w:r>
      <w:r>
        <w:t xml:space="preserve">the program defines precision for a </w:t>
      </w:r>
      <w:r w:rsidR="00C87D0C" w:rsidRPr="00C87D0C">
        <w:rPr>
          <w:rFonts w:ascii="Courier New" w:hAnsi="Courier New" w:cs="Courier New"/>
          <w:sz w:val="20"/>
        </w:rPr>
        <w:t>REAL</w:t>
      </w:r>
      <w:r w:rsidR="00C87D0C">
        <w:t xml:space="preserve"> </w:t>
      </w:r>
      <w:r>
        <w:t xml:space="preserve">type and the range </w:t>
      </w:r>
      <w:r w:rsidR="000B7FA8">
        <w:t xml:space="preserve">for </w:t>
      </w:r>
      <w:r>
        <w:t xml:space="preserve">an </w:t>
      </w:r>
      <w:r w:rsidR="00C87D0C" w:rsidRPr="00C87D0C">
        <w:rPr>
          <w:rFonts w:ascii="Courier New" w:hAnsi="Courier New" w:cs="Courier New"/>
          <w:sz w:val="20"/>
        </w:rPr>
        <w:t>INTEGER</w:t>
      </w:r>
      <w:r>
        <w:t xml:space="preserve"> type</w:t>
      </w:r>
      <w:r w:rsidR="000B7FA8">
        <w:t>,</w:t>
      </w:r>
      <w:r>
        <w:t xml:space="preserve"> and then </w:t>
      </w:r>
      <w:r w:rsidR="000B7FA8">
        <w:t xml:space="preserve">it </w:t>
      </w:r>
      <w:r>
        <w:t xml:space="preserve">declares </w:t>
      </w:r>
      <w:r w:rsidRPr="003040BD">
        <w:t>array variables as shown</w:t>
      </w:r>
      <w:r w:rsidR="00D51C79">
        <w:t xml:space="preserve"> below.</w:t>
      </w:r>
    </w:p>
    <w:p w:rsidR="0004410C" w:rsidRPr="003040BD" w:rsidRDefault="0004410C" w:rsidP="0004410C"/>
    <w:p w:rsidR="005812D1" w:rsidRDefault="00B07E70" w:rsidP="0004410C">
      <w:pPr>
        <w:pStyle w:val="Courier10"/>
      </w:pPr>
      <w:r w:rsidRPr="00B07E70">
        <w:t xml:space="preserve">INTEGER, PARAMETER :: sp = KIND(1.0),   </w:t>
      </w:r>
      <w:r w:rsidR="005812D1">
        <w:t>&amp;</w:t>
      </w:r>
    </w:p>
    <w:p w:rsidR="00B07E70" w:rsidRDefault="00B07E70" w:rsidP="0004410C">
      <w:pPr>
        <w:pStyle w:val="Courier10"/>
      </w:pPr>
      <w:r w:rsidRPr="00B07E70">
        <w:t>dp = SELECTED_REAL_KIND(</w:t>
      </w:r>
      <w:r w:rsidR="003040BD" w:rsidRPr="003040BD">
        <w:t>2*PRECISION(1.0_sp)</w:t>
      </w:r>
      <w:r w:rsidRPr="00B07E70">
        <w:t>))</w:t>
      </w:r>
    </w:p>
    <w:p w:rsidR="00B07E70" w:rsidRDefault="00B07E70" w:rsidP="0004410C">
      <w:pPr>
        <w:pStyle w:val="Courier10"/>
        <w:rPr>
          <w:vertAlign w:val="superscript"/>
        </w:rPr>
      </w:pPr>
      <w:r w:rsidRPr="00B07E70">
        <w:t xml:space="preserve">INTEGER, PARAMETER :: ip = </w:t>
      </w:r>
      <w:r w:rsidR="003040BD">
        <w:t xml:space="preserve">SELECTED_INT_KIND(10) </w:t>
      </w:r>
    </w:p>
    <w:p w:rsidR="005812D1" w:rsidRPr="00B07E70" w:rsidRDefault="005812D1" w:rsidP="0004410C">
      <w:pPr>
        <w:pStyle w:val="Courier10"/>
        <w:rPr>
          <w:vertAlign w:val="superscript"/>
        </w:rPr>
      </w:pPr>
    </w:p>
    <w:p w:rsidR="00B07E70" w:rsidRPr="00B07E70" w:rsidRDefault="00B07E70" w:rsidP="0004410C">
      <w:pPr>
        <w:pStyle w:val="Courier10"/>
      </w:pPr>
      <w:r w:rsidRPr="005812D1">
        <w:rPr>
          <w:highlight w:val="lightGray"/>
        </w:rPr>
        <w:t>REAL(KIND=dp)</w:t>
      </w:r>
      <w:r w:rsidRPr="00B07E70">
        <w:t>, DIMENSION(…</w:t>
      </w:r>
      <w:r w:rsidR="003040BD">
        <w:t xml:space="preserve">), TARGET </w:t>
      </w:r>
      <w:r w:rsidRPr="00B07E70">
        <w:t>:: wdata_r</w:t>
      </w:r>
      <w:r w:rsidR="003040BD">
        <w:t xml:space="preserve">   ! Double precision floating point</w:t>
      </w:r>
    </w:p>
    <w:p w:rsidR="00B07E70" w:rsidRDefault="00B07E70" w:rsidP="0004410C">
      <w:pPr>
        <w:pStyle w:val="Courier10"/>
      </w:pPr>
      <w:r w:rsidRPr="005812D1">
        <w:rPr>
          <w:highlight w:val="lightGray"/>
        </w:rPr>
        <w:t>INTEGER(KIND=ip)</w:t>
      </w:r>
      <w:r w:rsidRPr="00B07E70">
        <w:t>, DIMENSION(…), TARGET :: wdata_i</w:t>
      </w:r>
      <w:r w:rsidR="003040BD">
        <w:t>! Integer</w:t>
      </w:r>
      <w:r w:rsidR="003040BD" w:rsidRPr="00B07E70">
        <w:t xml:space="preserve"> between -10</w:t>
      </w:r>
      <w:r w:rsidR="003040BD" w:rsidRPr="00B07E70">
        <w:rPr>
          <w:vertAlign w:val="superscript"/>
        </w:rPr>
        <w:t xml:space="preserve">10 </w:t>
      </w:r>
      <w:r w:rsidR="003040BD" w:rsidRPr="00B07E70">
        <w:t>and 10</w:t>
      </w:r>
      <w:r w:rsidR="003040BD" w:rsidRPr="00B07E70">
        <w:rPr>
          <w:vertAlign w:val="superscript"/>
        </w:rPr>
        <w:t>10</w:t>
      </w:r>
    </w:p>
    <w:p w:rsidR="00B07E70" w:rsidRDefault="00B07E70" w:rsidP="0004410C"/>
    <w:p w:rsidR="0004410C" w:rsidRPr="0004410C" w:rsidRDefault="00277F07" w:rsidP="0004410C">
      <w:r>
        <w:t xml:space="preserve">Second, </w:t>
      </w:r>
      <w:r w:rsidR="00D51C79">
        <w:t>the program</w:t>
      </w:r>
      <w:r>
        <w:t xml:space="preserve"> gets </w:t>
      </w:r>
      <w:r w:rsidR="00D51C79">
        <w:t xml:space="preserve">the </w:t>
      </w:r>
      <w:r>
        <w:t>corresponding H</w:t>
      </w:r>
      <w:r w:rsidR="003040BD">
        <w:t xml:space="preserve">DF5 datatypes </w:t>
      </w:r>
      <w:r w:rsidR="00B07E70">
        <w:t xml:space="preserve">by calling </w:t>
      </w:r>
      <w:r w:rsidR="006075BB" w:rsidRPr="00D51C79">
        <w:rPr>
          <w:rFonts w:ascii="Courier New" w:hAnsi="Courier New" w:cs="Courier New"/>
          <w:sz w:val="20"/>
        </w:rPr>
        <w:t>h5kind_to_type</w:t>
      </w:r>
      <w:r w:rsidR="00D51C79">
        <w:rPr>
          <w:rFonts w:ascii="Courier New" w:hAnsi="Courier New" w:cs="Courier New"/>
          <w:sz w:val="20"/>
        </w:rPr>
        <w:t>,</w:t>
      </w:r>
      <w:r w:rsidR="00D51C79" w:rsidRPr="00C87D0C">
        <w:t xml:space="preserve"> and the result is</w:t>
      </w:r>
      <w:r w:rsidR="003040BD" w:rsidRPr="003040BD">
        <w:t xml:space="preserve"> use</w:t>
      </w:r>
      <w:r w:rsidR="00D51C79">
        <w:t>d</w:t>
      </w:r>
      <w:r w:rsidR="003040BD" w:rsidRPr="003040BD">
        <w:t xml:space="preserve"> in the calls to</w:t>
      </w:r>
      <w:r w:rsidR="003040BD" w:rsidRPr="00C87D0C">
        <w:t xml:space="preserve"> </w:t>
      </w:r>
      <w:r w:rsidR="003040BD" w:rsidRPr="00D51C79">
        <w:rPr>
          <w:rFonts w:ascii="Courier New" w:hAnsi="Courier New" w:cs="Courier New"/>
          <w:sz w:val="20"/>
        </w:rPr>
        <w:t>h5dcreate_f</w:t>
      </w:r>
      <w:r w:rsidR="003040BD" w:rsidRPr="00C87D0C">
        <w:t xml:space="preserve"> and </w:t>
      </w:r>
      <w:r w:rsidR="003040BD" w:rsidRPr="0004410C">
        <w:rPr>
          <w:rFonts w:ascii="Courier New" w:hAnsi="Courier New" w:cs="Courier New"/>
          <w:sz w:val="20"/>
        </w:rPr>
        <w:t>h5dwrite_f</w:t>
      </w:r>
      <w:r w:rsidR="00D51C79" w:rsidRPr="00C87D0C">
        <w:t>.</w:t>
      </w:r>
    </w:p>
    <w:p w:rsidR="006075BB" w:rsidRDefault="006075BB" w:rsidP="0004410C"/>
    <w:p w:rsidR="006075BB" w:rsidRPr="006075BB" w:rsidRDefault="006075BB" w:rsidP="0004410C">
      <w:pPr>
        <w:pStyle w:val="Courier10"/>
      </w:pPr>
      <w:r w:rsidRPr="006075BB">
        <w:rPr>
          <w:highlight w:val="lightGray"/>
        </w:rPr>
        <w:t>h5_kind_type_r</w:t>
      </w:r>
      <w:r w:rsidRPr="006075BB">
        <w:t xml:space="preserve"> = h5kind_to_type(</w:t>
      </w:r>
      <w:r w:rsidRPr="00DE09DC">
        <w:rPr>
          <w:highlight w:val="lightGray"/>
        </w:rPr>
        <w:t>dp</w:t>
      </w:r>
      <w:r w:rsidRPr="00DE09DC">
        <w:t>,H5_REAL_KIND</w:t>
      </w:r>
      <w:r w:rsidRPr="006075BB">
        <w:t>)</w:t>
      </w:r>
    </w:p>
    <w:p w:rsidR="006075BB" w:rsidRPr="006075BB" w:rsidRDefault="006075BB" w:rsidP="0004410C">
      <w:pPr>
        <w:pStyle w:val="Courier10"/>
      </w:pPr>
      <w:r w:rsidRPr="006075BB">
        <w:rPr>
          <w:highlight w:val="lightGray"/>
        </w:rPr>
        <w:t>h5_kind_type_i</w:t>
      </w:r>
      <w:r w:rsidRPr="006075BB">
        <w:t xml:space="preserve"> = h5kind_to_type(</w:t>
      </w:r>
      <w:r w:rsidRPr="00DE09DC">
        <w:rPr>
          <w:highlight w:val="lightGray"/>
        </w:rPr>
        <w:t>ip</w:t>
      </w:r>
      <w:r w:rsidRPr="00DE09DC">
        <w:t>,H5_INTEGER_KIND</w:t>
      </w:r>
      <w:r w:rsidRPr="006075BB">
        <w:t>)</w:t>
      </w:r>
    </w:p>
    <w:p w:rsidR="006075BB" w:rsidRPr="006075BB" w:rsidRDefault="006075BB" w:rsidP="00C87D0C">
      <w:r w:rsidRPr="006075BB">
        <w:t xml:space="preserve">  </w:t>
      </w:r>
    </w:p>
    <w:p w:rsidR="00DE09DC" w:rsidRDefault="00DE09DC" w:rsidP="0004410C">
      <w:r>
        <w:t>Then the datasets are created and written</w:t>
      </w:r>
      <w:r w:rsidR="00D51C79">
        <w:t>.</w:t>
      </w:r>
    </w:p>
    <w:p w:rsidR="0004410C" w:rsidRDefault="0004410C" w:rsidP="0004410C"/>
    <w:p w:rsidR="006075BB" w:rsidRPr="006075BB" w:rsidRDefault="006075BB" w:rsidP="0004410C">
      <w:pPr>
        <w:pStyle w:val="Courier10"/>
      </w:pPr>
      <w:r w:rsidRPr="006075BB">
        <w:t xml:space="preserve">CALL h5dcreate_f(file, dataset_r, </w:t>
      </w:r>
      <w:r w:rsidRPr="006075BB">
        <w:rPr>
          <w:highlight w:val="lightGray"/>
        </w:rPr>
        <w:t>h5_kind_type_r</w:t>
      </w:r>
      <w:r w:rsidRPr="006075BB">
        <w:t>, space, dset_r, hdferr)</w:t>
      </w:r>
    </w:p>
    <w:p w:rsidR="006075BB" w:rsidRPr="006075BB" w:rsidRDefault="006075BB" w:rsidP="0004410C">
      <w:pPr>
        <w:pStyle w:val="Courier10"/>
      </w:pPr>
      <w:r w:rsidRPr="006075BB">
        <w:t xml:space="preserve">CALL h5dcreate_f(file, dataset_i, </w:t>
      </w:r>
      <w:r w:rsidRPr="006075BB">
        <w:rPr>
          <w:highlight w:val="lightGray"/>
        </w:rPr>
        <w:t>h5_kind_type_i</w:t>
      </w:r>
      <w:r w:rsidRPr="006075BB">
        <w:t>, space, dset_i, hdferr)</w:t>
      </w:r>
    </w:p>
    <w:p w:rsidR="00B07E70" w:rsidRDefault="00DE09DC" w:rsidP="0004410C">
      <w:pPr>
        <w:pStyle w:val="Courier10"/>
        <w:rPr>
          <w:szCs w:val="24"/>
        </w:rPr>
      </w:pPr>
      <w:r>
        <w:rPr>
          <w:szCs w:val="24"/>
        </w:rPr>
        <w:t>….</w:t>
      </w:r>
    </w:p>
    <w:p w:rsidR="003040BD" w:rsidRPr="003040BD" w:rsidRDefault="003040BD" w:rsidP="0004410C">
      <w:pPr>
        <w:pStyle w:val="Courier10"/>
      </w:pPr>
      <w:r w:rsidRPr="003040BD">
        <w:t>CALL h5dwrite_f(dset_i, h5_kind_type_i, C_LOC(wdata_i(1,1)), hdferr)</w:t>
      </w:r>
    </w:p>
    <w:p w:rsidR="003040BD" w:rsidRPr="003040BD" w:rsidRDefault="003040BD" w:rsidP="0004410C">
      <w:pPr>
        <w:pStyle w:val="Courier10"/>
      </w:pPr>
      <w:r w:rsidRPr="003040BD">
        <w:t>CALL h5dwrite_f(dset_r, h5_kind_type_r, C_LOC(wdata_r(1,1)),  hdferr)</w:t>
      </w:r>
    </w:p>
    <w:p w:rsidR="00B07E70" w:rsidRDefault="00B07E70" w:rsidP="00B07E70">
      <w:pPr>
        <w:rPr>
          <w:szCs w:val="24"/>
        </w:rPr>
      </w:pPr>
    </w:p>
    <w:p w:rsidR="00DA78E6" w:rsidRDefault="00DA78E6" w:rsidP="00B07E70">
      <w:pPr>
        <w:rPr>
          <w:szCs w:val="24"/>
        </w:rPr>
      </w:pPr>
    </w:p>
    <w:p w:rsidR="00DA78E6" w:rsidRPr="00A31021" w:rsidRDefault="00DA78E6" w:rsidP="00B07E70">
      <w:pPr>
        <w:rPr>
          <w:szCs w:val="24"/>
        </w:rPr>
      </w:pPr>
    </w:p>
    <w:p w:rsidR="00611BE5" w:rsidRDefault="00611BE5">
      <w:pPr>
        <w:rPr>
          <w:rFonts w:ascii="Arial" w:eastAsiaTheme="majorEastAsia" w:hAnsi="Arial" w:cstheme="majorBidi"/>
          <w:b/>
          <w:sz w:val="26"/>
          <w:szCs w:val="26"/>
        </w:rPr>
      </w:pPr>
      <w:r>
        <w:br w:type="page"/>
      </w:r>
    </w:p>
    <w:p w:rsidR="00B33A31" w:rsidRDefault="00C074FA" w:rsidP="00A3189D">
      <w:pPr>
        <w:pStyle w:val="Heading2"/>
      </w:pPr>
      <w:bookmarkStart w:id="14" w:name="_Toc308084137"/>
      <w:r>
        <w:lastRenderedPageBreak/>
        <w:t xml:space="preserve">Compound </w:t>
      </w:r>
      <w:r w:rsidR="0004410C">
        <w:t>Datatypes</w:t>
      </w:r>
      <w:bookmarkEnd w:id="14"/>
      <w:r w:rsidR="0004410C">
        <w:t xml:space="preserve"> </w:t>
      </w:r>
    </w:p>
    <w:p w:rsidR="00B33A31" w:rsidRDefault="00E63DF8" w:rsidP="008D7795">
      <w:r>
        <w:t xml:space="preserve">Fortran 90 derived </w:t>
      </w:r>
      <w:r w:rsidR="00C87D0C">
        <w:t xml:space="preserve">data </w:t>
      </w:r>
      <w:r>
        <w:t xml:space="preserve">types are similar to C structures. </w:t>
      </w:r>
      <w:r w:rsidR="00C87D0C">
        <w:t>The e</w:t>
      </w:r>
      <w:r w:rsidR="008D7795">
        <w:t xml:space="preserve">xample below shows </w:t>
      </w:r>
      <w:r w:rsidR="00C87D0C">
        <w:t xml:space="preserve">a </w:t>
      </w:r>
      <w:r w:rsidR="008D7795">
        <w:t xml:space="preserve">declaration of a derived type </w:t>
      </w:r>
      <w:r w:rsidR="008D7795" w:rsidRPr="00C87D0C">
        <w:rPr>
          <w:rFonts w:ascii="Courier New" w:hAnsi="Courier New" w:cs="Courier New"/>
          <w:sz w:val="20"/>
        </w:rPr>
        <w:t>sensor_t</w:t>
      </w:r>
      <w:r w:rsidR="008D7795" w:rsidRPr="00C87D0C">
        <w:t xml:space="preserve"> </w:t>
      </w:r>
      <w:r w:rsidR="008D7795">
        <w:t xml:space="preserve">with </w:t>
      </w:r>
      <w:r w:rsidR="00C87D0C" w:rsidRPr="00C87D0C">
        <w:rPr>
          <w:rFonts w:ascii="Courier New" w:hAnsi="Courier New" w:cs="Courier New"/>
          <w:sz w:val="20"/>
        </w:rPr>
        <w:t>INTEGER</w:t>
      </w:r>
      <w:r w:rsidR="008D7795" w:rsidRPr="00C87D0C">
        <w:t xml:space="preserve">, </w:t>
      </w:r>
      <w:r w:rsidR="00C87D0C" w:rsidRPr="00C87D0C">
        <w:rPr>
          <w:rFonts w:ascii="Courier New" w:hAnsi="Courier New" w:cs="Courier New"/>
          <w:sz w:val="20"/>
        </w:rPr>
        <w:t>CHARACTER</w:t>
      </w:r>
      <w:r w:rsidR="00C87D0C" w:rsidRPr="00C87D0C">
        <w:t>,</w:t>
      </w:r>
      <w:r w:rsidR="008D7795">
        <w:t xml:space="preserve"> and </w:t>
      </w:r>
      <w:r w:rsidR="00C87D0C" w:rsidRPr="00C87D0C">
        <w:rPr>
          <w:rFonts w:ascii="Courier New" w:hAnsi="Courier New" w:cs="Courier New"/>
          <w:sz w:val="20"/>
        </w:rPr>
        <w:t>DOUBLE PRECISION</w:t>
      </w:r>
      <w:r w:rsidR="008D7795" w:rsidRPr="00C87D0C">
        <w:t xml:space="preserve"> </w:t>
      </w:r>
      <w:r w:rsidR="008D7795">
        <w:t xml:space="preserve">members and </w:t>
      </w:r>
      <w:r w:rsidR="00C87D0C">
        <w:t xml:space="preserve">shows the </w:t>
      </w:r>
      <w:r w:rsidR="008D7795">
        <w:t xml:space="preserve">initialization of the variable of this type. </w:t>
      </w:r>
      <w:r w:rsidR="00C87D0C">
        <w:t xml:space="preserve">See </w:t>
      </w:r>
      <w:r w:rsidR="00C87D0C" w:rsidRPr="00C87D0C">
        <w:rPr>
          <w:rFonts w:ascii="Courier New" w:hAnsi="Courier New" w:cs="Courier New"/>
          <w:sz w:val="20"/>
        </w:rPr>
        <w:t>h5ex_t_cmpd_F03.f90</w:t>
      </w:r>
      <w:r w:rsidR="00C87D0C" w:rsidRPr="00C87D0C">
        <w:t xml:space="preserve"> </w:t>
      </w:r>
      <w:r w:rsidR="00C87D0C">
        <w:t xml:space="preserve">at </w:t>
      </w:r>
      <w:hyperlink r:id="rId17" w:history="1">
        <w:r w:rsidR="00C87D0C" w:rsidRPr="00116FFF">
          <w:rPr>
            <w:rStyle w:val="Hyperlink"/>
          </w:rPr>
          <w:t>http://www.hdfgroup.org/ftp/HDF5/examples/examples-by-api/api18-fortran.html</w:t>
        </w:r>
      </w:hyperlink>
      <w:r w:rsidR="008D7795">
        <w:t xml:space="preserve"> </w:t>
      </w:r>
      <w:r w:rsidR="00C87D0C">
        <w:t>for the complete example</w:t>
      </w:r>
      <w:r w:rsidR="002C11C9">
        <w:t>.</w:t>
      </w:r>
      <w:r>
        <w:t xml:space="preserve"> </w:t>
      </w:r>
    </w:p>
    <w:p w:rsidR="00642E56" w:rsidRDefault="00642E56" w:rsidP="008D7795"/>
    <w:p w:rsidR="005F7985" w:rsidRDefault="005F7985" w:rsidP="008D7795"/>
    <w:p w:rsidR="00C074FA" w:rsidRPr="00C074FA" w:rsidRDefault="00C074FA" w:rsidP="00642E56">
      <w:pPr>
        <w:pStyle w:val="Courier10"/>
      </w:pPr>
      <w:r>
        <w:t xml:space="preserve">  </w:t>
      </w:r>
      <w:r w:rsidRPr="00C074FA">
        <w:t>TYPE! Compound data type</w:t>
      </w:r>
    </w:p>
    <w:p w:rsidR="00C074FA" w:rsidRPr="00C074FA" w:rsidRDefault="00C074FA" w:rsidP="00642E56">
      <w:pPr>
        <w:pStyle w:val="Courier10"/>
      </w:pPr>
      <w:r w:rsidRPr="00C074FA">
        <w:t xml:space="preserve">     INTEGER :: serial_no</w:t>
      </w:r>
    </w:p>
    <w:p w:rsidR="00C074FA" w:rsidRPr="00C074FA" w:rsidRDefault="00C074FA" w:rsidP="00642E56">
      <w:pPr>
        <w:pStyle w:val="Courier10"/>
      </w:pPr>
      <w:r w:rsidRPr="00C074FA">
        <w:t xml:space="preserve">     CHARACTER(LEN=maxstringlen) :: location</w:t>
      </w:r>
    </w:p>
    <w:p w:rsidR="00C074FA" w:rsidRPr="00C074FA" w:rsidRDefault="00C074FA" w:rsidP="00642E56">
      <w:pPr>
        <w:pStyle w:val="Courier10"/>
      </w:pPr>
      <w:r w:rsidRPr="00C074FA">
        <w:t xml:space="preserve">     REAL(real_kind_15) :: temperature</w:t>
      </w:r>
    </w:p>
    <w:p w:rsidR="00C074FA" w:rsidRPr="00C074FA" w:rsidRDefault="00C074FA" w:rsidP="00642E56">
      <w:pPr>
        <w:pStyle w:val="Courier10"/>
      </w:pPr>
      <w:r w:rsidRPr="00C074FA">
        <w:t xml:space="preserve">     REAL(real_kind_15) :: pressure</w:t>
      </w:r>
    </w:p>
    <w:p w:rsidR="00C074FA" w:rsidRDefault="00C074FA" w:rsidP="00642E56">
      <w:pPr>
        <w:pStyle w:val="Courier10"/>
      </w:pPr>
      <w:r w:rsidRPr="00C074FA">
        <w:t xml:space="preserve">  END TYPE sensor_t</w:t>
      </w:r>
    </w:p>
    <w:p w:rsidR="00C074FA" w:rsidRDefault="00C074FA" w:rsidP="00642E56">
      <w:pPr>
        <w:pStyle w:val="Courier10"/>
      </w:pPr>
    </w:p>
    <w:p w:rsidR="00C074FA" w:rsidRDefault="00C074FA" w:rsidP="00642E56">
      <w:pPr>
        <w:pStyle w:val="Courier10"/>
      </w:pPr>
      <w:r w:rsidRPr="00C074FA">
        <w:t>TYPE(sensor_t), DIMENSION(1:dim0), TARGET ::  wdata</w:t>
      </w:r>
    </w:p>
    <w:p w:rsidR="00605B30" w:rsidRPr="00605B30" w:rsidRDefault="00605B30" w:rsidP="00642E56">
      <w:pPr>
        <w:pStyle w:val="Courier10"/>
      </w:pPr>
      <w:r w:rsidRPr="00605B30">
        <w:t xml:space="preserve">  wdata(1)%serial_no = 1153</w:t>
      </w:r>
    </w:p>
    <w:p w:rsidR="00605B30" w:rsidRPr="00605B30" w:rsidRDefault="00605B30" w:rsidP="00642E56">
      <w:pPr>
        <w:pStyle w:val="Courier10"/>
      </w:pPr>
      <w:r w:rsidRPr="00605B30">
        <w:t xml:space="preserve">  wdata(1)%location = "Exterior (static)"</w:t>
      </w:r>
    </w:p>
    <w:p w:rsidR="00605B30" w:rsidRPr="00605B30" w:rsidRDefault="00605B30" w:rsidP="00642E56">
      <w:pPr>
        <w:pStyle w:val="Courier10"/>
      </w:pPr>
      <w:r w:rsidRPr="00605B30">
        <w:t xml:space="preserve">  wdata(1)%temperature = 53.23_real_kind_15</w:t>
      </w:r>
    </w:p>
    <w:p w:rsidR="00605B30" w:rsidRPr="00605B30" w:rsidRDefault="00605B30" w:rsidP="00642E56">
      <w:pPr>
        <w:pStyle w:val="Courier10"/>
      </w:pPr>
      <w:r w:rsidRPr="00605B30">
        <w:t xml:space="preserve">  wdata(1)%pressure = 24.57_real_kind_15</w:t>
      </w:r>
    </w:p>
    <w:p w:rsidR="00605B30" w:rsidRDefault="00605B30" w:rsidP="00642E56">
      <w:pPr>
        <w:pStyle w:val="Courier10"/>
      </w:pPr>
      <w:r>
        <w:t>….</w:t>
      </w:r>
    </w:p>
    <w:p w:rsidR="008D7795" w:rsidRDefault="008D7795" w:rsidP="00642E56"/>
    <w:p w:rsidR="005F7985" w:rsidRDefault="005F7985" w:rsidP="00642E56"/>
    <w:p w:rsidR="008D7795" w:rsidRDefault="00C87D0C" w:rsidP="00642E56">
      <w:r>
        <w:t xml:space="preserve">Prior to </w:t>
      </w:r>
      <w:r w:rsidR="008D7795">
        <w:t xml:space="preserve">HDF5 </w:t>
      </w:r>
      <w:r>
        <w:t>Release</w:t>
      </w:r>
      <w:r w:rsidR="008D7795">
        <w:t xml:space="preserve"> 1.8.8</w:t>
      </w:r>
      <w:r>
        <w:t>,</w:t>
      </w:r>
      <w:r w:rsidR="008D7795">
        <w:t xml:space="preserve"> HDF5 Fortran applications could</w:t>
      </w:r>
      <w:r>
        <w:t xml:space="preserve"> </w:t>
      </w:r>
      <w:r w:rsidR="008D7795">
        <w:t>n</w:t>
      </w:r>
      <w:r>
        <w:t>o</w:t>
      </w:r>
      <w:r w:rsidR="008D7795">
        <w:t xml:space="preserve">t easily store derived type data using HDF5 compound datatypes. Derived types had to be composed with the members of the default Fortran intrinsic types and had to be written by a field. Construction of the compound type in Fortran also presented some difficulties since it required manual calculations of the members’ offsets. </w:t>
      </w:r>
      <w:r w:rsidR="002C11C9">
        <w:t>For details, s</w:t>
      </w:r>
      <w:r w:rsidR="008D7795">
        <w:t xml:space="preserve">ee </w:t>
      </w:r>
      <w:r w:rsidR="00B41A4B">
        <w:t xml:space="preserve">the </w:t>
      </w:r>
      <w:r w:rsidR="008D7795">
        <w:t>example in the HDF5 Tutorial on the compound datatypes</w:t>
      </w:r>
      <w:r>
        <w:t xml:space="preserve"> at</w:t>
      </w:r>
      <w:r w:rsidR="008D7795">
        <w:t xml:space="preserve"> </w:t>
      </w:r>
      <w:hyperlink r:id="rId18" w:history="1">
        <w:r w:rsidR="008D7795" w:rsidRPr="00CB51E2">
          <w:rPr>
            <w:rStyle w:val="Hyperlink"/>
          </w:rPr>
          <w:t>http://www.hdfgroup.org/HDF5/Tutor/compound.html</w:t>
        </w:r>
      </w:hyperlink>
      <w:r w:rsidR="008D7795">
        <w:t>.</w:t>
      </w:r>
    </w:p>
    <w:p w:rsidR="008D7795" w:rsidRDefault="008D7795" w:rsidP="00642E56"/>
    <w:p w:rsidR="008D7795" w:rsidRDefault="00C87D0C" w:rsidP="00642E56">
      <w:r>
        <w:t xml:space="preserve">The </w:t>
      </w:r>
      <w:r w:rsidR="008D7795">
        <w:t xml:space="preserve">Fortran 2003 standard allows the HDF5 Fortran </w:t>
      </w:r>
      <w:r>
        <w:t xml:space="preserve">Library </w:t>
      </w:r>
      <w:r w:rsidR="008D7795">
        <w:t>to enable an easy and efficient way to work with compound datatype</w:t>
      </w:r>
      <w:r>
        <w:t>s</w:t>
      </w:r>
      <w:r w:rsidR="008D7795">
        <w:t xml:space="preserve">. </w:t>
      </w:r>
      <w:r>
        <w:t xml:space="preserve">The sections below </w:t>
      </w:r>
      <w:r w:rsidR="002C11C9">
        <w:t xml:space="preserve">show how to construct </w:t>
      </w:r>
      <w:r>
        <w:t xml:space="preserve">an </w:t>
      </w:r>
      <w:r w:rsidR="002C11C9">
        <w:t>HDF5 compound datatype that corresponds to the derived type and how to write</w:t>
      </w:r>
      <w:r>
        <w:t xml:space="preserve"> and </w:t>
      </w:r>
      <w:r w:rsidR="002C11C9">
        <w:t>read data of this type.</w:t>
      </w:r>
    </w:p>
    <w:p w:rsidR="00DA78E6" w:rsidRDefault="00DA78E6" w:rsidP="008D7795"/>
    <w:p w:rsidR="00DA78E6" w:rsidRDefault="00DA78E6" w:rsidP="00DA78E6"/>
    <w:p w:rsidR="005F7985" w:rsidRPr="00C074FA" w:rsidRDefault="005F7985" w:rsidP="00DA78E6"/>
    <w:p w:rsidR="00B33A31" w:rsidRDefault="00C074FA" w:rsidP="00023FE9">
      <w:pPr>
        <w:pStyle w:val="Heading3"/>
      </w:pPr>
      <w:bookmarkStart w:id="15" w:name="_Toc308084138"/>
      <w:r>
        <w:t xml:space="preserve">Constructing </w:t>
      </w:r>
      <w:r w:rsidR="00642E56">
        <w:t xml:space="preserve">a Compound Datatype </w:t>
      </w:r>
      <w:r>
        <w:t xml:space="preserve">with </w:t>
      </w:r>
      <w:r w:rsidR="00B33A31" w:rsidRPr="00642E56">
        <w:rPr>
          <w:rFonts w:ascii="Courier New" w:hAnsi="Courier New" w:cs="Courier New"/>
          <w:sz w:val="22"/>
          <w:szCs w:val="22"/>
        </w:rPr>
        <w:t>H5OFFSET</w:t>
      </w:r>
      <w:r w:rsidRPr="00642E56">
        <w:rPr>
          <w:rFonts w:ascii="Courier New" w:hAnsi="Courier New" w:cs="Courier New"/>
          <w:sz w:val="22"/>
          <w:szCs w:val="22"/>
        </w:rPr>
        <w:t>OF</w:t>
      </w:r>
      <w:bookmarkEnd w:id="15"/>
    </w:p>
    <w:p w:rsidR="00B43362" w:rsidRDefault="002C11C9" w:rsidP="00B43362">
      <w:r>
        <w:t>As mentioned above</w:t>
      </w:r>
      <w:r w:rsidR="00C42933">
        <w:t>,</w:t>
      </w:r>
      <w:r>
        <w:t xml:space="preserve"> </w:t>
      </w:r>
      <w:r w:rsidR="00B43362">
        <w:t>version</w:t>
      </w:r>
      <w:r w:rsidR="00A3189D">
        <w:t>s</w:t>
      </w:r>
      <w:r w:rsidR="00B43362">
        <w:t xml:space="preserve"> of the HDF5 Fortran </w:t>
      </w:r>
      <w:r w:rsidR="00642E56">
        <w:t xml:space="preserve">Library </w:t>
      </w:r>
      <w:r w:rsidR="00A3189D">
        <w:t xml:space="preserve">prior to 1.8.8 </w:t>
      </w:r>
      <w:r w:rsidR="00B43362">
        <w:t xml:space="preserve">require </w:t>
      </w:r>
      <w:r w:rsidR="003B7983">
        <w:t>manual calculation</w:t>
      </w:r>
      <w:r w:rsidR="00C42933">
        <w:t>s</w:t>
      </w:r>
      <w:r w:rsidR="003B7983">
        <w:t xml:space="preserve"> of the</w:t>
      </w:r>
      <w:r w:rsidR="00B43362">
        <w:t xml:space="preserve"> </w:t>
      </w:r>
      <w:r w:rsidR="006B3187">
        <w:t>members’</w:t>
      </w:r>
      <w:r w:rsidR="003B7983">
        <w:t xml:space="preserve"> </w:t>
      </w:r>
      <w:r w:rsidR="00B43362">
        <w:t>offset</w:t>
      </w:r>
      <w:r w:rsidR="00C42933">
        <w:t>s</w:t>
      </w:r>
      <w:r w:rsidR="00B43362">
        <w:t xml:space="preserve"> within a structure when </w:t>
      </w:r>
      <w:r w:rsidR="00642E56">
        <w:t xml:space="preserve">an </w:t>
      </w:r>
      <w:r w:rsidR="00B43362">
        <w:t xml:space="preserve">HDF5 compound datatype is created. The </w:t>
      </w:r>
      <w:r w:rsidR="00A3189D">
        <w:t xml:space="preserve">1.8.8 </w:t>
      </w:r>
      <w:r w:rsidR="00B43362">
        <w:t xml:space="preserve">version provides </w:t>
      </w:r>
      <w:r w:rsidR="00A3189D">
        <w:t>the</w:t>
      </w:r>
      <w:r w:rsidR="00B43362">
        <w:t xml:space="preserve"> </w:t>
      </w:r>
      <w:r w:rsidR="003B7983" w:rsidRPr="00642E56">
        <w:rPr>
          <w:rFonts w:ascii="Courier New" w:hAnsi="Courier New" w:cs="Courier New"/>
          <w:sz w:val="20"/>
        </w:rPr>
        <w:t>H5OFFSETOF</w:t>
      </w:r>
      <w:r w:rsidR="003B7983">
        <w:t xml:space="preserve"> </w:t>
      </w:r>
      <w:r w:rsidR="00A3189D">
        <w:t>function</w:t>
      </w:r>
      <w:r w:rsidR="00C42933">
        <w:t xml:space="preserve"> to </w:t>
      </w:r>
      <w:r w:rsidR="00FE08F2">
        <w:t>find offsets</w:t>
      </w:r>
      <w:r w:rsidR="00A3189D">
        <w:t xml:space="preserve">. This function is </w:t>
      </w:r>
      <w:r w:rsidR="00B43362">
        <w:t xml:space="preserve">similar to the </w:t>
      </w:r>
      <w:r w:rsidR="003B7983">
        <w:t xml:space="preserve">HDF5 C </w:t>
      </w:r>
      <w:r w:rsidR="00642E56">
        <w:t xml:space="preserve">Library </w:t>
      </w:r>
      <w:r w:rsidR="003B7983">
        <w:t xml:space="preserve">macro </w:t>
      </w:r>
      <w:r w:rsidR="003B7983" w:rsidRPr="00642E56">
        <w:rPr>
          <w:rFonts w:ascii="Courier New" w:hAnsi="Courier New" w:cs="Courier New"/>
          <w:sz w:val="20"/>
        </w:rPr>
        <w:t>HOFFSET</w:t>
      </w:r>
      <w:r w:rsidR="00642E56" w:rsidRPr="00642E56">
        <w:t>.</w:t>
      </w:r>
      <w:r w:rsidR="003B7983">
        <w:t xml:space="preserve"> </w:t>
      </w:r>
      <w:r w:rsidR="00642E56">
        <w:t xml:space="preserve">The following is the </w:t>
      </w:r>
      <w:r w:rsidR="003B7983">
        <w:t>signature</w:t>
      </w:r>
      <w:r w:rsidR="00642E56">
        <w:t>:</w:t>
      </w:r>
    </w:p>
    <w:p w:rsidR="00642E56" w:rsidRDefault="00642E56" w:rsidP="00B43362"/>
    <w:p w:rsidR="00642E56" w:rsidRDefault="003B7983" w:rsidP="00642E56">
      <w:pPr>
        <w:pStyle w:val="Courier10"/>
        <w:rPr>
          <w:szCs w:val="24"/>
        </w:rPr>
      </w:pPr>
      <w:r w:rsidRPr="003B7983">
        <w:t>FUNCTION h5offsetof(</w:t>
      </w:r>
      <w:r>
        <w:t>structure_ptr,member_ptr</w:t>
      </w:r>
      <w:r w:rsidRPr="003B7983">
        <w:t>) RESULT(</w:t>
      </w:r>
      <w:r>
        <w:t>member_</w:t>
      </w:r>
      <w:r w:rsidRPr="003B7983">
        <w:t>offset</w:t>
      </w:r>
      <w:r w:rsidRPr="008A509E">
        <w:rPr>
          <w:szCs w:val="24"/>
        </w:rPr>
        <w:t>)</w:t>
      </w:r>
    </w:p>
    <w:p w:rsidR="00642E56" w:rsidRDefault="00642E56" w:rsidP="00642E56"/>
    <w:p w:rsidR="003B7983" w:rsidRPr="00642E56" w:rsidRDefault="008A509E" w:rsidP="00642E56">
      <w:r w:rsidRPr="00642E56">
        <w:rPr>
          <w:rFonts w:ascii="Courier New" w:hAnsi="Courier New" w:cs="Courier New"/>
          <w:sz w:val="20"/>
        </w:rPr>
        <w:t>s</w:t>
      </w:r>
      <w:r w:rsidR="003B7983" w:rsidRPr="00642E56">
        <w:rPr>
          <w:rFonts w:ascii="Courier New" w:hAnsi="Courier New" w:cs="Courier New"/>
          <w:sz w:val="20"/>
        </w:rPr>
        <w:t>tructure_ptr</w:t>
      </w:r>
      <w:r w:rsidR="003B7983" w:rsidRPr="00A3189D">
        <w:rPr>
          <w:rFonts w:ascii="Courier New" w:hAnsi="Courier New" w:cs="Courier New"/>
          <w:sz w:val="20"/>
        </w:rPr>
        <w:t xml:space="preserve"> </w:t>
      </w:r>
      <w:r w:rsidR="003B7983" w:rsidRPr="008A509E">
        <w:t>is a C address of the derived type element</w:t>
      </w:r>
      <w:r w:rsidR="00642E56">
        <w:t>,</w:t>
      </w:r>
      <w:r w:rsidR="003B7983" w:rsidRPr="008A509E">
        <w:t xml:space="preserve"> and</w:t>
      </w:r>
      <w:r w:rsidR="003B7983" w:rsidRPr="00A3189D">
        <w:rPr>
          <w:rFonts w:ascii="Courier New" w:hAnsi="Courier New" w:cs="Courier New"/>
          <w:sz w:val="20"/>
        </w:rPr>
        <w:t xml:space="preserve"> </w:t>
      </w:r>
      <w:r w:rsidR="003B7983" w:rsidRPr="00642E56">
        <w:rPr>
          <w:rFonts w:ascii="Courier New" w:hAnsi="Courier New" w:cs="Courier New"/>
          <w:sz w:val="20"/>
        </w:rPr>
        <w:t>member_ptr</w:t>
      </w:r>
      <w:r w:rsidR="003B7983" w:rsidRPr="00A3189D">
        <w:rPr>
          <w:rFonts w:ascii="Courier New" w:hAnsi="Courier New" w:cs="Courier New"/>
          <w:sz w:val="20"/>
        </w:rPr>
        <w:t xml:space="preserve"> </w:t>
      </w:r>
      <w:r w:rsidR="003B7983" w:rsidRPr="008A509E">
        <w:t xml:space="preserve">is a C address </w:t>
      </w:r>
      <w:r>
        <w:t xml:space="preserve">of </w:t>
      </w:r>
      <w:r w:rsidR="002C11C9">
        <w:t xml:space="preserve">its member. The size returned by the function is used </w:t>
      </w:r>
      <w:r w:rsidR="00A3189D">
        <w:t xml:space="preserve">with </w:t>
      </w:r>
      <w:r w:rsidR="002C11C9">
        <w:t xml:space="preserve">the </w:t>
      </w:r>
      <w:r w:rsidR="002C11C9" w:rsidRPr="00642E56">
        <w:rPr>
          <w:rFonts w:ascii="Courier New" w:hAnsi="Courier New" w:cs="Courier New"/>
          <w:sz w:val="20"/>
        </w:rPr>
        <w:t>h5tinsert_f</w:t>
      </w:r>
      <w:r w:rsidR="002C11C9">
        <w:t xml:space="preserve"> function to specify the offset of a member within the derived type.</w:t>
      </w:r>
    </w:p>
    <w:p w:rsidR="00642E56" w:rsidRDefault="00642E56" w:rsidP="003B7983">
      <w:pPr>
        <w:rPr>
          <w:szCs w:val="24"/>
        </w:rPr>
      </w:pPr>
    </w:p>
    <w:p w:rsidR="00E31ECC" w:rsidRDefault="00642E56" w:rsidP="00E31ECC">
      <w:r>
        <w:rPr>
          <w:szCs w:val="24"/>
        </w:rPr>
        <w:t xml:space="preserve">The </w:t>
      </w:r>
      <w:r w:rsidRPr="008A509E">
        <w:rPr>
          <w:szCs w:val="24"/>
        </w:rPr>
        <w:t xml:space="preserve">example </w:t>
      </w:r>
      <w:r w:rsidR="003B7983" w:rsidRPr="008A509E">
        <w:rPr>
          <w:szCs w:val="24"/>
        </w:rPr>
        <w:t xml:space="preserve">below </w:t>
      </w:r>
      <w:r w:rsidR="002C11C9">
        <w:rPr>
          <w:szCs w:val="24"/>
        </w:rPr>
        <w:t xml:space="preserve">illustrates </w:t>
      </w:r>
      <w:r>
        <w:rPr>
          <w:szCs w:val="24"/>
        </w:rPr>
        <w:t xml:space="preserve">the </w:t>
      </w:r>
      <w:r w:rsidR="002C11C9">
        <w:rPr>
          <w:szCs w:val="24"/>
        </w:rPr>
        <w:t>calculation</w:t>
      </w:r>
      <w:r w:rsidR="003B7983" w:rsidRPr="008A509E">
        <w:rPr>
          <w:szCs w:val="24"/>
        </w:rPr>
        <w:t xml:space="preserve"> </w:t>
      </w:r>
      <w:r w:rsidR="002C11C9">
        <w:rPr>
          <w:szCs w:val="24"/>
        </w:rPr>
        <w:t xml:space="preserve">of </w:t>
      </w:r>
      <w:r w:rsidR="003B7983" w:rsidRPr="008A509E">
        <w:rPr>
          <w:szCs w:val="24"/>
        </w:rPr>
        <w:t>an offset of the</w:t>
      </w:r>
      <w:r w:rsidR="003B7983" w:rsidRPr="00A3189D">
        <w:t xml:space="preserve"> </w:t>
      </w:r>
      <w:r w:rsidR="003B7983" w:rsidRPr="00E31ECC">
        <w:rPr>
          <w:rFonts w:ascii="Courier New" w:hAnsi="Courier New" w:cs="Courier New"/>
          <w:sz w:val="20"/>
        </w:rPr>
        <w:t>pressure</w:t>
      </w:r>
      <w:r w:rsidR="003B7983" w:rsidRPr="00A3189D">
        <w:t xml:space="preserve"> </w:t>
      </w:r>
      <w:r w:rsidR="003B7983" w:rsidRPr="002C11C9">
        <w:rPr>
          <w:szCs w:val="24"/>
        </w:rPr>
        <w:t xml:space="preserve">member and </w:t>
      </w:r>
      <w:r w:rsidR="002C11C9" w:rsidRPr="002C11C9">
        <w:rPr>
          <w:szCs w:val="24"/>
        </w:rPr>
        <w:t>how it is</w:t>
      </w:r>
      <w:r w:rsidR="008A509E" w:rsidRPr="008A509E">
        <w:rPr>
          <w:szCs w:val="24"/>
        </w:rPr>
        <w:t xml:space="preserve"> </w:t>
      </w:r>
      <w:r w:rsidR="003B7983" w:rsidRPr="008A509E">
        <w:rPr>
          <w:szCs w:val="24"/>
        </w:rPr>
        <w:t>pass</w:t>
      </w:r>
      <w:r w:rsidR="002C11C9">
        <w:rPr>
          <w:szCs w:val="24"/>
        </w:rPr>
        <w:t>ed</w:t>
      </w:r>
      <w:r w:rsidR="003B7983" w:rsidRPr="008A509E">
        <w:rPr>
          <w:szCs w:val="24"/>
        </w:rPr>
        <w:t xml:space="preserve"> it to the </w:t>
      </w:r>
      <w:r w:rsidR="003B7983" w:rsidRPr="00E31ECC">
        <w:rPr>
          <w:rFonts w:ascii="Courier New" w:hAnsi="Courier New" w:cs="Courier New"/>
          <w:sz w:val="20"/>
        </w:rPr>
        <w:t>h5tinsert_f</w:t>
      </w:r>
      <w:r w:rsidR="003B7983" w:rsidRPr="00A3189D">
        <w:t xml:space="preserve"> </w:t>
      </w:r>
      <w:r w:rsidR="003B7983" w:rsidRPr="002C11C9">
        <w:rPr>
          <w:szCs w:val="24"/>
        </w:rPr>
        <w:t xml:space="preserve">call </w:t>
      </w:r>
      <w:r w:rsidR="003B7983" w:rsidRPr="008A509E">
        <w:rPr>
          <w:szCs w:val="24"/>
        </w:rPr>
        <w:t xml:space="preserve">for constructing </w:t>
      </w:r>
      <w:r>
        <w:rPr>
          <w:szCs w:val="24"/>
        </w:rPr>
        <w:t xml:space="preserve">an </w:t>
      </w:r>
      <w:r w:rsidR="003B7983" w:rsidRPr="008A509E">
        <w:rPr>
          <w:szCs w:val="24"/>
        </w:rPr>
        <w:t>HDF5 compound datatype.</w:t>
      </w:r>
      <w:r w:rsidR="003B7983" w:rsidRPr="00A3189D">
        <w:t xml:space="preserve"> </w:t>
      </w:r>
    </w:p>
    <w:p w:rsidR="00E31ECC" w:rsidRPr="003B7983" w:rsidRDefault="00E31ECC" w:rsidP="00E31ECC"/>
    <w:p w:rsidR="00B43362" w:rsidRPr="00E31ECC" w:rsidRDefault="003B7983" w:rsidP="00E31ECC">
      <w:pPr>
        <w:pStyle w:val="Courier10"/>
      </w:pPr>
      <w:r w:rsidRPr="00E31ECC">
        <w:lastRenderedPageBreak/>
        <w:t>…</w:t>
      </w:r>
    </w:p>
    <w:p w:rsidR="00C074FA" w:rsidRPr="00E31ECC" w:rsidRDefault="00C074FA" w:rsidP="00E31ECC">
      <w:pPr>
        <w:pStyle w:val="Courier10"/>
      </w:pPr>
      <w:r w:rsidRPr="00E31ECC">
        <w:t>CALL h5tinsert_f(memtype, "</w:t>
      </w:r>
      <w:r w:rsidR="003B7983" w:rsidRPr="00E31ECC">
        <w:t>pressure</w:t>
      </w:r>
      <w:r w:rsidRPr="00E31ECC">
        <w:t>", &amp;</w:t>
      </w:r>
    </w:p>
    <w:p w:rsidR="00B33A31" w:rsidRPr="00E31ECC" w:rsidRDefault="00C074FA" w:rsidP="00E31ECC">
      <w:pPr>
        <w:pStyle w:val="Courier10"/>
      </w:pPr>
      <w:r w:rsidRPr="00E31ECC">
        <w:t>H5OFFSETOF(C_LOC(wdata(1)),C_LOC(wdata(1)%</w:t>
      </w:r>
      <w:r w:rsidR="003B7983" w:rsidRPr="00E31ECC">
        <w:t>pressure</w:t>
      </w:r>
      <w:r w:rsidRPr="00E31ECC">
        <w:t>)), H5T_NATIVE_INTEGER, hdferr)</w:t>
      </w:r>
    </w:p>
    <w:p w:rsidR="00605B30" w:rsidRPr="00E31ECC" w:rsidRDefault="00605B30" w:rsidP="00E31ECC">
      <w:pPr>
        <w:pStyle w:val="Courier10"/>
      </w:pPr>
      <w:r w:rsidRPr="00E31ECC">
        <w:t>…..</w:t>
      </w:r>
    </w:p>
    <w:p w:rsidR="00605B30" w:rsidRDefault="00605B30" w:rsidP="00DA78E6"/>
    <w:p w:rsidR="00DA78E6" w:rsidRDefault="00DA78E6" w:rsidP="00DA78E6"/>
    <w:p w:rsidR="00DA78E6" w:rsidRDefault="00DA78E6" w:rsidP="00DA78E6"/>
    <w:p w:rsidR="00B33A31" w:rsidRDefault="00B33A31" w:rsidP="00023FE9">
      <w:pPr>
        <w:pStyle w:val="Heading3"/>
      </w:pPr>
      <w:bookmarkStart w:id="16" w:name="_Toc308084139"/>
      <w:r>
        <w:t xml:space="preserve">How to </w:t>
      </w:r>
      <w:r w:rsidR="00E31ECC">
        <w:t>Write</w:t>
      </w:r>
      <w:r w:rsidR="00976B07">
        <w:t xml:space="preserve"> or </w:t>
      </w:r>
      <w:r w:rsidR="00E31ECC">
        <w:t>Read</w:t>
      </w:r>
      <w:r w:rsidR="00FE08F2">
        <w:t xml:space="preserve"> a Compound Datatype</w:t>
      </w:r>
      <w:bookmarkEnd w:id="16"/>
    </w:p>
    <w:p w:rsidR="008A509E" w:rsidRDefault="008A509E" w:rsidP="008A509E">
      <w:r>
        <w:t xml:space="preserve">After </w:t>
      </w:r>
      <w:r w:rsidR="00FE08F2">
        <w:t xml:space="preserve">a </w:t>
      </w:r>
      <w:r>
        <w:t>memory datatype was constructed as show</w:t>
      </w:r>
      <w:r w:rsidR="001C63A0">
        <w:t>n</w:t>
      </w:r>
      <w:r>
        <w:t xml:space="preserve"> in </w:t>
      </w:r>
      <w:r w:rsidR="001C63A0">
        <w:t xml:space="preserve">section 4.2.1, </w:t>
      </w:r>
      <w:r>
        <w:t xml:space="preserve">data can be written by passing a C pointer to the </w:t>
      </w:r>
      <w:r w:rsidRPr="00FE08F2">
        <w:rPr>
          <w:rFonts w:ascii="Courier New" w:hAnsi="Courier New" w:cs="Courier New"/>
          <w:sz w:val="20"/>
        </w:rPr>
        <w:t>h5dwrite_f</w:t>
      </w:r>
      <w:r w:rsidR="00A35B23" w:rsidRPr="00FE08F2">
        <w:t xml:space="preserve"> </w:t>
      </w:r>
      <w:r w:rsidR="00A35B23">
        <w:t>call (or</w:t>
      </w:r>
      <w:r w:rsidR="00A35B23" w:rsidRPr="00FE08F2">
        <w:t xml:space="preserve"> </w:t>
      </w:r>
      <w:r w:rsidR="00A35B23" w:rsidRPr="00FE08F2">
        <w:rPr>
          <w:rFonts w:ascii="Courier New" w:hAnsi="Courier New" w:cs="Courier New"/>
          <w:sz w:val="20"/>
        </w:rPr>
        <w:t>h5dread_f</w:t>
      </w:r>
      <w:r w:rsidR="00A35B23" w:rsidRPr="00FE08F2">
        <w:t xml:space="preserve"> </w:t>
      </w:r>
      <w:r w:rsidR="00A35B23">
        <w:t>call).</w:t>
      </w:r>
    </w:p>
    <w:p w:rsidR="00E31ECC" w:rsidRPr="008A509E" w:rsidRDefault="00E31ECC" w:rsidP="00E31ECC"/>
    <w:p w:rsidR="00605B30" w:rsidRDefault="00605B30" w:rsidP="00E31ECC">
      <w:pPr>
        <w:pStyle w:val="Courier10"/>
      </w:pPr>
      <w:r w:rsidRPr="00605B30">
        <w:t xml:space="preserve">CALL h5dwrite_f(dset, memtype, </w:t>
      </w:r>
      <w:r w:rsidR="008A509E">
        <w:t>C_LOC(wdata(1))</w:t>
      </w:r>
      <w:r w:rsidRPr="00605B30">
        <w:t>, hdferr)</w:t>
      </w:r>
    </w:p>
    <w:p w:rsidR="00A35B23" w:rsidRDefault="00A35B23" w:rsidP="00E31ECC"/>
    <w:p w:rsidR="00A35B23" w:rsidRPr="00A35B23" w:rsidRDefault="00A35B23" w:rsidP="00E31ECC">
      <w:r w:rsidRPr="00A35B23">
        <w:t xml:space="preserve">Please notice </w:t>
      </w:r>
      <w:r w:rsidR="001C63A0">
        <w:t xml:space="preserve">a </w:t>
      </w:r>
      <w:r w:rsidRPr="00A35B23">
        <w:t xml:space="preserve">simplified </w:t>
      </w:r>
      <w:r>
        <w:t xml:space="preserve">interface: there is no </w:t>
      </w:r>
      <w:r w:rsidR="00FE08F2">
        <w:t xml:space="preserve">longer any </w:t>
      </w:r>
      <w:r>
        <w:t>need to pass</w:t>
      </w:r>
      <w:r w:rsidR="00FE08F2">
        <w:t xml:space="preserve"> the</w:t>
      </w:r>
      <w:r>
        <w:t xml:space="preserve"> </w:t>
      </w:r>
      <w:r w:rsidRPr="00FE08F2">
        <w:rPr>
          <w:rFonts w:ascii="Courier New" w:hAnsi="Courier New" w:cs="Courier New"/>
          <w:sz w:val="20"/>
        </w:rPr>
        <w:t>dims</w:t>
      </w:r>
      <w:r>
        <w:t xml:space="preserve"> parameter when passing data by C pointer.</w:t>
      </w:r>
      <w:r w:rsidR="001C63A0">
        <w:t xml:space="preserve"> The same is true for writing and reading HDF5 attributes of compound datatype</w:t>
      </w:r>
      <w:r w:rsidR="00FE08F2">
        <w:t>s</w:t>
      </w:r>
      <w:r w:rsidR="001C63A0">
        <w:t xml:space="preserve">; for more details see </w:t>
      </w:r>
      <w:r w:rsidR="00FE08F2">
        <w:t>the example</w:t>
      </w:r>
      <w:r w:rsidR="00FE08F2" w:rsidRPr="00FE08F2">
        <w:t xml:space="preserve"> </w:t>
      </w:r>
      <w:r w:rsidR="001C63A0" w:rsidRPr="00FE08F2">
        <w:rPr>
          <w:rFonts w:ascii="Courier New" w:hAnsi="Courier New" w:cs="Courier New"/>
          <w:sz w:val="20"/>
        </w:rPr>
        <w:t>h5ex_t_cmpd_F03.f90</w:t>
      </w:r>
      <w:r w:rsidR="001C63A0" w:rsidRPr="00FE08F2">
        <w:t xml:space="preserve"> </w:t>
      </w:r>
      <w:r w:rsidR="001C63A0">
        <w:t xml:space="preserve">at </w:t>
      </w:r>
      <w:hyperlink r:id="rId19" w:history="1">
        <w:r w:rsidR="00EF3EA0" w:rsidRPr="00D415C1">
          <w:rPr>
            <w:rStyle w:val="Hyperlink"/>
          </w:rPr>
          <w:t>http://www.hdfgroup.org/ftp/HDF5/examples/examples-by-api/api18-fortran.html</w:t>
        </w:r>
      </w:hyperlink>
    </w:p>
    <w:p w:rsidR="00B33A31" w:rsidRDefault="00B33A31" w:rsidP="00B33A31"/>
    <w:p w:rsidR="00DA78E6" w:rsidRDefault="00DA78E6" w:rsidP="00B33A31"/>
    <w:p w:rsidR="00DA78E6" w:rsidRDefault="00DA78E6" w:rsidP="00B33A31"/>
    <w:p w:rsidR="00605B30" w:rsidRDefault="00605B30" w:rsidP="00FD05C3">
      <w:pPr>
        <w:pStyle w:val="Heading3"/>
      </w:pPr>
      <w:bookmarkStart w:id="17" w:name="_Toc308084140"/>
      <w:r>
        <w:t>Variable</w:t>
      </w:r>
      <w:r w:rsidR="00976B07">
        <w:t>-</w:t>
      </w:r>
      <w:r>
        <w:t xml:space="preserve">length </w:t>
      </w:r>
      <w:r w:rsidR="00976B07">
        <w:t>Datatypes</w:t>
      </w:r>
      <w:bookmarkEnd w:id="17"/>
    </w:p>
    <w:p w:rsidR="00790417" w:rsidRDefault="00AC5EF9" w:rsidP="00605B30">
      <w:r w:rsidRPr="00AC5EF9">
        <w:t>In this section we</w:t>
      </w:r>
      <w:r>
        <w:t xml:space="preserve"> will show how </w:t>
      </w:r>
      <w:r w:rsidR="00F70001">
        <w:t xml:space="preserve">to write and read </w:t>
      </w:r>
      <w:r>
        <w:t>data</w:t>
      </w:r>
      <w:r w:rsidR="00F70001">
        <w:t xml:space="preserve"> of the variable</w:t>
      </w:r>
      <w:r w:rsidR="00FE08F2">
        <w:t>-</w:t>
      </w:r>
      <w:r w:rsidR="00F70001">
        <w:t xml:space="preserve">length datatype using </w:t>
      </w:r>
      <w:r w:rsidR="00F70001" w:rsidRPr="00FE08F2">
        <w:rPr>
          <w:rFonts w:ascii="Courier New" w:hAnsi="Courier New" w:cs="Courier New"/>
          <w:sz w:val="20"/>
        </w:rPr>
        <w:t>h5dwrite_f</w:t>
      </w:r>
      <w:r w:rsidR="00FE08F2" w:rsidRPr="00FE08F2">
        <w:t xml:space="preserve"> and </w:t>
      </w:r>
      <w:r w:rsidR="00F70001" w:rsidRPr="00FE08F2">
        <w:rPr>
          <w:rFonts w:ascii="Courier New" w:hAnsi="Courier New" w:cs="Courier New"/>
          <w:sz w:val="20"/>
        </w:rPr>
        <w:t>h5dread_f</w:t>
      </w:r>
      <w:r w:rsidR="00F70001">
        <w:t xml:space="preserve"> APIs instead on the specialized </w:t>
      </w:r>
      <w:r w:rsidR="00F70001" w:rsidRPr="00FE08F2">
        <w:rPr>
          <w:rFonts w:ascii="Courier New" w:hAnsi="Courier New" w:cs="Courier New"/>
          <w:sz w:val="20"/>
        </w:rPr>
        <w:t>h5dwrite_vl_f</w:t>
      </w:r>
      <w:r w:rsidR="00FE08F2" w:rsidRPr="00FE08F2">
        <w:t xml:space="preserve"> and</w:t>
      </w:r>
      <w:r w:rsidR="00FE08F2" w:rsidRPr="008E6F98">
        <w:t xml:space="preserve"> </w:t>
      </w:r>
      <w:r w:rsidR="00F70001" w:rsidRPr="00FE08F2">
        <w:rPr>
          <w:rFonts w:ascii="Courier New" w:hAnsi="Courier New" w:cs="Courier New"/>
          <w:sz w:val="20"/>
        </w:rPr>
        <w:t>h5dread_vl_f</w:t>
      </w:r>
      <w:r w:rsidR="00FE08F2">
        <w:t xml:space="preserve"> APIs. </w:t>
      </w:r>
      <w:r w:rsidR="00F70001">
        <w:t>First</w:t>
      </w:r>
      <w:r w:rsidR="00FE08F2">
        <w:t>,</w:t>
      </w:r>
      <w:r w:rsidR="00F70001">
        <w:t xml:space="preserve"> we will look at </w:t>
      </w:r>
      <w:r w:rsidR="00FE08F2">
        <w:t xml:space="preserve">the </w:t>
      </w:r>
      <w:r w:rsidR="00EF201A">
        <w:t xml:space="preserve">writing and </w:t>
      </w:r>
      <w:r w:rsidR="00F70001">
        <w:t xml:space="preserve">reading </w:t>
      </w:r>
      <w:r w:rsidR="00FE08F2">
        <w:t xml:space="preserve">of </w:t>
      </w:r>
      <w:r w:rsidR="00F70001">
        <w:t xml:space="preserve">variable-length strings. Then we will discuss </w:t>
      </w:r>
      <w:r w:rsidR="00FE08F2">
        <w:t xml:space="preserve">the </w:t>
      </w:r>
      <w:r w:rsidR="00F70001">
        <w:t xml:space="preserve">writing and reading of variable-length data of </w:t>
      </w:r>
      <w:r w:rsidR="00145B73">
        <w:t xml:space="preserve">an </w:t>
      </w:r>
      <w:r w:rsidR="00F70001">
        <w:t>arbitrary base datatype.</w:t>
      </w:r>
    </w:p>
    <w:p w:rsidR="00DA78E6" w:rsidRDefault="00DA78E6" w:rsidP="00605B30"/>
    <w:p w:rsidR="00DA78E6" w:rsidRDefault="00DA78E6" w:rsidP="00605B30"/>
    <w:p w:rsidR="00DA78E6" w:rsidRDefault="00DA78E6" w:rsidP="00605B30"/>
    <w:p w:rsidR="00F70001" w:rsidRDefault="00F70001" w:rsidP="00611BE5">
      <w:pPr>
        <w:pStyle w:val="Heading4"/>
        <w:rPr>
          <w:i/>
        </w:rPr>
      </w:pPr>
      <w:r>
        <w:t>Steps</w:t>
      </w:r>
      <w:r w:rsidRPr="005C5341">
        <w:t xml:space="preserve"> to </w:t>
      </w:r>
      <w:r w:rsidR="00976B07" w:rsidRPr="005C5341">
        <w:t>Write</w:t>
      </w:r>
      <w:r w:rsidR="00976B07">
        <w:t xml:space="preserve"> or </w:t>
      </w:r>
      <w:r w:rsidR="00976B07" w:rsidRPr="005C5341">
        <w:t xml:space="preserve">Read </w:t>
      </w:r>
      <w:r w:rsidR="00976B07">
        <w:t>Variable</w:t>
      </w:r>
      <w:r>
        <w:t>-length</w:t>
      </w:r>
      <w:r w:rsidRPr="005C5341">
        <w:t xml:space="preserve"> </w:t>
      </w:r>
      <w:r w:rsidR="00976B07">
        <w:t>Strings</w:t>
      </w:r>
    </w:p>
    <w:p w:rsidR="00EF201A" w:rsidRDefault="008E6F98" w:rsidP="00553456">
      <w:r>
        <w:t>The e</w:t>
      </w:r>
      <w:r w:rsidR="00145B73">
        <w:t xml:space="preserve">xample </w:t>
      </w:r>
      <w:r w:rsidR="00145B73" w:rsidRPr="008E6F98">
        <w:rPr>
          <w:rFonts w:ascii="Courier New" w:hAnsi="Courier New" w:cs="Courier New"/>
          <w:sz w:val="20"/>
        </w:rPr>
        <w:t>h5ex_t_vlstring.f90</w:t>
      </w:r>
      <w:r w:rsidR="00145B73">
        <w:t xml:space="preserve"> shows how to store an array of Fortran strings as variable-length C strings in an HDF5 file</w:t>
      </w:r>
      <w:r w:rsidR="00553456">
        <w:t xml:space="preserve"> and </w:t>
      </w:r>
      <w:r>
        <w:t xml:space="preserve">how to </w:t>
      </w:r>
      <w:r w:rsidR="00553456">
        <w:t xml:space="preserve">read them back using </w:t>
      </w:r>
      <w:r w:rsidR="00553456" w:rsidRPr="008E6F98">
        <w:rPr>
          <w:rFonts w:ascii="Courier New" w:hAnsi="Courier New" w:cs="Courier New"/>
          <w:sz w:val="20"/>
        </w:rPr>
        <w:t>h5dwrite_vl_f</w:t>
      </w:r>
      <w:r w:rsidRPr="008E6F98">
        <w:t xml:space="preserve"> and </w:t>
      </w:r>
      <w:r w:rsidR="00553456" w:rsidRPr="008E6F98">
        <w:rPr>
          <w:rFonts w:ascii="Courier New" w:hAnsi="Courier New" w:cs="Courier New"/>
          <w:sz w:val="20"/>
        </w:rPr>
        <w:t>h5dread_vl_f</w:t>
      </w:r>
      <w:r>
        <w:t xml:space="preserve"> APIs. </w:t>
      </w:r>
      <w:r w:rsidR="00553456">
        <w:t xml:space="preserve">This approach requires usage of special API and advance knowledge of the maximum length of all strings to be written. </w:t>
      </w:r>
      <w:r>
        <w:t>The e</w:t>
      </w:r>
      <w:r w:rsidR="00F6122B">
        <w:t xml:space="preserve">xample </w:t>
      </w:r>
      <w:r w:rsidR="00F6122B" w:rsidRPr="008E6F98">
        <w:rPr>
          <w:rFonts w:ascii="Courier New" w:hAnsi="Courier New" w:cs="Courier New"/>
          <w:sz w:val="20"/>
        </w:rPr>
        <w:t>h5ex_t_vlstring_F03.f90</w:t>
      </w:r>
      <w:r w:rsidRPr="008E6F98">
        <w:t xml:space="preserve"> </w:t>
      </w:r>
      <w:r w:rsidR="00F6122B">
        <w:t>shows how to write and read Fortran strings that have different lengths without using special APIs.</w:t>
      </w:r>
    </w:p>
    <w:p w:rsidR="008E6F98" w:rsidRDefault="008E6F98" w:rsidP="00553456"/>
    <w:p w:rsidR="008E6F98" w:rsidRDefault="008E6F98" w:rsidP="00553456"/>
    <w:p w:rsidR="008E6F98" w:rsidRPr="00F6122B" w:rsidRDefault="008E6F98" w:rsidP="00553456"/>
    <w:p w:rsidR="005F7985" w:rsidRDefault="005F7985">
      <w:pPr>
        <w:rPr>
          <w:rFonts w:asciiTheme="majorHAnsi" w:eastAsiaTheme="majorEastAsia" w:hAnsiTheme="majorHAnsi" w:cstheme="majorBidi"/>
          <w:color w:val="243F60" w:themeColor="accent1" w:themeShade="7F"/>
        </w:rPr>
      </w:pPr>
      <w:r>
        <w:br w:type="page"/>
      </w:r>
    </w:p>
    <w:p w:rsidR="00212A36" w:rsidRDefault="00212A36" w:rsidP="00212A36">
      <w:pPr>
        <w:pStyle w:val="Heading5"/>
      </w:pPr>
      <w:r>
        <w:lastRenderedPageBreak/>
        <w:t xml:space="preserve">Declaring </w:t>
      </w:r>
      <w:r w:rsidR="00352E48">
        <w:t>Variable</w:t>
      </w:r>
      <w:r>
        <w:t xml:space="preserve">-length </w:t>
      </w:r>
      <w:r w:rsidR="00352E48">
        <w:t>Strings</w:t>
      </w:r>
    </w:p>
    <w:p w:rsidR="00F70001" w:rsidRDefault="0008049E" w:rsidP="00F70001">
      <w:r>
        <w:t xml:space="preserve">To write Fortran strings of different lengths, one has to declare </w:t>
      </w:r>
      <w:r w:rsidR="00B323A0">
        <w:t xml:space="preserve">a </w:t>
      </w:r>
      <w:r>
        <w:t xml:space="preserve">write buffer (in our example </w:t>
      </w:r>
      <w:r w:rsidRPr="00B323A0">
        <w:rPr>
          <w:rFonts w:ascii="Courier New" w:hAnsi="Courier New" w:cs="Courier New"/>
          <w:sz w:val="20"/>
        </w:rPr>
        <w:t>wdata</w:t>
      </w:r>
      <w:r>
        <w:t>) and initialize it as follows:</w:t>
      </w:r>
    </w:p>
    <w:p w:rsidR="00B323A0" w:rsidRDefault="00B323A0" w:rsidP="00F70001"/>
    <w:p w:rsidR="0008049E" w:rsidRPr="0008049E" w:rsidRDefault="0008049E" w:rsidP="00B323A0">
      <w:pPr>
        <w:pStyle w:val="Courier10"/>
      </w:pPr>
      <w:r w:rsidRPr="0008049E">
        <w:t>TYPE(C_PTR), DIMENSION(1:dim0) :: wdata</w:t>
      </w:r>
    </w:p>
    <w:p w:rsidR="0008049E" w:rsidRPr="0008049E" w:rsidRDefault="0008049E" w:rsidP="00B323A0">
      <w:pPr>
        <w:pStyle w:val="Courier10"/>
      </w:pPr>
      <w:r w:rsidRPr="0008049E">
        <w:t>CHARACTER(len=</w:t>
      </w:r>
      <w:r w:rsidRPr="00F123B4">
        <w:rPr>
          <w:highlight w:val="lightGray"/>
        </w:rPr>
        <w:t>8</w:t>
      </w:r>
      <w:r w:rsidRPr="0008049E">
        <w:t xml:space="preserve">, </w:t>
      </w:r>
      <w:r w:rsidRPr="00F123B4">
        <w:rPr>
          <w:highlight w:val="lightGray"/>
        </w:rPr>
        <w:t>KIND=c_char</w:t>
      </w:r>
      <w:r w:rsidRPr="0008049E">
        <w:t xml:space="preserve">), DIMENSION(1), TARGET  :: A = </w:t>
      </w:r>
      <w:r w:rsidRPr="00F123B4">
        <w:rPr>
          <w:highlight w:val="lightGray"/>
        </w:rPr>
        <w:t>"Parting"//C_NULL_CHAR</w:t>
      </w:r>
    </w:p>
    <w:p w:rsidR="0008049E" w:rsidRDefault="0008049E" w:rsidP="00B323A0">
      <w:pPr>
        <w:pStyle w:val="Courier10"/>
      </w:pPr>
      <w:r w:rsidRPr="0008049E">
        <w:t>…</w:t>
      </w:r>
    </w:p>
    <w:p w:rsidR="00F123B4" w:rsidRPr="0008049E" w:rsidRDefault="00F123B4" w:rsidP="00B323A0">
      <w:pPr>
        <w:pStyle w:val="Courier10"/>
      </w:pPr>
      <w:r w:rsidRPr="00F123B4">
        <w:t>CHARACTER(len=6, KIND=c_char), DIMENSION(1), TARGET  :: C = "sweet"//C_NULL_CHAR</w:t>
      </w:r>
    </w:p>
    <w:p w:rsidR="0008049E" w:rsidRPr="0008049E" w:rsidRDefault="0008049E" w:rsidP="00B323A0">
      <w:pPr>
        <w:pStyle w:val="Courier10"/>
      </w:pPr>
      <w:r w:rsidRPr="0008049E">
        <w:t>! Initialize array of C pointers</w:t>
      </w:r>
    </w:p>
    <w:p w:rsidR="0008049E" w:rsidRPr="0008049E" w:rsidRDefault="0008049E" w:rsidP="00B323A0">
      <w:pPr>
        <w:pStyle w:val="Courier10"/>
      </w:pPr>
      <w:r w:rsidRPr="0008049E">
        <w:t>wdata(1) = C_LOC(A(1))</w:t>
      </w:r>
    </w:p>
    <w:p w:rsidR="00F70001" w:rsidRDefault="0008049E" w:rsidP="00B323A0">
      <w:pPr>
        <w:pStyle w:val="Courier10"/>
      </w:pPr>
      <w:r w:rsidRPr="0008049E">
        <w:t xml:space="preserve">  …</w:t>
      </w:r>
    </w:p>
    <w:p w:rsidR="00F123B4" w:rsidRPr="0008049E" w:rsidRDefault="00F123B4" w:rsidP="00B323A0">
      <w:pPr>
        <w:pStyle w:val="Courier10"/>
      </w:pPr>
      <w:r>
        <w:t>wdata(3) = C_LOC(C(1))</w:t>
      </w:r>
    </w:p>
    <w:p w:rsidR="00B323A0" w:rsidRDefault="00B323A0" w:rsidP="00605B30"/>
    <w:p w:rsidR="00B323A0" w:rsidRDefault="00D34BC6" w:rsidP="00605B30">
      <w:r>
        <w:t xml:space="preserve">Please notice the usage of the </w:t>
      </w:r>
      <w:r w:rsidR="0008049E" w:rsidRPr="00B323A0">
        <w:rPr>
          <w:rFonts w:ascii="Courier New" w:hAnsi="Courier New" w:cs="Courier New"/>
          <w:sz w:val="20"/>
        </w:rPr>
        <w:t>KIND</w:t>
      </w:r>
      <w:r w:rsidR="0008049E">
        <w:t xml:space="preserve"> </w:t>
      </w:r>
      <w:r>
        <w:t>parameter and its value</w:t>
      </w:r>
      <w:r w:rsidR="0008049E">
        <w:t xml:space="preserve"> </w:t>
      </w:r>
      <w:r w:rsidR="0008049E" w:rsidRPr="00B323A0">
        <w:rPr>
          <w:rFonts w:ascii="Courier New" w:hAnsi="Courier New" w:cs="Courier New"/>
          <w:sz w:val="20"/>
        </w:rPr>
        <w:t>c_char</w:t>
      </w:r>
      <w:r w:rsidR="00B323A0" w:rsidRPr="00B323A0">
        <w:t>.</w:t>
      </w:r>
      <w:r>
        <w:t xml:space="preserve"> </w:t>
      </w:r>
      <w:r w:rsidR="00B323A0">
        <w:t xml:space="preserve">The </w:t>
      </w:r>
      <w:r w:rsidR="0008049E">
        <w:t>length</w:t>
      </w:r>
      <w:r>
        <w:t xml:space="preserve"> of the original string </w:t>
      </w:r>
      <w:r w:rsidR="00B323A0">
        <w:t xml:space="preserve">is increased </w:t>
      </w:r>
      <w:r>
        <w:t>by 1</w:t>
      </w:r>
      <w:r w:rsidR="0008049E">
        <w:t xml:space="preserve"> </w:t>
      </w:r>
      <w:r w:rsidR="00B323A0">
        <w:t>(</w:t>
      </w:r>
      <w:r w:rsidR="0008049E">
        <w:t>specifying 8 instead of 7</w:t>
      </w:r>
      <w:r w:rsidR="00B323A0">
        <w:t>)</w:t>
      </w:r>
      <w:r w:rsidR="0008049E">
        <w:t xml:space="preserve">, and </w:t>
      </w:r>
      <w:r w:rsidR="0008049E" w:rsidRPr="00B323A0">
        <w:rPr>
          <w:rFonts w:ascii="Courier New" w:hAnsi="Courier New" w:cs="Courier New"/>
          <w:sz w:val="20"/>
        </w:rPr>
        <w:t>C_NULL_CHAR</w:t>
      </w:r>
      <w:r w:rsidR="0008049E">
        <w:t xml:space="preserve"> </w:t>
      </w:r>
      <w:r w:rsidR="00B323A0">
        <w:t xml:space="preserve">is added </w:t>
      </w:r>
      <w:r w:rsidR="0008049E">
        <w:t>to the e</w:t>
      </w:r>
      <w:r>
        <w:t>nd of the Fortran string. T</w:t>
      </w:r>
      <w:r w:rsidR="0008049E">
        <w:t>he write buffer is initialized with a C address of the modified Fortran string.</w:t>
      </w:r>
      <w:r w:rsidR="00DE2F2E">
        <w:t xml:space="preserve"> </w:t>
      </w:r>
    </w:p>
    <w:p w:rsidR="00B323A0" w:rsidRDefault="00B323A0" w:rsidP="00605B30"/>
    <w:p w:rsidR="0008049E" w:rsidRDefault="00B323A0" w:rsidP="00605B30">
      <w:r>
        <w:t>The a</w:t>
      </w:r>
      <w:r w:rsidR="00DE2F2E">
        <w:t xml:space="preserve">rray for reading data back </w:t>
      </w:r>
      <w:r w:rsidR="00D34BC6">
        <w:t>is</w:t>
      </w:r>
      <w:r w:rsidR="00DE2F2E">
        <w:t xml:space="preserve"> declared as follows:</w:t>
      </w:r>
    </w:p>
    <w:p w:rsidR="00B323A0" w:rsidRDefault="00B323A0" w:rsidP="00605B30"/>
    <w:p w:rsidR="00DE2F2E" w:rsidRDefault="00DE2F2E" w:rsidP="00B323A0">
      <w:pPr>
        <w:pStyle w:val="Courier10"/>
      </w:pPr>
      <w:r w:rsidRPr="0008049E">
        <w:t>TYPE(C_PTR),</w:t>
      </w:r>
      <w:r>
        <w:t xml:space="preserve"> DIMENSION(:), ALLOCATABLE :: rdata</w:t>
      </w:r>
    </w:p>
    <w:p w:rsidR="00B323A0" w:rsidRDefault="00B323A0" w:rsidP="00605B30"/>
    <w:p w:rsidR="00B323A0" w:rsidRDefault="00B323A0" w:rsidP="00605B30"/>
    <w:p w:rsidR="003112A9" w:rsidRDefault="003112A9" w:rsidP="00605B30"/>
    <w:p w:rsidR="00212A36" w:rsidRDefault="00212A36" w:rsidP="00212A36">
      <w:pPr>
        <w:pStyle w:val="Heading5"/>
      </w:pPr>
      <w:r>
        <w:t xml:space="preserve">Writing and </w:t>
      </w:r>
      <w:r w:rsidR="00352E48">
        <w:t>Reading Variable</w:t>
      </w:r>
      <w:r>
        <w:t xml:space="preserve">-length </w:t>
      </w:r>
      <w:r w:rsidR="00352E48">
        <w:t>Strings</w:t>
      </w:r>
    </w:p>
    <w:p w:rsidR="0008049E" w:rsidRDefault="00AF6404" w:rsidP="00605B30">
      <w:r>
        <w:t xml:space="preserve">After variables were declared and initialized </w:t>
      </w:r>
      <w:r w:rsidR="00352E48">
        <w:t>in the section above</w:t>
      </w:r>
      <w:r>
        <w:t xml:space="preserve"> </w:t>
      </w:r>
      <w:r w:rsidR="00352E48">
        <w:t>(</w:t>
      </w:r>
      <w:r>
        <w:t>4.2.3.1.1</w:t>
      </w:r>
      <w:r w:rsidR="00352E48">
        <w:t>)</w:t>
      </w:r>
      <w:r>
        <w:t xml:space="preserve">, </w:t>
      </w:r>
      <w:r w:rsidR="00C91BD6">
        <w:t xml:space="preserve">dataset creation to store data and </w:t>
      </w:r>
      <w:r>
        <w:t>writ</w:t>
      </w:r>
      <w:r w:rsidR="00352E48">
        <w:t xml:space="preserve">e or </w:t>
      </w:r>
      <w:r w:rsidR="00581B6F">
        <w:t>read</w:t>
      </w:r>
      <w:r>
        <w:t xml:space="preserve"> </w:t>
      </w:r>
      <w:r w:rsidR="00352E48">
        <w:t>da</w:t>
      </w:r>
      <w:r w:rsidR="00C91BD6">
        <w:t>t</w:t>
      </w:r>
      <w:r w:rsidR="00352E48">
        <w:t>a</w:t>
      </w:r>
      <w:r w:rsidR="00C91BD6">
        <w:t xml:space="preserve"> </w:t>
      </w:r>
      <w:r>
        <w:t xml:space="preserve">is </w:t>
      </w:r>
      <w:r w:rsidR="00C91BD6">
        <w:t>straightforward:</w:t>
      </w:r>
    </w:p>
    <w:p w:rsidR="00352E48" w:rsidRDefault="00352E48" w:rsidP="00605B30"/>
    <w:p w:rsidR="00C91BD6" w:rsidRPr="00352E48" w:rsidRDefault="00C91BD6" w:rsidP="00316124">
      <w:pPr>
        <w:rPr>
          <w:rFonts w:ascii="Courier New" w:hAnsi="Courier New" w:cs="Courier New"/>
          <w:sz w:val="20"/>
        </w:rPr>
      </w:pPr>
      <w:r w:rsidRPr="00352E48">
        <w:rPr>
          <w:rFonts w:ascii="Courier New" w:hAnsi="Courier New" w:cs="Courier New"/>
          <w:sz w:val="20"/>
        </w:rPr>
        <w:t>CALL h5dcreate_f(file, dataset, H5T_STRING, space, dset, hdferr)</w:t>
      </w:r>
    </w:p>
    <w:p w:rsidR="00C91BD6" w:rsidRPr="00352E48" w:rsidRDefault="00C91BD6" w:rsidP="00316124">
      <w:pPr>
        <w:rPr>
          <w:rFonts w:ascii="Courier New" w:hAnsi="Courier New" w:cs="Courier New"/>
          <w:sz w:val="20"/>
        </w:rPr>
      </w:pPr>
      <w:r w:rsidRPr="00352E48">
        <w:rPr>
          <w:rFonts w:ascii="Courier New" w:hAnsi="Courier New" w:cs="Courier New"/>
          <w:sz w:val="20"/>
        </w:rPr>
        <w:t xml:space="preserve">CALL h5dwrite_f(dset, </w:t>
      </w:r>
      <w:r w:rsidR="00316124" w:rsidRPr="00352E48">
        <w:rPr>
          <w:rFonts w:ascii="Courier New" w:hAnsi="Courier New" w:cs="Courier New"/>
          <w:sz w:val="20"/>
        </w:rPr>
        <w:t>H5T_STRING</w:t>
      </w:r>
      <w:r w:rsidRPr="00352E48">
        <w:rPr>
          <w:rFonts w:ascii="Courier New" w:hAnsi="Courier New" w:cs="Courier New"/>
          <w:sz w:val="20"/>
        </w:rPr>
        <w:t xml:space="preserve">, </w:t>
      </w:r>
      <w:r w:rsidRPr="00352E48">
        <w:rPr>
          <w:rFonts w:ascii="Courier New" w:hAnsi="Courier New" w:cs="Courier New"/>
          <w:sz w:val="20"/>
          <w:highlight w:val="lightGray"/>
        </w:rPr>
        <w:t>wdata</w:t>
      </w:r>
      <w:r w:rsidR="00581B6F" w:rsidRPr="00352E48">
        <w:rPr>
          <w:rFonts w:ascii="Courier New" w:hAnsi="Courier New" w:cs="Courier New"/>
          <w:sz w:val="20"/>
        </w:rPr>
        <w:t>, hdferr</w:t>
      </w:r>
      <w:r w:rsidRPr="00352E48">
        <w:rPr>
          <w:rFonts w:ascii="Courier New" w:hAnsi="Courier New" w:cs="Courier New"/>
          <w:sz w:val="20"/>
        </w:rPr>
        <w:t>)</w:t>
      </w:r>
    </w:p>
    <w:p w:rsidR="00AF6404" w:rsidRPr="00352E48" w:rsidRDefault="00581B6F" w:rsidP="00605B30">
      <w:pPr>
        <w:rPr>
          <w:rFonts w:ascii="Courier New" w:hAnsi="Courier New" w:cs="Courier New"/>
          <w:sz w:val="20"/>
        </w:rPr>
      </w:pPr>
      <w:r w:rsidRPr="00352E48">
        <w:rPr>
          <w:rFonts w:ascii="Courier New" w:hAnsi="Courier New" w:cs="Courier New"/>
          <w:sz w:val="20"/>
        </w:rPr>
        <w:t>…</w:t>
      </w:r>
    </w:p>
    <w:p w:rsidR="00581B6F" w:rsidRPr="00352E48" w:rsidRDefault="00581B6F" w:rsidP="00581B6F">
      <w:pPr>
        <w:rPr>
          <w:rFonts w:ascii="Courier New" w:hAnsi="Courier New" w:cs="Courier New"/>
          <w:sz w:val="20"/>
        </w:rPr>
      </w:pPr>
      <w:r w:rsidRPr="00352E48">
        <w:rPr>
          <w:rFonts w:ascii="Courier New" w:hAnsi="Courier New" w:cs="Courier New"/>
          <w:sz w:val="20"/>
        </w:rPr>
        <w:t>ALLOCATE(rdata(1:dims(1)))</w:t>
      </w:r>
    </w:p>
    <w:p w:rsidR="00581B6F" w:rsidRPr="00352E48" w:rsidRDefault="00581B6F" w:rsidP="00581B6F">
      <w:pPr>
        <w:rPr>
          <w:rFonts w:ascii="Courier New" w:hAnsi="Courier New" w:cs="Courier New"/>
          <w:sz w:val="20"/>
        </w:rPr>
      </w:pPr>
      <w:r w:rsidRPr="00352E48">
        <w:rPr>
          <w:rFonts w:ascii="Courier New" w:hAnsi="Courier New" w:cs="Courier New"/>
          <w:sz w:val="20"/>
        </w:rPr>
        <w:t>CALL h5dread_f(dset, H5T_STRING, rdata, hdferr)</w:t>
      </w:r>
    </w:p>
    <w:p w:rsidR="00581B6F" w:rsidRDefault="00581B6F" w:rsidP="00352E48"/>
    <w:p w:rsidR="00B12D29" w:rsidRDefault="00581B6F" w:rsidP="00605B30">
      <w:r>
        <w:t xml:space="preserve">Since </w:t>
      </w:r>
      <w:r w:rsidR="00352E48">
        <w:t xml:space="preserve">the </w:t>
      </w:r>
      <w:r>
        <w:t xml:space="preserve">call above </w:t>
      </w:r>
      <w:r w:rsidR="00B12D29">
        <w:t xml:space="preserve">returns a pointer array, we will need to get a Fortran pointer for each element of the array to get a string. This can be done by using </w:t>
      </w:r>
      <w:r w:rsidR="00352E48">
        <w:t xml:space="preserve">the </w:t>
      </w:r>
      <w:r w:rsidR="00B12D29" w:rsidRPr="00352E48">
        <w:rPr>
          <w:rFonts w:ascii="Courier New" w:hAnsi="Courier New" w:cs="Courier New"/>
          <w:sz w:val="20"/>
        </w:rPr>
        <w:t>C_F_POINTER</w:t>
      </w:r>
      <w:r w:rsidR="00B12D29">
        <w:t xml:space="preserve"> intrinsic procedure as shown</w:t>
      </w:r>
      <w:r w:rsidR="00352E48">
        <w:t xml:space="preserve"> below</w:t>
      </w:r>
      <w:r w:rsidR="00B12D29">
        <w:t xml:space="preserve">: </w:t>
      </w:r>
    </w:p>
    <w:p w:rsidR="00352E48" w:rsidRDefault="00352E48" w:rsidP="00605B30"/>
    <w:p w:rsidR="00B12D29" w:rsidRPr="00352E48" w:rsidRDefault="00B12D29" w:rsidP="00352E48">
      <w:pPr>
        <w:pStyle w:val="Courier10"/>
      </w:pPr>
      <w:r w:rsidRPr="00352E48">
        <w:t>CHARACTER(</w:t>
      </w:r>
      <w:r w:rsidR="00277F07" w:rsidRPr="00352E48">
        <w:rPr>
          <w:highlight w:val="lightGray"/>
        </w:rPr>
        <w:t>len=</w:t>
      </w:r>
      <w:r w:rsidRPr="00352E48">
        <w:rPr>
          <w:highlight w:val="lightGray"/>
        </w:rPr>
        <w:t>8</w:t>
      </w:r>
      <w:r w:rsidR="00D85B33" w:rsidRPr="00352E48">
        <w:t xml:space="preserve">, kind=c_char), </w:t>
      </w:r>
      <w:r w:rsidRPr="00352E48">
        <w:t>POINTER :: data</w:t>
      </w:r>
    </w:p>
    <w:p w:rsidR="00B12D29" w:rsidRPr="00352E48" w:rsidRDefault="00B12D29" w:rsidP="00352E48">
      <w:pPr>
        <w:pStyle w:val="Courier10"/>
      </w:pPr>
      <w:r w:rsidRPr="00352E48">
        <w:t>….</w:t>
      </w:r>
    </w:p>
    <w:p w:rsidR="00B12D29" w:rsidRPr="00352E48" w:rsidRDefault="00B12D29" w:rsidP="00352E48">
      <w:pPr>
        <w:pStyle w:val="Courier10"/>
      </w:pPr>
      <w:r w:rsidRPr="00352E48">
        <w:t xml:space="preserve">  DO i = 1, dims(1)</w:t>
      </w:r>
    </w:p>
    <w:p w:rsidR="00B12D29" w:rsidRPr="00352E48" w:rsidRDefault="00B12D29" w:rsidP="00352E48">
      <w:pPr>
        <w:pStyle w:val="Courier10"/>
      </w:pPr>
      <w:r w:rsidRPr="00352E48">
        <w:t xml:space="preserve">     </w:t>
      </w:r>
      <w:r w:rsidRPr="00352E48">
        <w:rPr>
          <w:highlight w:val="lightGray"/>
        </w:rPr>
        <w:t>CALL C_F_POINTER(rdata(i), data)</w:t>
      </w:r>
    </w:p>
    <w:p w:rsidR="00B12D29" w:rsidRPr="00352E48" w:rsidRDefault="00B12D29" w:rsidP="00352E48">
      <w:pPr>
        <w:pStyle w:val="Courier10"/>
      </w:pPr>
      <w:r w:rsidRPr="00352E48">
        <w:t xml:space="preserve">  ! Display dat</w:t>
      </w:r>
      <w:r w:rsidR="00D85B33" w:rsidRPr="00352E48">
        <w:t>a</w:t>
      </w:r>
      <w:r w:rsidRPr="00352E48">
        <w:t xml:space="preserve">   </w:t>
      </w:r>
    </w:p>
    <w:p w:rsidR="00B12D29" w:rsidRPr="00352E48" w:rsidRDefault="00B12D29" w:rsidP="00352E48">
      <w:pPr>
        <w:pStyle w:val="Courier10"/>
      </w:pPr>
      <w:r w:rsidRPr="00352E48">
        <w:t xml:space="preserve">  END DO</w:t>
      </w:r>
    </w:p>
    <w:p w:rsidR="00D85B33" w:rsidRPr="00B12D29" w:rsidRDefault="00D85B33" w:rsidP="00352E48"/>
    <w:p w:rsidR="00D85B33" w:rsidRDefault="00D85B33" w:rsidP="00605B30">
      <w:r>
        <w:t>If the le</w:t>
      </w:r>
      <w:r w:rsidR="00B1239C">
        <w:t xml:space="preserve">ngth in the declaration of the </w:t>
      </w:r>
      <w:r w:rsidRPr="00352E48">
        <w:rPr>
          <w:rFonts w:ascii="Courier New" w:hAnsi="Courier New" w:cs="Courier New"/>
          <w:sz w:val="20"/>
        </w:rPr>
        <w:t>data</w:t>
      </w:r>
      <w:r w:rsidRPr="00352E48">
        <w:t xml:space="preserve"> </w:t>
      </w:r>
      <w:r>
        <w:t xml:space="preserve">pointer is not big enough, </w:t>
      </w:r>
      <w:r w:rsidR="00792EF8">
        <w:t xml:space="preserve">the </w:t>
      </w:r>
      <w:r>
        <w:t>string will be truncated</w:t>
      </w:r>
      <w:r w:rsidR="00B802A8">
        <w:t>.</w:t>
      </w:r>
    </w:p>
    <w:p w:rsidR="00D85B33" w:rsidRDefault="00D85B33" w:rsidP="00605B30"/>
    <w:p w:rsidR="004C4117" w:rsidRDefault="004C4117" w:rsidP="00605B30"/>
    <w:p w:rsidR="00D65C67" w:rsidRDefault="00D65C67" w:rsidP="00605B30"/>
    <w:p w:rsidR="005F7985" w:rsidRDefault="005F7985">
      <w:pPr>
        <w:rPr>
          <w:rFonts w:ascii="Arial" w:eastAsiaTheme="majorEastAsia" w:hAnsi="Arial" w:cstheme="majorBidi"/>
          <w:b/>
          <w:iCs/>
          <w:szCs w:val="28"/>
        </w:rPr>
      </w:pPr>
      <w:r>
        <w:br w:type="page"/>
      </w:r>
    </w:p>
    <w:p w:rsidR="00E06676" w:rsidRDefault="00D65C67" w:rsidP="00E06676">
      <w:pPr>
        <w:pStyle w:val="Heading4"/>
      </w:pPr>
      <w:r>
        <w:lastRenderedPageBreak/>
        <w:t>Steps</w:t>
      </w:r>
      <w:r w:rsidRPr="005C5341">
        <w:t xml:space="preserve"> to Write</w:t>
      </w:r>
      <w:r>
        <w:t xml:space="preserve"> or </w:t>
      </w:r>
      <w:r w:rsidRPr="005C5341">
        <w:t xml:space="preserve">Read </w:t>
      </w:r>
      <w:r>
        <w:t>Variable-length</w:t>
      </w:r>
      <w:r w:rsidRPr="005C5341">
        <w:t xml:space="preserve"> </w:t>
      </w:r>
      <w:r w:rsidR="00BF7B52">
        <w:t>Data</w:t>
      </w:r>
    </w:p>
    <w:p w:rsidR="00DF7036" w:rsidRPr="00F43A9D" w:rsidRDefault="00DF7036" w:rsidP="00DF7036">
      <w:pPr>
        <w:pStyle w:val="Courier10"/>
        <w:rPr>
          <w:rFonts w:asciiTheme="minorHAnsi" w:hAnsiTheme="minorHAnsi"/>
          <w:sz w:val="22"/>
        </w:rPr>
      </w:pPr>
      <w:r w:rsidRPr="004C4117">
        <w:rPr>
          <w:rFonts w:asciiTheme="minorHAnsi" w:hAnsiTheme="minorHAnsi"/>
          <w:sz w:val="22"/>
        </w:rPr>
        <w:t>Add</w:t>
      </w:r>
      <w:r w:rsidR="00611BE5">
        <w:rPr>
          <w:rFonts w:asciiTheme="minorHAnsi" w:hAnsiTheme="minorHAnsi"/>
          <w:sz w:val="22"/>
        </w:rPr>
        <w:t>ing</w:t>
      </w:r>
      <w:r w:rsidRPr="004C4117">
        <w:rPr>
          <w:rFonts w:asciiTheme="minorHAnsi" w:hAnsiTheme="minorHAnsi"/>
          <w:sz w:val="22"/>
        </w:rPr>
        <w:t xml:space="preserve"> support for the</w:t>
      </w:r>
      <w:r w:rsidRPr="00611BE5">
        <w:t xml:space="preserve"> </w:t>
      </w:r>
      <w:r w:rsidRPr="00BF7B52">
        <w:rPr>
          <w:rFonts w:cs="Courier New"/>
          <w:szCs w:val="20"/>
        </w:rPr>
        <w:t>C_PTR</w:t>
      </w:r>
      <w:r w:rsidRPr="00611BE5">
        <w:t xml:space="preserve"> </w:t>
      </w:r>
      <w:r w:rsidRPr="004C4117">
        <w:rPr>
          <w:rFonts w:asciiTheme="minorHAnsi" w:hAnsiTheme="minorHAnsi"/>
          <w:sz w:val="22"/>
        </w:rPr>
        <w:t>derived type</w:t>
      </w:r>
      <w:r w:rsidRPr="00DF7036">
        <w:rPr>
          <w:rFonts w:asciiTheme="minorHAnsi" w:hAnsiTheme="minorHAnsi"/>
          <w:sz w:val="22"/>
        </w:rPr>
        <w:t xml:space="preserve"> made it</w:t>
      </w:r>
      <w:r w:rsidRPr="004C4117">
        <w:rPr>
          <w:rFonts w:asciiTheme="minorHAnsi" w:hAnsiTheme="minorHAnsi"/>
          <w:sz w:val="22"/>
        </w:rPr>
        <w:t xml:space="preserve"> easy to support HDF5 variable-length datatype</w:t>
      </w:r>
      <w:r w:rsidR="00611BE5">
        <w:rPr>
          <w:rFonts w:asciiTheme="minorHAnsi" w:hAnsiTheme="minorHAnsi"/>
          <w:sz w:val="22"/>
        </w:rPr>
        <w:t>s</w:t>
      </w:r>
      <w:r w:rsidRPr="004C4117">
        <w:rPr>
          <w:rFonts w:asciiTheme="minorHAnsi" w:hAnsiTheme="minorHAnsi"/>
          <w:sz w:val="22"/>
        </w:rPr>
        <w:t xml:space="preserve"> of any base type. The HDF5 Fortran library introduced new derived type </w:t>
      </w:r>
      <w:r w:rsidRPr="00BF7B52">
        <w:rPr>
          <w:rFonts w:cs="Courier New"/>
          <w:szCs w:val="20"/>
        </w:rPr>
        <w:t>hvl_t</w:t>
      </w:r>
      <w:r w:rsidRPr="004C4117">
        <w:rPr>
          <w:rFonts w:asciiTheme="minorHAnsi" w:hAnsiTheme="minorHAnsi"/>
          <w:sz w:val="22"/>
        </w:rPr>
        <w:t xml:space="preserve"> </w:t>
      </w:r>
      <w:r w:rsidRPr="00F43A9D">
        <w:rPr>
          <w:rFonts w:asciiTheme="minorHAnsi" w:hAnsiTheme="minorHAnsi"/>
          <w:sz w:val="22"/>
        </w:rPr>
        <w:t>defined as</w:t>
      </w:r>
    </w:p>
    <w:p w:rsidR="00DF7036" w:rsidRDefault="00DF7036" w:rsidP="00DF7036">
      <w:pPr>
        <w:rPr>
          <w:rFonts w:cs="Courier New"/>
        </w:rPr>
      </w:pPr>
    </w:p>
    <w:p w:rsidR="00DF7036" w:rsidRPr="00BF7614" w:rsidRDefault="00DF7036" w:rsidP="00DF7036">
      <w:pPr>
        <w:pStyle w:val="Courier10"/>
      </w:pPr>
      <w:r w:rsidRPr="00BF7614">
        <w:t>TYPE hvl_t</w:t>
      </w:r>
    </w:p>
    <w:p w:rsidR="00DF7036" w:rsidRPr="00BF7614" w:rsidRDefault="00DF7036" w:rsidP="00DF7036">
      <w:pPr>
        <w:pStyle w:val="Courier10"/>
      </w:pPr>
      <w:r w:rsidRPr="00BF7614">
        <w:t xml:space="preserve">     INTEGER(size_t) :: len ! Length of VL data (in base type units)</w:t>
      </w:r>
    </w:p>
    <w:p w:rsidR="00DF7036" w:rsidRPr="00BF7614" w:rsidRDefault="00DF7036" w:rsidP="00DF7036">
      <w:pPr>
        <w:pStyle w:val="Courier10"/>
      </w:pPr>
      <w:r w:rsidRPr="00BF7614">
        <w:t xml:space="preserve">     TYPE(C_PTR) :: p       ! Pointer to VL data</w:t>
      </w:r>
    </w:p>
    <w:p w:rsidR="00DF7036" w:rsidRPr="00BF7614" w:rsidRDefault="00DF7036" w:rsidP="00DF7036">
      <w:pPr>
        <w:pStyle w:val="Courier10"/>
      </w:pPr>
      <w:r w:rsidRPr="00BF7614">
        <w:t xml:space="preserve">  END TYPE hvl_t</w:t>
      </w:r>
    </w:p>
    <w:p w:rsidR="003A407E" w:rsidRDefault="003A407E" w:rsidP="004C4117"/>
    <w:p w:rsidR="00BF7B52" w:rsidRDefault="00BF7B52" w:rsidP="004C4117"/>
    <w:p w:rsidR="00BF7B52" w:rsidRPr="003A407E" w:rsidRDefault="00BF7B52" w:rsidP="004C4117"/>
    <w:p w:rsidR="00D65C67" w:rsidRDefault="00E06676" w:rsidP="004C4117">
      <w:pPr>
        <w:pStyle w:val="Heading5"/>
      </w:pPr>
      <w:r>
        <w:t xml:space="preserve">Declaring Variable-length </w:t>
      </w:r>
      <w:r w:rsidR="00BF7B52">
        <w:t>Data</w:t>
      </w:r>
    </w:p>
    <w:p w:rsidR="00E06676" w:rsidRDefault="00E06676" w:rsidP="00605B30">
      <w:pPr>
        <w:rPr>
          <w:rFonts w:cs="Courier New"/>
        </w:rPr>
      </w:pPr>
      <w:r>
        <w:t xml:space="preserve">The data should be declared using </w:t>
      </w:r>
      <w:r w:rsidR="00BF7B52">
        <w:t xml:space="preserve">the </w:t>
      </w:r>
      <w:r>
        <w:t xml:space="preserve">derived type </w:t>
      </w:r>
      <w:r w:rsidRPr="004C4117">
        <w:rPr>
          <w:rFonts w:ascii="Courier New" w:hAnsi="Courier New" w:cs="Courier New"/>
          <w:sz w:val="20"/>
          <w:szCs w:val="20"/>
        </w:rPr>
        <w:t>hvl_t</w:t>
      </w:r>
      <w:r w:rsidR="00BF7B52" w:rsidRPr="00BF7B52">
        <w:t>. The</w:t>
      </w:r>
      <w:r>
        <w:rPr>
          <w:rFonts w:cs="Courier New"/>
        </w:rPr>
        <w:t xml:space="preserve"> example</w:t>
      </w:r>
      <w:r w:rsidR="00BF7B52">
        <w:rPr>
          <w:rFonts w:cs="Courier New"/>
        </w:rPr>
        <w:t xml:space="preserve"> below shows this.</w:t>
      </w:r>
    </w:p>
    <w:p w:rsidR="001A6C60" w:rsidRDefault="001A6C60" w:rsidP="00605B30">
      <w:pPr>
        <w:rPr>
          <w:rFonts w:cs="Courier New"/>
        </w:rPr>
      </w:pPr>
    </w:p>
    <w:p w:rsidR="00E06676" w:rsidRDefault="00E06676" w:rsidP="00E06676">
      <w:pPr>
        <w:pStyle w:val="Courier10"/>
      </w:pPr>
      <w:r w:rsidRPr="00BF7614">
        <w:t>TYPE(hvl_t), DIMENSION(1:2), TARGET :: wdata</w:t>
      </w:r>
    </w:p>
    <w:p w:rsidR="001A6C60" w:rsidRDefault="001A6C60" w:rsidP="004B0053"/>
    <w:p w:rsidR="004B0053" w:rsidRDefault="004B0053" w:rsidP="004B0053"/>
    <w:p w:rsidR="004B0053" w:rsidRDefault="004B0053" w:rsidP="004B0053"/>
    <w:p w:rsidR="00796C8F" w:rsidRDefault="00796C8F" w:rsidP="00796C8F">
      <w:pPr>
        <w:pStyle w:val="Heading5"/>
      </w:pPr>
      <w:r>
        <w:t xml:space="preserve">Writing and Reading Variable-length </w:t>
      </w:r>
      <w:r w:rsidR="00611BE5">
        <w:t>Data</w:t>
      </w:r>
    </w:p>
    <w:p w:rsidR="00605B30" w:rsidRDefault="00796C8F" w:rsidP="00605B30">
      <w:r>
        <w:t>Writing and reading variable-length data is done in the same way as for any other derived type</w:t>
      </w:r>
      <w:r w:rsidR="004C4117">
        <w:t>. This is</w:t>
      </w:r>
      <w:r>
        <w:t xml:space="preserve"> demo</w:t>
      </w:r>
      <w:r w:rsidR="004C4117">
        <w:t>n</w:t>
      </w:r>
      <w:r>
        <w:t>st</w:t>
      </w:r>
      <w:r w:rsidR="004B0053">
        <w:t>r</w:t>
      </w:r>
      <w:r>
        <w:t xml:space="preserve">ated by the </w:t>
      </w:r>
      <w:r w:rsidR="00352E48">
        <w:t xml:space="preserve">following </w:t>
      </w:r>
      <w:r w:rsidR="004C4117">
        <w:t xml:space="preserve">code </w:t>
      </w:r>
      <w:r w:rsidR="00352E48">
        <w:t>from the e</w:t>
      </w:r>
      <w:r w:rsidR="002956CD">
        <w:t xml:space="preserve">xample </w:t>
      </w:r>
      <w:r w:rsidR="002956CD" w:rsidRPr="00352E48">
        <w:rPr>
          <w:rFonts w:ascii="Courier New" w:hAnsi="Courier New" w:cs="Courier New"/>
          <w:sz w:val="20"/>
        </w:rPr>
        <w:t>h5ex_t_vlen_F03.f90</w:t>
      </w:r>
      <w:r w:rsidR="00352E48">
        <w:t>:</w:t>
      </w:r>
    </w:p>
    <w:p w:rsidR="00352E48" w:rsidRDefault="00352E48" w:rsidP="00352E48"/>
    <w:p w:rsidR="00605B30" w:rsidRDefault="00BF7614" w:rsidP="00352E48">
      <w:pPr>
        <w:pStyle w:val="Courier10"/>
      </w:pPr>
      <w:r w:rsidRPr="00BF7614">
        <w:t>TYPE(hvl_t), DIMENSION(1:2), TARGET :: wdata</w:t>
      </w:r>
    </w:p>
    <w:p w:rsidR="00BF7614" w:rsidRPr="00BF7614" w:rsidRDefault="00BF7614" w:rsidP="00352E48">
      <w:pPr>
        <w:pStyle w:val="Courier10"/>
      </w:pPr>
      <w:r w:rsidRPr="00BF7614">
        <w:t>INTEGER, DIMENSION(:), POINTER :: ptr_r</w:t>
      </w:r>
    </w:p>
    <w:p w:rsidR="00BF7614" w:rsidRDefault="00BF7614" w:rsidP="00352E48">
      <w:pPr>
        <w:pStyle w:val="Courier10"/>
      </w:pPr>
      <w:r w:rsidRPr="00BF7614">
        <w:t>TYPE(C_PTR) :: f_ptr</w:t>
      </w:r>
    </w:p>
    <w:p w:rsidR="00BF7614" w:rsidRDefault="00BF7614" w:rsidP="00352E48">
      <w:pPr>
        <w:pStyle w:val="Courier10"/>
      </w:pPr>
      <w:r>
        <w:t>….</w:t>
      </w:r>
    </w:p>
    <w:p w:rsidR="00BF7614" w:rsidRPr="00BF7614" w:rsidRDefault="00BF7614" w:rsidP="00352E48">
      <w:pPr>
        <w:pStyle w:val="Courier10"/>
      </w:pPr>
      <w:r w:rsidRPr="00BF7614">
        <w:t>ALLOCATE( ptr(1:2) )</w:t>
      </w:r>
    </w:p>
    <w:p w:rsidR="00BF7614" w:rsidRDefault="00BF7614" w:rsidP="00352E48">
      <w:pPr>
        <w:pStyle w:val="Courier10"/>
      </w:pPr>
      <w:r w:rsidRPr="00BF7614">
        <w:t>ALLOCATE( ptr(1)%data(1:wdata(1)%len) )</w:t>
      </w:r>
    </w:p>
    <w:p w:rsidR="00BF7614" w:rsidRDefault="00BF7614" w:rsidP="00352E48">
      <w:pPr>
        <w:pStyle w:val="Courier10"/>
      </w:pPr>
      <w:r>
        <w:t>….</w:t>
      </w:r>
    </w:p>
    <w:p w:rsidR="00BF7614" w:rsidRPr="00BF7614" w:rsidRDefault="00BF7614" w:rsidP="00352E48">
      <w:pPr>
        <w:pStyle w:val="Courier10"/>
      </w:pPr>
      <w:r w:rsidRPr="00BF7614">
        <w:t>DO i=1, wdata(1)%len</w:t>
      </w:r>
    </w:p>
    <w:p w:rsidR="00BF7614" w:rsidRPr="00BF7614" w:rsidRDefault="00BF7614" w:rsidP="00352E48">
      <w:pPr>
        <w:pStyle w:val="Courier10"/>
      </w:pPr>
      <w:r w:rsidRPr="00BF7614">
        <w:t xml:space="preserve">     ptr(1)%data(i) = wdata(1)%len - i + 1 ! 3 2 1</w:t>
      </w:r>
    </w:p>
    <w:p w:rsidR="00BF7614" w:rsidRPr="00BF7614" w:rsidRDefault="00BF7614" w:rsidP="00352E48">
      <w:pPr>
        <w:pStyle w:val="Courier10"/>
      </w:pPr>
      <w:r w:rsidRPr="00BF7614">
        <w:t>ENDDO</w:t>
      </w:r>
    </w:p>
    <w:p w:rsidR="00BF7614" w:rsidRDefault="00BF7614" w:rsidP="00352E48">
      <w:pPr>
        <w:pStyle w:val="Courier10"/>
      </w:pPr>
      <w:r w:rsidRPr="00BF7614">
        <w:t>wdata(1)%p = C_LOC(ptr(1)%data(1))</w:t>
      </w:r>
    </w:p>
    <w:p w:rsidR="00BF7614" w:rsidRDefault="00BF7614" w:rsidP="00352E48">
      <w:pPr>
        <w:pStyle w:val="Courier10"/>
      </w:pPr>
      <w:r>
        <w:t>…..</w:t>
      </w:r>
    </w:p>
    <w:p w:rsidR="00BF7614" w:rsidRDefault="00BF7614" w:rsidP="00352E48">
      <w:pPr>
        <w:pStyle w:val="Courier10"/>
      </w:pPr>
      <w:r w:rsidRPr="00BF7614">
        <w:t>CALL H5Tvlen_create_f(H5T_NATIVE_INTEGER, memtype, hdferr)</w:t>
      </w:r>
    </w:p>
    <w:p w:rsidR="00BF7614" w:rsidRPr="00BF7614" w:rsidRDefault="00BF7614" w:rsidP="00352E48">
      <w:pPr>
        <w:pStyle w:val="Courier10"/>
      </w:pPr>
      <w:r w:rsidRPr="00BF7614">
        <w:t>f_ptr = C_LOC(wdata(1))</w:t>
      </w:r>
    </w:p>
    <w:p w:rsidR="00BF7614" w:rsidRDefault="00BF7614" w:rsidP="00352E48">
      <w:pPr>
        <w:pStyle w:val="Courier10"/>
      </w:pPr>
      <w:r w:rsidRPr="00BF7614">
        <w:t>CALL h5dwrite_f(dset, memtype, f_ptr, hdferr)</w:t>
      </w:r>
    </w:p>
    <w:p w:rsidR="00BF7614" w:rsidRPr="00B802A8" w:rsidRDefault="002956CD" w:rsidP="00352E48">
      <w:pPr>
        <w:pStyle w:val="Courier10"/>
      </w:pPr>
      <w:r w:rsidRPr="00B802A8">
        <w:t>CALL h5dvlen_reclaim_f(memtype, space, H5P_DEFAULT_F, f_ptr, hdferr)</w:t>
      </w:r>
    </w:p>
    <w:p w:rsidR="00BF7614" w:rsidRDefault="00BF7614" w:rsidP="00DA78E6"/>
    <w:p w:rsidR="00DA78E6" w:rsidRDefault="00796C8F" w:rsidP="00DA78E6">
      <w:r>
        <w:t xml:space="preserve">Please notice that the HDF5 Fortran Library provides a new subroutine </w:t>
      </w:r>
      <w:r w:rsidRPr="004B0053">
        <w:rPr>
          <w:rFonts w:ascii="Courier New" w:hAnsi="Courier New" w:cs="Courier New"/>
          <w:sz w:val="20"/>
          <w:szCs w:val="20"/>
        </w:rPr>
        <w:t>h5dvlen_reclaim_f</w:t>
      </w:r>
      <w:r>
        <w:t xml:space="preserve"> that should be used to release allocated data buffers.</w:t>
      </w:r>
    </w:p>
    <w:p w:rsidR="004C4117" w:rsidRDefault="004C4117" w:rsidP="00DA78E6"/>
    <w:p w:rsidR="004C4117" w:rsidRDefault="004C4117" w:rsidP="00DA78E6"/>
    <w:p w:rsidR="00DA78E6" w:rsidRPr="00BF7614" w:rsidRDefault="00DA78E6" w:rsidP="00DA78E6"/>
    <w:p w:rsidR="005F7985" w:rsidRDefault="005F7985">
      <w:pPr>
        <w:rPr>
          <w:rFonts w:ascii="Arial" w:eastAsiaTheme="majorEastAsia" w:hAnsi="Arial" w:cstheme="majorBidi"/>
          <w:b/>
          <w:sz w:val="24"/>
          <w:szCs w:val="28"/>
        </w:rPr>
      </w:pPr>
      <w:r>
        <w:br w:type="page"/>
      </w:r>
    </w:p>
    <w:p w:rsidR="00FD05C3" w:rsidRDefault="00FD05C3" w:rsidP="00FD05C3">
      <w:pPr>
        <w:pStyle w:val="Heading3"/>
      </w:pPr>
      <w:bookmarkStart w:id="18" w:name="_Toc308084141"/>
      <w:r>
        <w:lastRenderedPageBreak/>
        <w:t xml:space="preserve">Enumerated </w:t>
      </w:r>
      <w:r w:rsidR="00976B07">
        <w:t>Type</w:t>
      </w:r>
      <w:bookmarkEnd w:id="18"/>
    </w:p>
    <w:p w:rsidR="005C5341" w:rsidRDefault="005C5341" w:rsidP="005C5341">
      <w:pPr>
        <w:rPr>
          <w:rStyle w:val="Hyperlink"/>
        </w:rPr>
      </w:pPr>
      <w:r>
        <w:t>Reading and writing enumeration</w:t>
      </w:r>
      <w:r w:rsidR="00352E48">
        <w:t>s</w:t>
      </w:r>
      <w:r>
        <w:t xml:space="preserve"> from a Fortran program is illustrated</w:t>
      </w:r>
      <w:r w:rsidR="00611BE5">
        <w:t xml:space="preserve"> in</w:t>
      </w:r>
      <w:r>
        <w:t xml:space="preserve"> </w:t>
      </w:r>
      <w:r w:rsidRPr="00352E48">
        <w:rPr>
          <w:rFonts w:ascii="Courier New" w:hAnsi="Courier New" w:cs="Courier New"/>
          <w:sz w:val="20"/>
        </w:rPr>
        <w:t>h5ex_t-enum_F03.f90</w:t>
      </w:r>
      <w:r w:rsidR="00611BE5" w:rsidRPr="00611BE5">
        <w:t xml:space="preserve">. This </w:t>
      </w:r>
      <w:r w:rsidR="00611BE5">
        <w:t>example can be</w:t>
      </w:r>
      <w:r>
        <w:t xml:space="preserve"> found </w:t>
      </w:r>
      <w:r w:rsidR="00352E48">
        <w:t xml:space="preserve">at </w:t>
      </w:r>
      <w:hyperlink r:id="rId20" w:history="1">
        <w:r w:rsidRPr="00D415C1">
          <w:rPr>
            <w:rStyle w:val="Hyperlink"/>
          </w:rPr>
          <w:t>http://www.hdfgroup.org/ftp/HDF5/examples/examples-by-api/api18-fortran.html</w:t>
        </w:r>
      </w:hyperlink>
      <w:r>
        <w:rPr>
          <w:rStyle w:val="Hyperlink"/>
        </w:rPr>
        <w:t>.</w:t>
      </w:r>
    </w:p>
    <w:p w:rsidR="00611BE5" w:rsidRPr="00A35B23" w:rsidRDefault="00611BE5" w:rsidP="005C5341">
      <w:pPr>
        <w:rPr>
          <w:szCs w:val="24"/>
        </w:rPr>
      </w:pPr>
    </w:p>
    <w:p w:rsidR="00FD05C3" w:rsidRDefault="005C5341" w:rsidP="00FD05C3">
      <w:r>
        <w:t>Fortran application</w:t>
      </w:r>
      <w:r w:rsidR="00352E48">
        <w:t>s</w:t>
      </w:r>
      <w:r>
        <w:t xml:space="preserve"> should carefully follow the steps described in the </w:t>
      </w:r>
      <w:r w:rsidR="00611BE5">
        <w:t>sub-</w:t>
      </w:r>
      <w:r>
        <w:t>section</w:t>
      </w:r>
      <w:r w:rsidR="00611BE5">
        <w:t>s</w:t>
      </w:r>
      <w:r>
        <w:t xml:space="preserve"> </w:t>
      </w:r>
      <w:r w:rsidR="00352E48">
        <w:t xml:space="preserve">below </w:t>
      </w:r>
      <w:r>
        <w:t xml:space="preserve">to assure that data is passed correctly to the HDF5 library. </w:t>
      </w:r>
    </w:p>
    <w:p w:rsidR="00DA78E6" w:rsidRDefault="00DA78E6" w:rsidP="00FD05C3"/>
    <w:p w:rsidR="00DA78E6" w:rsidRDefault="00DA78E6" w:rsidP="00FD05C3"/>
    <w:p w:rsidR="008B0A57" w:rsidRDefault="008B0A57" w:rsidP="00FD05C3"/>
    <w:p w:rsidR="005C5341" w:rsidRDefault="005C5341" w:rsidP="005C5341">
      <w:pPr>
        <w:pStyle w:val="Heading4"/>
      </w:pPr>
      <w:r>
        <w:t>Steps</w:t>
      </w:r>
      <w:r w:rsidRPr="005C5341">
        <w:t xml:space="preserve"> to </w:t>
      </w:r>
      <w:r w:rsidR="00976B07" w:rsidRPr="005C5341">
        <w:t>Write</w:t>
      </w:r>
      <w:r w:rsidR="00976B07">
        <w:t xml:space="preserve"> or </w:t>
      </w:r>
      <w:r w:rsidR="00976B07" w:rsidRPr="005C5341">
        <w:t xml:space="preserve">Read </w:t>
      </w:r>
      <w:r w:rsidR="00976B07">
        <w:t xml:space="preserve">Data </w:t>
      </w:r>
      <w:r w:rsidR="00F70001">
        <w:t xml:space="preserve">of </w:t>
      </w:r>
      <w:r w:rsidR="00976B07">
        <w:t xml:space="preserve">an </w:t>
      </w:r>
      <w:r w:rsidR="00976B07" w:rsidRPr="005C5341">
        <w:t>Enumerated Type</w:t>
      </w:r>
    </w:p>
    <w:p w:rsidR="008B0A57" w:rsidRDefault="008B0A57" w:rsidP="008B0A57">
      <w:r>
        <w:t>Go through these steps to write or read data of an enumerated datatype.</w:t>
      </w:r>
    </w:p>
    <w:p w:rsidR="008B0A57" w:rsidRDefault="008B0A57" w:rsidP="008B0A57"/>
    <w:p w:rsidR="008B0A57" w:rsidRDefault="008B0A57" w:rsidP="008B0A57"/>
    <w:p w:rsidR="008B0A57" w:rsidRPr="008B0A57" w:rsidRDefault="008B0A57" w:rsidP="008B0A57"/>
    <w:p w:rsidR="005C5341" w:rsidRDefault="005C5341" w:rsidP="005C5341">
      <w:pPr>
        <w:pStyle w:val="Heading5"/>
      </w:pPr>
      <w:r>
        <w:t xml:space="preserve">Variable </w:t>
      </w:r>
      <w:r w:rsidR="008B0A57">
        <w:t>Declarations</w:t>
      </w:r>
    </w:p>
    <w:p w:rsidR="00FD05C3" w:rsidRDefault="005C5341" w:rsidP="00FD05C3">
      <w:r>
        <w:t xml:space="preserve">To write or read HDF5 enum data, one should use </w:t>
      </w:r>
      <w:r w:rsidR="008B0A57">
        <w:t xml:space="preserve">an </w:t>
      </w:r>
      <w:r>
        <w:t>enumerated type using ENUMERATOR as shown in the following example:</w:t>
      </w:r>
    </w:p>
    <w:p w:rsidR="008B0A57" w:rsidRDefault="008B0A57" w:rsidP="00FD05C3"/>
    <w:p w:rsidR="005C5341" w:rsidRPr="005C5341" w:rsidRDefault="005C5341" w:rsidP="008B0A57">
      <w:pPr>
        <w:pStyle w:val="Courier10"/>
      </w:pPr>
      <w:r w:rsidRPr="005C5341">
        <w:t>! Enumerated type</w:t>
      </w:r>
    </w:p>
    <w:p w:rsidR="005C5341" w:rsidRPr="005C5341" w:rsidRDefault="005C5341" w:rsidP="008B0A57">
      <w:pPr>
        <w:pStyle w:val="Courier10"/>
      </w:pPr>
      <w:r w:rsidRPr="005C5341">
        <w:t xml:space="preserve">  ENUM, </w:t>
      </w:r>
      <w:r w:rsidRPr="005C5341">
        <w:rPr>
          <w:highlight w:val="lightGray"/>
        </w:rPr>
        <w:t>BIND(C)</w:t>
      </w:r>
    </w:p>
    <w:p w:rsidR="005C5341" w:rsidRPr="005C5341" w:rsidRDefault="005C5341" w:rsidP="008B0A57">
      <w:pPr>
        <w:pStyle w:val="Courier10"/>
      </w:pPr>
      <w:r w:rsidRPr="005C5341">
        <w:t xml:space="preserve">     </w:t>
      </w:r>
      <w:r w:rsidRPr="005C5341">
        <w:rPr>
          <w:highlight w:val="lightGray"/>
        </w:rPr>
        <w:t>ENUMERATOR :: SOLID = 0, LIQUID, GAS, PLASMA</w:t>
      </w:r>
    </w:p>
    <w:p w:rsidR="005C5341" w:rsidRDefault="005C5341" w:rsidP="008B0A57">
      <w:pPr>
        <w:pStyle w:val="Courier10"/>
      </w:pPr>
      <w:r w:rsidRPr="005C5341">
        <w:t xml:space="preserve">  END ENUM</w:t>
      </w:r>
    </w:p>
    <w:p w:rsidR="005C5341" w:rsidRDefault="005C5341" w:rsidP="008B0A57"/>
    <w:p w:rsidR="005C5341" w:rsidRDefault="005C5341" w:rsidP="005C5341">
      <w:pPr>
        <w:rPr>
          <w:szCs w:val="24"/>
        </w:rPr>
      </w:pPr>
      <w:r w:rsidRPr="005C5341">
        <w:rPr>
          <w:szCs w:val="24"/>
        </w:rPr>
        <w:t xml:space="preserve">The </w:t>
      </w:r>
      <w:r>
        <w:rPr>
          <w:szCs w:val="24"/>
        </w:rPr>
        <w:t xml:space="preserve">buffers with data to write or read should be declared as using integers of the </w:t>
      </w:r>
      <w:r w:rsidR="00245FCF">
        <w:rPr>
          <w:szCs w:val="24"/>
        </w:rPr>
        <w:t>KIND that corresponds to the enumerator</w:t>
      </w:r>
      <w:r>
        <w:rPr>
          <w:szCs w:val="24"/>
        </w:rPr>
        <w:t xml:space="preserve"> </w:t>
      </w:r>
      <w:r w:rsidR="00245FCF">
        <w:rPr>
          <w:szCs w:val="24"/>
        </w:rPr>
        <w:t>a</w:t>
      </w:r>
      <w:r>
        <w:rPr>
          <w:szCs w:val="24"/>
        </w:rPr>
        <w:t xml:space="preserve">nd </w:t>
      </w:r>
      <w:r w:rsidR="004B0053">
        <w:rPr>
          <w:szCs w:val="24"/>
        </w:rPr>
        <w:t xml:space="preserve">the </w:t>
      </w:r>
      <w:r w:rsidRPr="005C5341">
        <w:rPr>
          <w:rFonts w:ascii="Consolas" w:hAnsi="Consolas"/>
        </w:rPr>
        <w:t>TARGET</w:t>
      </w:r>
      <w:r>
        <w:rPr>
          <w:szCs w:val="24"/>
        </w:rPr>
        <w:t xml:space="preserve"> attribute</w:t>
      </w:r>
      <w:r w:rsidR="00245FCF">
        <w:rPr>
          <w:szCs w:val="24"/>
        </w:rPr>
        <w:t xml:space="preserve"> as shown below</w:t>
      </w:r>
      <w:r>
        <w:rPr>
          <w:szCs w:val="24"/>
        </w:rPr>
        <w:t>:</w:t>
      </w:r>
    </w:p>
    <w:p w:rsidR="005C5341" w:rsidRDefault="005C5341" w:rsidP="005C5341">
      <w:pPr>
        <w:rPr>
          <w:szCs w:val="24"/>
        </w:rPr>
      </w:pPr>
    </w:p>
    <w:p w:rsidR="005C5341" w:rsidRPr="005C5341" w:rsidRDefault="005C5341" w:rsidP="008B0A57">
      <w:pPr>
        <w:pStyle w:val="Courier10"/>
      </w:pPr>
      <w:r w:rsidRPr="005C5341">
        <w:t>INTEGER(</w:t>
      </w:r>
      <w:r w:rsidR="00245FCF" w:rsidRPr="005C5341">
        <w:rPr>
          <w:highlight w:val="lightGray"/>
        </w:rPr>
        <w:t>KIND</w:t>
      </w:r>
      <w:r w:rsidRPr="005C5341">
        <w:rPr>
          <w:highlight w:val="lightGray"/>
        </w:rPr>
        <w:t>(SOLID)</w:t>
      </w:r>
      <w:r w:rsidRPr="005C5341">
        <w:t xml:space="preserve">), DIMENSION(1:dim0, 1:dim1), </w:t>
      </w:r>
      <w:r w:rsidRPr="005C5341">
        <w:rPr>
          <w:highlight w:val="lightGray"/>
        </w:rPr>
        <w:t>TARGET</w:t>
      </w:r>
      <w:r w:rsidRPr="005C5341">
        <w:t xml:space="preserve"> :: wdata ! Write buffer</w:t>
      </w:r>
    </w:p>
    <w:p w:rsidR="005C5341" w:rsidRDefault="005C5341" w:rsidP="008B0A57">
      <w:pPr>
        <w:pStyle w:val="Courier10"/>
      </w:pPr>
      <w:r w:rsidRPr="005C5341">
        <w:t>INTEGER(</w:t>
      </w:r>
      <w:r w:rsidR="00245FCF" w:rsidRPr="005C5341">
        <w:rPr>
          <w:highlight w:val="lightGray"/>
        </w:rPr>
        <w:t>KIND</w:t>
      </w:r>
      <w:r w:rsidRPr="005C5341">
        <w:rPr>
          <w:highlight w:val="lightGray"/>
        </w:rPr>
        <w:t>(SOLID)</w:t>
      </w:r>
      <w:r w:rsidRPr="005C5341">
        <w:t xml:space="preserve">), DIMENSION(:,:), ALLOCATABLE, </w:t>
      </w:r>
      <w:r w:rsidRPr="005C5341">
        <w:rPr>
          <w:highlight w:val="lightGray"/>
        </w:rPr>
        <w:t>TARGET</w:t>
      </w:r>
      <w:r w:rsidRPr="005C5341">
        <w:t xml:space="preserve"> :: rdata ! Read buffer</w:t>
      </w:r>
    </w:p>
    <w:p w:rsidR="00DA78E6" w:rsidRDefault="00DA78E6" w:rsidP="00DA78E6"/>
    <w:p w:rsidR="00DA78E6" w:rsidRDefault="00DA78E6" w:rsidP="00DA78E6"/>
    <w:p w:rsidR="00DA78E6" w:rsidRPr="005C5341" w:rsidRDefault="00DA78E6" w:rsidP="00DA78E6"/>
    <w:p w:rsidR="005C5341" w:rsidRDefault="005C5341" w:rsidP="005C5341">
      <w:pPr>
        <w:pStyle w:val="Heading5"/>
      </w:pPr>
      <w:r>
        <w:t xml:space="preserve">Constructing </w:t>
      </w:r>
      <w:r w:rsidR="00611BE5">
        <w:t xml:space="preserve">a </w:t>
      </w:r>
      <w:r w:rsidR="008B0A57">
        <w:t>Memory Datatype</w:t>
      </w:r>
    </w:p>
    <w:p w:rsidR="005C5341" w:rsidRDefault="008B0A57" w:rsidP="00FD05C3">
      <w:r>
        <w:t xml:space="preserve">A memory </w:t>
      </w:r>
      <w:r w:rsidR="00327F21">
        <w:t xml:space="preserve">datatype should be constructed by finding an appropriate HDF5 integer datatype and then following the standard procedure </w:t>
      </w:r>
      <w:r>
        <w:t xml:space="preserve">for </w:t>
      </w:r>
      <w:r w:rsidR="00327F21">
        <w:t xml:space="preserve">constructing </w:t>
      </w:r>
      <w:r>
        <w:t xml:space="preserve">an </w:t>
      </w:r>
      <w:r w:rsidR="00327F21">
        <w:t>HDF5 enum type. To find an appropriate HDF5 integer datatype</w:t>
      </w:r>
      <w:r w:rsidR="00611BE5">
        <w:t>,</w:t>
      </w:r>
      <w:r w:rsidR="00327F21">
        <w:t xml:space="preserve"> use the </w:t>
      </w:r>
      <w:r w:rsidR="00327F21" w:rsidRPr="008B0A57">
        <w:rPr>
          <w:rFonts w:ascii="Courier New" w:hAnsi="Courier New" w:cs="Courier New"/>
          <w:sz w:val="20"/>
        </w:rPr>
        <w:t>h5kind_to_type</w:t>
      </w:r>
      <w:r w:rsidR="00327F21">
        <w:t xml:space="preserve"> function as shown in the following example:</w:t>
      </w:r>
    </w:p>
    <w:p w:rsidR="008B0A57" w:rsidRDefault="008B0A57" w:rsidP="00FD05C3"/>
    <w:p w:rsidR="00327F21" w:rsidRPr="00327F21" w:rsidRDefault="00327F21" w:rsidP="008B0A57">
      <w:pPr>
        <w:pStyle w:val="Courier10"/>
      </w:pPr>
      <w:r w:rsidRPr="00327F21">
        <w:t xml:space="preserve">M_BASET   = </w:t>
      </w:r>
      <w:r w:rsidRPr="00327F21">
        <w:rPr>
          <w:highlight w:val="lightGray"/>
        </w:rPr>
        <w:t>h5kind_to_type(kind(SOLID), H5_INTEGER_KIND)</w:t>
      </w:r>
      <w:r w:rsidRPr="00327F21">
        <w:t xml:space="preserve"> ! Memory base type</w:t>
      </w:r>
    </w:p>
    <w:p w:rsidR="00327F21" w:rsidRPr="00327F21" w:rsidRDefault="00327F21" w:rsidP="008B0A57">
      <w:pPr>
        <w:pStyle w:val="Courier10"/>
      </w:pPr>
      <w:r w:rsidRPr="00327F21">
        <w:t>CALL h5tenum_create_f (M_BASET, memtype, hdferr)</w:t>
      </w:r>
    </w:p>
    <w:p w:rsidR="00327F21" w:rsidRPr="00327F21" w:rsidRDefault="00327F21" w:rsidP="008B0A57">
      <w:pPr>
        <w:pStyle w:val="Courier10"/>
      </w:pPr>
      <w:r w:rsidRPr="00327F21">
        <w:t>DO i = SOLID, PLASMA</w:t>
      </w:r>
    </w:p>
    <w:p w:rsidR="00327F21" w:rsidRPr="00327F21" w:rsidRDefault="00327F21" w:rsidP="008B0A57">
      <w:pPr>
        <w:pStyle w:val="Courier10"/>
      </w:pPr>
      <w:r w:rsidRPr="00327F21">
        <w:t>…</w:t>
      </w:r>
    </w:p>
    <w:p w:rsidR="00327F21" w:rsidRPr="00327F21" w:rsidRDefault="00327F21" w:rsidP="008B0A57">
      <w:pPr>
        <w:pStyle w:val="Courier10"/>
      </w:pPr>
      <w:r w:rsidRPr="00327F21">
        <w:t xml:space="preserve">     val = i</w:t>
      </w:r>
    </w:p>
    <w:p w:rsidR="00327F21" w:rsidRPr="00327F21" w:rsidRDefault="00327F21" w:rsidP="008B0A57">
      <w:pPr>
        <w:pStyle w:val="Courier10"/>
      </w:pPr>
      <w:r w:rsidRPr="00327F21">
        <w:t xml:space="preserve">     CALL h5tenum_insert_f(memtype, TRIM(names(i+1)), val, hdferr)</w:t>
      </w:r>
    </w:p>
    <w:p w:rsidR="00327F21" w:rsidRPr="00327F21" w:rsidRDefault="00327F21" w:rsidP="008B0A57">
      <w:pPr>
        <w:pStyle w:val="Courier10"/>
      </w:pPr>
      <w:r w:rsidRPr="00327F21">
        <w:t>….</w:t>
      </w:r>
    </w:p>
    <w:p w:rsidR="00327F21" w:rsidRDefault="00327F21" w:rsidP="008B0A57">
      <w:pPr>
        <w:pStyle w:val="Courier10"/>
      </w:pPr>
      <w:r w:rsidRPr="00327F21">
        <w:t>ENDDO</w:t>
      </w:r>
    </w:p>
    <w:p w:rsidR="00DA78E6" w:rsidRDefault="00DA78E6" w:rsidP="00DA78E6"/>
    <w:p w:rsidR="00DA78E6" w:rsidRDefault="00DA78E6" w:rsidP="00DA78E6"/>
    <w:p w:rsidR="00DA78E6" w:rsidRPr="00327F21" w:rsidRDefault="00DA78E6" w:rsidP="00DA78E6"/>
    <w:p w:rsidR="00327F21" w:rsidRDefault="00327F21" w:rsidP="00327F21">
      <w:pPr>
        <w:pStyle w:val="Heading5"/>
      </w:pPr>
      <w:r>
        <w:lastRenderedPageBreak/>
        <w:t xml:space="preserve">Constructing </w:t>
      </w:r>
      <w:r w:rsidR="00611BE5">
        <w:t xml:space="preserve">a </w:t>
      </w:r>
      <w:r w:rsidR="008B0A57">
        <w:t>File Datatype</w:t>
      </w:r>
    </w:p>
    <w:p w:rsidR="003345F8" w:rsidRPr="008B0A57" w:rsidRDefault="00327F21" w:rsidP="00327F21">
      <w:r>
        <w:t xml:space="preserve">If </w:t>
      </w:r>
      <w:r w:rsidR="008B0A57">
        <w:t xml:space="preserve">the </w:t>
      </w:r>
      <w:r w:rsidRPr="00277F07">
        <w:rPr>
          <w:rFonts w:asciiTheme="majorHAnsi" w:hAnsiTheme="majorHAnsi"/>
          <w:szCs w:val="24"/>
        </w:rPr>
        <w:t>datatype</w:t>
      </w:r>
      <w:r>
        <w:t xml:space="preserve"> in the file is different from </w:t>
      </w:r>
      <w:r w:rsidRPr="008B0A57">
        <w:rPr>
          <w:rFonts w:ascii="Courier New" w:hAnsi="Courier New" w:cs="Courier New"/>
          <w:sz w:val="20"/>
        </w:rPr>
        <w:t>memtype</w:t>
      </w:r>
      <w:r w:rsidRPr="008B0A57">
        <w:t xml:space="preserve">, </w:t>
      </w:r>
      <w:r w:rsidRPr="00327F21">
        <w:rPr>
          <w:szCs w:val="24"/>
        </w:rPr>
        <w:t>special</w:t>
      </w:r>
      <w:r w:rsidRPr="008B0A57">
        <w:t xml:space="preserve"> </w:t>
      </w:r>
      <w:r w:rsidRPr="00327F21">
        <w:rPr>
          <w:szCs w:val="24"/>
        </w:rPr>
        <w:t>care should be take</w:t>
      </w:r>
      <w:r>
        <w:rPr>
          <w:szCs w:val="24"/>
        </w:rPr>
        <w:t xml:space="preserve">n to convert enum values before constructing the HDF5 enum </w:t>
      </w:r>
      <w:r w:rsidR="008B0A57">
        <w:rPr>
          <w:szCs w:val="24"/>
        </w:rPr>
        <w:t>data</w:t>
      </w:r>
      <w:r>
        <w:rPr>
          <w:szCs w:val="24"/>
        </w:rPr>
        <w:t>type. Conversion is perform</w:t>
      </w:r>
      <w:r w:rsidR="008B0A57">
        <w:rPr>
          <w:szCs w:val="24"/>
        </w:rPr>
        <w:t>ed</w:t>
      </w:r>
      <w:r>
        <w:rPr>
          <w:szCs w:val="24"/>
        </w:rPr>
        <w:t xml:space="preserve"> on each value using </w:t>
      </w:r>
      <w:r w:rsidR="008B0A57">
        <w:rPr>
          <w:szCs w:val="24"/>
        </w:rPr>
        <w:t xml:space="preserve">the </w:t>
      </w:r>
      <w:r w:rsidR="003345F8" w:rsidRPr="008B0A57">
        <w:rPr>
          <w:rFonts w:ascii="Courier New" w:hAnsi="Courier New" w:cs="Courier New"/>
          <w:sz w:val="20"/>
        </w:rPr>
        <w:t>h5tconvert_f</w:t>
      </w:r>
      <w:r w:rsidR="003345F8">
        <w:rPr>
          <w:szCs w:val="24"/>
        </w:rPr>
        <w:t xml:space="preserve"> subroutine. Please note that the </w:t>
      </w:r>
      <w:r w:rsidR="003345F8" w:rsidRPr="008B0A57">
        <w:t>enum</w:t>
      </w:r>
      <w:r w:rsidR="003345F8">
        <w:rPr>
          <w:szCs w:val="24"/>
        </w:rPr>
        <w:t xml:space="preserve"> value has to have a datatype big enough to contain </w:t>
      </w:r>
      <w:r w:rsidR="0084589F">
        <w:rPr>
          <w:szCs w:val="24"/>
        </w:rPr>
        <w:t xml:space="preserve">a converted value. The following example may not work if the file datatype would be, for example, </w:t>
      </w:r>
      <w:r w:rsidR="0084589F" w:rsidRPr="008B0A57">
        <w:rPr>
          <w:rFonts w:ascii="Courier New" w:hAnsi="Courier New" w:cs="Courier New"/>
          <w:sz w:val="20"/>
        </w:rPr>
        <w:t>H5T_STD_I64BE</w:t>
      </w:r>
      <w:r w:rsidR="0084589F" w:rsidRPr="008B0A57">
        <w:t>.</w:t>
      </w:r>
    </w:p>
    <w:p w:rsidR="008B0A57" w:rsidRDefault="008B0A57" w:rsidP="00327F21">
      <w:pPr>
        <w:rPr>
          <w:szCs w:val="24"/>
        </w:rPr>
      </w:pPr>
    </w:p>
    <w:p w:rsidR="00327F21" w:rsidRDefault="003345F8" w:rsidP="008B0A57">
      <w:pPr>
        <w:pStyle w:val="Courier10"/>
      </w:pPr>
      <w:r w:rsidRPr="003345F8">
        <w:t>INTEGER(kind(SOLID)), TARGET :: val</w:t>
      </w:r>
    </w:p>
    <w:p w:rsidR="003345F8" w:rsidRDefault="003345F8" w:rsidP="008B0A57">
      <w:pPr>
        <w:pStyle w:val="Courier10"/>
      </w:pPr>
      <w:r>
        <w:t>….</w:t>
      </w:r>
    </w:p>
    <w:p w:rsidR="003345F8" w:rsidRDefault="003345F8" w:rsidP="008B0A57">
      <w:pPr>
        <w:pStyle w:val="Courier10"/>
      </w:pPr>
      <w:r w:rsidRPr="003345F8">
        <w:t>! In the file enums are 16-bit integers</w:t>
      </w:r>
    </w:p>
    <w:p w:rsidR="0084589F" w:rsidRPr="003345F8" w:rsidRDefault="0084589F" w:rsidP="008B0A57">
      <w:pPr>
        <w:pStyle w:val="Courier10"/>
      </w:pPr>
      <w:r w:rsidRPr="003345F8">
        <w:t>CALL h5tenum_create_f (H5T_STD_I16BE, filetype, hdferr)</w:t>
      </w:r>
    </w:p>
    <w:p w:rsidR="003345F8" w:rsidRPr="003345F8" w:rsidRDefault="003345F8" w:rsidP="008B0A57">
      <w:pPr>
        <w:pStyle w:val="Courier10"/>
      </w:pPr>
      <w:r w:rsidRPr="003345F8">
        <w:t>DO i = SOLID, PLASMA</w:t>
      </w:r>
    </w:p>
    <w:p w:rsidR="003345F8" w:rsidRPr="003345F8" w:rsidRDefault="008D1EEA" w:rsidP="008B0A57">
      <w:pPr>
        <w:pStyle w:val="Courier10"/>
      </w:pPr>
      <w:r>
        <w:t>…</w:t>
      </w:r>
    </w:p>
    <w:p w:rsidR="003345F8" w:rsidRPr="003345F8" w:rsidRDefault="003345F8" w:rsidP="008B0A57">
      <w:pPr>
        <w:pStyle w:val="Courier10"/>
      </w:pPr>
      <w:r w:rsidRPr="003345F8">
        <w:t xml:space="preserve">     !</w:t>
      </w:r>
    </w:p>
    <w:p w:rsidR="003345F8" w:rsidRPr="003345F8" w:rsidRDefault="003345F8" w:rsidP="008B0A57">
      <w:pPr>
        <w:pStyle w:val="Courier10"/>
      </w:pPr>
      <w:r w:rsidRPr="003345F8">
        <w:t xml:space="preserve">     ! Insert enumerated value for filetype.  We must first convert</w:t>
      </w:r>
    </w:p>
    <w:p w:rsidR="003345F8" w:rsidRPr="003345F8" w:rsidRDefault="003345F8" w:rsidP="008B0A57">
      <w:pPr>
        <w:pStyle w:val="Courier10"/>
      </w:pPr>
      <w:r w:rsidRPr="003345F8">
        <w:t xml:space="preserve">     ! the numerical value val to the base type of the destination.</w:t>
      </w:r>
    </w:p>
    <w:p w:rsidR="003345F8" w:rsidRPr="003345F8" w:rsidRDefault="003345F8" w:rsidP="008B0A57">
      <w:pPr>
        <w:pStyle w:val="Courier10"/>
      </w:pPr>
      <w:r w:rsidRPr="003345F8">
        <w:t xml:space="preserve">     !</w:t>
      </w:r>
    </w:p>
    <w:p w:rsidR="003345F8" w:rsidRPr="003345F8" w:rsidRDefault="003345F8" w:rsidP="008B0A57">
      <w:pPr>
        <w:pStyle w:val="Courier10"/>
      </w:pPr>
      <w:r w:rsidRPr="003345F8">
        <w:t xml:space="preserve">     </w:t>
      </w:r>
      <w:r w:rsidRPr="0084589F">
        <w:rPr>
          <w:highlight w:val="lightGray"/>
        </w:rPr>
        <w:t>f_ptr</w:t>
      </w:r>
      <w:r w:rsidRPr="003345F8">
        <w:t xml:space="preserve"> = </w:t>
      </w:r>
      <w:r w:rsidRPr="0084589F">
        <w:rPr>
          <w:highlight w:val="lightGray"/>
        </w:rPr>
        <w:t>C_LOC(val)</w:t>
      </w:r>
    </w:p>
    <w:p w:rsidR="003345F8" w:rsidRPr="003345F8" w:rsidRDefault="003345F8" w:rsidP="008B0A57">
      <w:pPr>
        <w:pStyle w:val="Courier10"/>
      </w:pPr>
      <w:r w:rsidRPr="003345F8">
        <w:t xml:space="preserve">     CALL h5tconvert_f (M_BASET, </w:t>
      </w:r>
      <w:r w:rsidR="008D1EEA">
        <w:t>H5T_STD_I16BE</w:t>
      </w:r>
      <w:r w:rsidRPr="003345F8">
        <w:t xml:space="preserve">, INT(1,SIZE_T), </w:t>
      </w:r>
      <w:r w:rsidRPr="0084589F">
        <w:t>f_ptr</w:t>
      </w:r>
      <w:r w:rsidRPr="003345F8">
        <w:t>, hdferr)</w:t>
      </w:r>
    </w:p>
    <w:p w:rsidR="003345F8" w:rsidRPr="003345F8" w:rsidRDefault="003345F8" w:rsidP="008B0A57">
      <w:pPr>
        <w:pStyle w:val="Courier10"/>
      </w:pPr>
      <w:r w:rsidRPr="003345F8">
        <w:t xml:space="preserve">     CALL h5tenum_insert_f(filetype, TRIM(names(i+1)), val, hdferr)</w:t>
      </w:r>
    </w:p>
    <w:p w:rsidR="003345F8" w:rsidRDefault="003345F8" w:rsidP="008B0A57">
      <w:pPr>
        <w:pStyle w:val="Courier10"/>
      </w:pPr>
      <w:r w:rsidRPr="003345F8">
        <w:t xml:space="preserve">  ENDDO</w:t>
      </w:r>
    </w:p>
    <w:p w:rsidR="00DA78E6" w:rsidRDefault="00DA78E6" w:rsidP="00DA78E6"/>
    <w:p w:rsidR="00DA78E6" w:rsidRDefault="00DA78E6" w:rsidP="00DA78E6"/>
    <w:p w:rsidR="00DA78E6" w:rsidRPr="003345F8" w:rsidRDefault="00DA78E6" w:rsidP="00DA78E6"/>
    <w:p w:rsidR="00BB232D" w:rsidRDefault="00BB232D" w:rsidP="00BB232D">
      <w:pPr>
        <w:pStyle w:val="Heading5"/>
      </w:pPr>
      <w:r>
        <w:t xml:space="preserve">Creating, </w:t>
      </w:r>
      <w:r w:rsidR="008B0A57">
        <w:t xml:space="preserve">Writing, </w:t>
      </w:r>
      <w:r>
        <w:t xml:space="preserve">and </w:t>
      </w:r>
      <w:r w:rsidR="008B0A57">
        <w:t>Reading Enums</w:t>
      </w:r>
    </w:p>
    <w:p w:rsidR="00327F21" w:rsidRDefault="0084589F" w:rsidP="00FD05C3">
      <w:r>
        <w:t xml:space="preserve">To create a dataset with </w:t>
      </w:r>
      <w:r w:rsidR="008B0A57">
        <w:t xml:space="preserve">an </w:t>
      </w:r>
      <w:r>
        <w:t>HDF5 enum</w:t>
      </w:r>
      <w:r w:rsidR="008B0A57">
        <w:t xml:space="preserve"> data</w:t>
      </w:r>
      <w:r>
        <w:t>type</w:t>
      </w:r>
      <w:r w:rsidR="008B0A57">
        <w:t>,</w:t>
      </w:r>
      <w:r w:rsidR="00BB232D">
        <w:t xml:space="preserve"> use a standard</w:t>
      </w:r>
      <w:r w:rsidR="00BB232D" w:rsidRPr="00611BE5">
        <w:t xml:space="preserve"> </w:t>
      </w:r>
      <w:r w:rsidR="00BB232D" w:rsidRPr="00611BE5">
        <w:rPr>
          <w:rFonts w:ascii="Courier New" w:hAnsi="Courier New" w:cs="Courier New"/>
          <w:sz w:val="20"/>
        </w:rPr>
        <w:t>h5dcreate_f</w:t>
      </w:r>
      <w:r w:rsidR="00BB232D" w:rsidRPr="00611BE5">
        <w:t xml:space="preserve"> </w:t>
      </w:r>
      <w:r w:rsidR="00BB232D">
        <w:t>call</w:t>
      </w:r>
      <w:r w:rsidR="008B0A57">
        <w:t>. Here is an example:</w:t>
      </w:r>
    </w:p>
    <w:p w:rsidR="008B0A57" w:rsidRDefault="008B0A57" w:rsidP="00FD05C3"/>
    <w:p w:rsidR="00BB232D" w:rsidRPr="00BB232D" w:rsidRDefault="00BB232D" w:rsidP="008B0A57">
      <w:pPr>
        <w:pStyle w:val="Courier10"/>
      </w:pPr>
      <w:r w:rsidRPr="00BB232D">
        <w:t>CALL h5dcreate_f(file, dataset, filetype, space, dset, hdferr)</w:t>
      </w:r>
    </w:p>
    <w:p w:rsidR="008B0A57" w:rsidRDefault="008B0A57" w:rsidP="00FD05C3"/>
    <w:p w:rsidR="00BB232D" w:rsidRDefault="0084589F" w:rsidP="00FD05C3">
      <w:r>
        <w:t xml:space="preserve">After the dataset </w:t>
      </w:r>
      <w:r w:rsidR="008B0A57">
        <w:t xml:space="preserve">is </w:t>
      </w:r>
      <w:r>
        <w:t>create</w:t>
      </w:r>
      <w:r w:rsidR="008B0A57">
        <w:t>d</w:t>
      </w:r>
      <w:r>
        <w:t xml:space="preserve">, </w:t>
      </w:r>
      <w:r w:rsidR="00BB232D">
        <w:t xml:space="preserve">write data using </w:t>
      </w:r>
      <w:r w:rsidR="008B0A57">
        <w:t xml:space="preserve">the </w:t>
      </w:r>
      <w:r w:rsidR="00BB232D">
        <w:t xml:space="preserve">new signature for the </w:t>
      </w:r>
      <w:r w:rsidR="00BB232D" w:rsidRPr="008B0A57">
        <w:rPr>
          <w:rFonts w:ascii="Courier New" w:hAnsi="Courier New" w:cs="Courier New"/>
          <w:sz w:val="20"/>
        </w:rPr>
        <w:t>h5dwrite_f</w:t>
      </w:r>
      <w:r w:rsidR="00BB232D">
        <w:t xml:space="preserve"> subroutine as show</w:t>
      </w:r>
      <w:r w:rsidR="008B0A57">
        <w:t>n</w:t>
      </w:r>
      <w:r w:rsidR="00BB232D">
        <w:t xml:space="preserve"> below:</w:t>
      </w:r>
    </w:p>
    <w:p w:rsidR="008B0A57" w:rsidRDefault="008B0A57" w:rsidP="00BB232D"/>
    <w:p w:rsidR="00BB232D" w:rsidRPr="00BB232D" w:rsidRDefault="00BB232D" w:rsidP="008B0A57">
      <w:pPr>
        <w:pStyle w:val="Courier10"/>
      </w:pPr>
      <w:r w:rsidRPr="00BB232D">
        <w:t>f_ptr = C_LOC(wdata(1,1))</w:t>
      </w:r>
    </w:p>
    <w:p w:rsidR="00BB232D" w:rsidRDefault="00BB232D" w:rsidP="008B0A57">
      <w:pPr>
        <w:pStyle w:val="Courier10"/>
      </w:pPr>
      <w:r w:rsidRPr="00BB232D">
        <w:t>CALL h5dwrite_f(dset, memtype, f_ptr, hdferr)</w:t>
      </w:r>
    </w:p>
    <w:p w:rsidR="0084589F" w:rsidRDefault="0084589F" w:rsidP="008B0A57"/>
    <w:p w:rsidR="0084589F" w:rsidRDefault="0084589F" w:rsidP="00BB232D">
      <w:pPr>
        <w:rPr>
          <w:szCs w:val="24"/>
        </w:rPr>
      </w:pPr>
      <w:r w:rsidRPr="0084589F">
        <w:rPr>
          <w:szCs w:val="24"/>
        </w:rPr>
        <w:t>Reading</w:t>
      </w:r>
      <w:r>
        <w:rPr>
          <w:szCs w:val="24"/>
        </w:rPr>
        <w:t xml:space="preserve"> is </w:t>
      </w:r>
      <w:r w:rsidR="008B0A57">
        <w:rPr>
          <w:szCs w:val="24"/>
        </w:rPr>
        <w:t xml:space="preserve">a </w:t>
      </w:r>
      <w:r>
        <w:rPr>
          <w:szCs w:val="24"/>
        </w:rPr>
        <w:t>similar</w:t>
      </w:r>
      <w:r w:rsidR="008B0A57">
        <w:rPr>
          <w:szCs w:val="24"/>
        </w:rPr>
        <w:t xml:space="preserve"> process</w:t>
      </w:r>
      <w:r>
        <w:rPr>
          <w:szCs w:val="24"/>
        </w:rPr>
        <w:t>. First</w:t>
      </w:r>
      <w:r w:rsidR="008B0A57">
        <w:rPr>
          <w:szCs w:val="24"/>
        </w:rPr>
        <w:t>,</w:t>
      </w:r>
      <w:r>
        <w:rPr>
          <w:szCs w:val="24"/>
        </w:rPr>
        <w:t xml:space="preserve"> find the size of the buffer to hold data and allocate it, and then use </w:t>
      </w:r>
      <w:r w:rsidRPr="008B0A57">
        <w:rPr>
          <w:rFonts w:ascii="Courier New" w:hAnsi="Courier New" w:cs="Courier New"/>
          <w:sz w:val="20"/>
        </w:rPr>
        <w:t>h5dread_f</w:t>
      </w:r>
      <w:r>
        <w:rPr>
          <w:szCs w:val="24"/>
        </w:rPr>
        <w:t xml:space="preserve"> as shown:</w:t>
      </w:r>
    </w:p>
    <w:p w:rsidR="0084589F" w:rsidRDefault="0084589F" w:rsidP="00BB232D">
      <w:pPr>
        <w:rPr>
          <w:szCs w:val="24"/>
        </w:rPr>
      </w:pPr>
    </w:p>
    <w:p w:rsidR="0084589F" w:rsidRPr="0084589F" w:rsidRDefault="0084589F" w:rsidP="008B0A57">
      <w:pPr>
        <w:pStyle w:val="Courier10"/>
      </w:pPr>
      <w:r w:rsidRPr="0084589F">
        <w:t xml:space="preserve">  CALL h5dget_space_f(dset,space, hdferr)</w:t>
      </w:r>
    </w:p>
    <w:p w:rsidR="0084589F" w:rsidRPr="0084589F" w:rsidRDefault="0084589F" w:rsidP="008B0A57">
      <w:pPr>
        <w:pStyle w:val="Courier10"/>
      </w:pPr>
      <w:r w:rsidRPr="0084589F">
        <w:t xml:space="preserve">  CALL h5sget_simple_extent_dims_f (space, dims, maxdims, hdferr)</w:t>
      </w:r>
    </w:p>
    <w:p w:rsidR="0084589F" w:rsidRPr="0084589F" w:rsidRDefault="0084589F" w:rsidP="008B0A57">
      <w:pPr>
        <w:pStyle w:val="Courier10"/>
      </w:pPr>
      <w:r w:rsidRPr="0084589F">
        <w:t xml:space="preserve">  ALLOCATE(rdata(1:dims(1),1:dims(2)))</w:t>
      </w:r>
    </w:p>
    <w:p w:rsidR="0084589F" w:rsidRPr="0084589F" w:rsidRDefault="0084589F" w:rsidP="008B0A57">
      <w:pPr>
        <w:pStyle w:val="Courier10"/>
      </w:pPr>
      <w:r w:rsidRPr="0084589F">
        <w:t xml:space="preserve">  !</w:t>
      </w:r>
    </w:p>
    <w:p w:rsidR="0084589F" w:rsidRPr="0084589F" w:rsidRDefault="0084589F" w:rsidP="008B0A57">
      <w:pPr>
        <w:pStyle w:val="Courier10"/>
      </w:pPr>
      <w:r w:rsidRPr="0084589F">
        <w:t xml:space="preserve">  ! Read the data.</w:t>
      </w:r>
    </w:p>
    <w:p w:rsidR="0084589F" w:rsidRPr="0084589F" w:rsidRDefault="0084589F" w:rsidP="008B0A57">
      <w:pPr>
        <w:pStyle w:val="Courier10"/>
      </w:pPr>
      <w:r w:rsidRPr="0084589F">
        <w:t xml:space="preserve">  !</w:t>
      </w:r>
    </w:p>
    <w:p w:rsidR="0084589F" w:rsidRPr="0084589F" w:rsidRDefault="0084589F" w:rsidP="008B0A57">
      <w:pPr>
        <w:pStyle w:val="Courier10"/>
      </w:pPr>
      <w:r w:rsidRPr="0084589F">
        <w:t xml:space="preserve">  f_ptr = C_LOC(rdata(1,1))</w:t>
      </w:r>
    </w:p>
    <w:p w:rsidR="0084589F" w:rsidRPr="0084589F" w:rsidRDefault="0084589F" w:rsidP="008B0A57">
      <w:pPr>
        <w:pStyle w:val="Courier10"/>
      </w:pPr>
      <w:r w:rsidRPr="0084589F">
        <w:t xml:space="preserve">  CALL h5dread_f(dset, memtype, f_ptr, hdferr)</w:t>
      </w:r>
    </w:p>
    <w:p w:rsidR="0084589F" w:rsidRPr="0084589F" w:rsidRDefault="0084589F" w:rsidP="00BB232D">
      <w:pPr>
        <w:rPr>
          <w:szCs w:val="24"/>
        </w:rPr>
      </w:pPr>
    </w:p>
    <w:p w:rsidR="00C074FA" w:rsidRDefault="00C074FA" w:rsidP="00FD05C3"/>
    <w:p w:rsidR="004019BA" w:rsidRDefault="004019BA">
      <w:pPr>
        <w:rPr>
          <w:rFonts w:ascii="Arial" w:eastAsiaTheme="majorEastAsia" w:hAnsi="Arial" w:cstheme="majorBidi"/>
          <w:b/>
          <w:sz w:val="26"/>
          <w:szCs w:val="26"/>
        </w:rPr>
      </w:pPr>
      <w:r>
        <w:br w:type="page"/>
      </w:r>
    </w:p>
    <w:p w:rsidR="00543D4B" w:rsidRDefault="00FD05C3" w:rsidP="00543D4B">
      <w:pPr>
        <w:pStyle w:val="Heading2"/>
      </w:pPr>
      <w:bookmarkStart w:id="19" w:name="_Toc308084142"/>
      <w:r>
        <w:lastRenderedPageBreak/>
        <w:t xml:space="preserve">HDF5 Fortran APIs with </w:t>
      </w:r>
      <w:r w:rsidR="002A3F5A">
        <w:t>Callbacks</w:t>
      </w:r>
      <w:bookmarkEnd w:id="19"/>
    </w:p>
    <w:p w:rsidR="00277F07" w:rsidRDefault="004019BA" w:rsidP="00543D4B">
      <w:r>
        <w:t xml:space="preserve">The </w:t>
      </w:r>
      <w:r w:rsidR="00277F07">
        <w:t>Fortran 2003 standard allow</w:t>
      </w:r>
      <w:r>
        <w:t>s</w:t>
      </w:r>
      <w:r w:rsidR="00277F07">
        <w:t xml:space="preserve"> us to implement Fortran wrappers for the </w:t>
      </w:r>
      <w:r w:rsidR="00E26A22">
        <w:t xml:space="preserve">HDF5 </w:t>
      </w:r>
      <w:r w:rsidR="00277F07">
        <w:t>C functions that use callback functions. Those APIs are</w:t>
      </w:r>
      <w:r>
        <w:t xml:space="preserve"> the following</w:t>
      </w:r>
      <w:r w:rsidR="00194269">
        <w:t>:</w:t>
      </w:r>
      <w:r w:rsidR="00194269" w:rsidRPr="00194269">
        <w:t xml:space="preserve"> </w:t>
      </w:r>
      <w:r w:rsidR="00194269" w:rsidRPr="004019BA">
        <w:rPr>
          <w:rFonts w:ascii="Courier New" w:hAnsi="Courier New" w:cs="Courier New"/>
          <w:sz w:val="20"/>
        </w:rPr>
        <w:t>h5eget_auto_f</w:t>
      </w:r>
      <w:r w:rsidR="00194269">
        <w:t>,</w:t>
      </w:r>
      <w:r w:rsidR="00194269" w:rsidRPr="00194269">
        <w:t xml:space="preserve"> </w:t>
      </w:r>
      <w:r w:rsidR="00194269" w:rsidRPr="004019BA">
        <w:rPr>
          <w:rFonts w:ascii="Courier New" w:hAnsi="Courier New" w:cs="Courier New"/>
          <w:sz w:val="20"/>
        </w:rPr>
        <w:t>h5literate_f</w:t>
      </w:r>
      <w:r w:rsidR="00194269">
        <w:t>,</w:t>
      </w:r>
      <w:r w:rsidR="00194269" w:rsidRPr="00194269">
        <w:t xml:space="preserve"> </w:t>
      </w:r>
      <w:r w:rsidR="00194269" w:rsidRPr="004019BA">
        <w:rPr>
          <w:rFonts w:ascii="Courier New" w:hAnsi="Courier New" w:cs="Courier New"/>
          <w:sz w:val="20"/>
        </w:rPr>
        <w:t>h5literate_by_name_f</w:t>
      </w:r>
      <w:r w:rsidR="00194269">
        <w:t xml:space="preserve">, </w:t>
      </w:r>
      <w:r w:rsidR="00194269" w:rsidRPr="004019BA">
        <w:rPr>
          <w:rFonts w:ascii="Courier New" w:hAnsi="Courier New" w:cs="Courier New"/>
          <w:sz w:val="20"/>
        </w:rPr>
        <w:t>h5ovisit_f</w:t>
      </w:r>
      <w:r>
        <w:t>,</w:t>
      </w:r>
      <w:r w:rsidR="00194269">
        <w:t xml:space="preserve"> and </w:t>
      </w:r>
      <w:r w:rsidR="00194269" w:rsidRPr="004019BA">
        <w:rPr>
          <w:rFonts w:ascii="Courier New" w:hAnsi="Courier New" w:cs="Courier New"/>
          <w:sz w:val="20"/>
        </w:rPr>
        <w:t>h5pcreate_class_f</w:t>
      </w:r>
      <w:r w:rsidR="00194269">
        <w:t>.</w:t>
      </w:r>
    </w:p>
    <w:p w:rsidR="004019BA" w:rsidRDefault="004019BA" w:rsidP="00543D4B"/>
    <w:p w:rsidR="00543D4B" w:rsidRDefault="004019BA" w:rsidP="00543D4B">
      <w:r>
        <w:t>The e</w:t>
      </w:r>
      <w:r w:rsidR="00277F07">
        <w:t xml:space="preserve">xample </w:t>
      </w:r>
      <w:r w:rsidR="00C074FA" w:rsidRPr="004019BA">
        <w:rPr>
          <w:rFonts w:ascii="Courier New" w:hAnsi="Courier New" w:cs="Courier New"/>
          <w:sz w:val="20"/>
        </w:rPr>
        <w:t>h5ex_g_iterate_F03.f90</w:t>
      </w:r>
      <w:r w:rsidR="00C074FA">
        <w:t xml:space="preserve"> shows how to </w:t>
      </w:r>
      <w:r w:rsidR="00E26A22">
        <w:t xml:space="preserve">use a callback function written in Fortran to </w:t>
      </w:r>
      <w:r w:rsidR="00C074FA">
        <w:t>iterate ov</w:t>
      </w:r>
      <w:r w:rsidR="00A4397F">
        <w:t xml:space="preserve">er the groups and their members. </w:t>
      </w:r>
      <w:r>
        <w:t xml:space="preserve">The module </w:t>
      </w:r>
      <w:r w:rsidR="00A4397F" w:rsidRPr="004019BA">
        <w:rPr>
          <w:rFonts w:ascii="Courier New" w:hAnsi="Courier New" w:cs="Courier New"/>
          <w:sz w:val="20"/>
        </w:rPr>
        <w:t>liter_cb_mod</w:t>
      </w:r>
      <w:r w:rsidR="00A4397F">
        <w:t xml:space="preserve"> contains a callback Fortran function </w:t>
      </w:r>
      <w:r w:rsidR="00A4397F" w:rsidRPr="004019BA">
        <w:rPr>
          <w:rFonts w:ascii="Courier New" w:hAnsi="Courier New" w:cs="Courier New"/>
          <w:sz w:val="20"/>
        </w:rPr>
        <w:t>op_func</w:t>
      </w:r>
      <w:r w:rsidR="00A4397F" w:rsidRPr="004019BA">
        <w:t xml:space="preserve"> </w:t>
      </w:r>
      <w:r w:rsidR="00A4397F">
        <w:t xml:space="preserve">that uses the </w:t>
      </w:r>
      <w:r w:rsidR="00A4397F" w:rsidRPr="004019BA">
        <w:rPr>
          <w:rFonts w:ascii="Courier New" w:hAnsi="Courier New" w:cs="Courier New"/>
          <w:sz w:val="20"/>
        </w:rPr>
        <w:t>H5Oget_info_by_name_f</w:t>
      </w:r>
      <w:r w:rsidR="00A4397F" w:rsidRPr="004019BA">
        <w:t xml:space="preserve"> </w:t>
      </w:r>
      <w:r w:rsidR="00A4397F">
        <w:t xml:space="preserve">subroutine to discover </w:t>
      </w:r>
      <w:r>
        <w:t xml:space="preserve">the </w:t>
      </w:r>
      <w:r w:rsidR="00A4397F">
        <w:t xml:space="preserve">types of the objects, </w:t>
      </w:r>
      <w:r>
        <w:t xml:space="preserve">to discover the </w:t>
      </w:r>
      <w:r w:rsidR="00A4397F">
        <w:t xml:space="preserve">names of the links to them, and to print this information. The C pointer to this function is passed as a parameter to the </w:t>
      </w:r>
      <w:r w:rsidR="00A4397F" w:rsidRPr="004019BA">
        <w:rPr>
          <w:rFonts w:ascii="Courier New" w:hAnsi="Courier New" w:cs="Courier New"/>
          <w:sz w:val="20"/>
        </w:rPr>
        <w:t>h5literate_f</w:t>
      </w:r>
      <w:r w:rsidR="00A4397F">
        <w:t xml:space="preserve"> subroutine that iterates over all objects found in the file specified by the file identifier </w:t>
      </w:r>
      <w:r w:rsidR="00A4397F" w:rsidRPr="004019BA">
        <w:rPr>
          <w:rFonts w:ascii="Courier New" w:hAnsi="Courier New" w:cs="Courier New"/>
          <w:sz w:val="20"/>
        </w:rPr>
        <w:t>file</w:t>
      </w:r>
      <w:r w:rsidRPr="004019BA">
        <w:t>.</w:t>
      </w:r>
      <w:r w:rsidR="00A4397F">
        <w:t xml:space="preserve"> </w:t>
      </w:r>
      <w:r>
        <w:t xml:space="preserve">See </w:t>
      </w:r>
      <w:r w:rsidR="00A4397F">
        <w:t>the code examples below.</w:t>
      </w:r>
    </w:p>
    <w:p w:rsidR="004720AD" w:rsidRDefault="004720AD" w:rsidP="00543D4B"/>
    <w:p w:rsidR="00C074FA" w:rsidRPr="00C074FA" w:rsidRDefault="00C074FA" w:rsidP="001609DD">
      <w:pPr>
        <w:pStyle w:val="Courier10"/>
      </w:pPr>
      <w:r>
        <w:t>MODULE liter_cb_mod</w:t>
      </w:r>
    </w:p>
    <w:p w:rsidR="00C074FA" w:rsidRPr="00C074FA" w:rsidRDefault="00C074FA" w:rsidP="001609DD">
      <w:pPr>
        <w:pStyle w:val="Courier10"/>
      </w:pPr>
      <w:r w:rsidRPr="00C074FA">
        <w:t xml:space="preserve">  USE HDF5</w:t>
      </w:r>
    </w:p>
    <w:p w:rsidR="00C074FA" w:rsidRPr="00C074FA" w:rsidRDefault="00C074FA" w:rsidP="001609DD">
      <w:pPr>
        <w:pStyle w:val="Courier10"/>
      </w:pPr>
      <w:r w:rsidRPr="00C074FA">
        <w:t xml:space="preserve">  USE ISO_C_BINDING</w:t>
      </w:r>
    </w:p>
    <w:p w:rsidR="00C074FA" w:rsidRPr="00C074FA" w:rsidRDefault="00C074FA" w:rsidP="001609DD">
      <w:pPr>
        <w:pStyle w:val="Courier10"/>
      </w:pPr>
      <w:r w:rsidRPr="00C074FA">
        <w:t>INTEGER FUNCTION op_func(loc_id, name, info, operator_data) bind(C)</w:t>
      </w:r>
    </w:p>
    <w:p w:rsidR="00C074FA" w:rsidRPr="00C074FA" w:rsidRDefault="00C074FA" w:rsidP="001609DD">
      <w:pPr>
        <w:pStyle w:val="Courier10"/>
      </w:pPr>
      <w:r w:rsidRPr="00C074FA">
        <w:t>…..</w:t>
      </w:r>
    </w:p>
    <w:p w:rsidR="00C074FA" w:rsidRPr="00C074FA" w:rsidRDefault="00C074FA" w:rsidP="001609DD">
      <w:pPr>
        <w:pStyle w:val="Courier10"/>
      </w:pPr>
      <w:r w:rsidRPr="00C074FA">
        <w:t>TYPE(H5O_info_t), TARGET :: infobuf</w:t>
      </w:r>
    </w:p>
    <w:p w:rsidR="00C074FA" w:rsidRDefault="00C074FA" w:rsidP="001609DD">
      <w:pPr>
        <w:pStyle w:val="Courier10"/>
      </w:pPr>
      <w:r w:rsidRPr="00C074FA">
        <w:t>ptr = C_LOC(infobuf)</w:t>
      </w:r>
    </w:p>
    <w:p w:rsidR="00C074FA" w:rsidRPr="00C074FA" w:rsidRDefault="00C074FA" w:rsidP="001609DD">
      <w:pPr>
        <w:pStyle w:val="Courier10"/>
      </w:pPr>
      <w:r w:rsidRPr="00C074FA">
        <w:t>TYPE(C_PTR) :: ptr</w:t>
      </w:r>
    </w:p>
    <w:p w:rsidR="00C074FA" w:rsidRPr="00C074FA" w:rsidRDefault="00C074FA" w:rsidP="001609DD">
      <w:pPr>
        <w:pStyle w:val="Courier10"/>
      </w:pPr>
      <w:r w:rsidRPr="00C074FA">
        <w:t>CALL H5Oget_info_by_name_f(loc_id, name_string, ptr, status)</w:t>
      </w:r>
    </w:p>
    <w:p w:rsidR="00C074FA" w:rsidRPr="00C074FA" w:rsidRDefault="00C074FA" w:rsidP="001609DD">
      <w:pPr>
        <w:pStyle w:val="Courier10"/>
      </w:pPr>
      <w:r w:rsidRPr="00C074FA">
        <w:t>IF(infobuf%type.EQ.H5O_TYPE_GROUP_F)THEN</w:t>
      </w:r>
    </w:p>
    <w:p w:rsidR="00C074FA" w:rsidRPr="00C074FA" w:rsidRDefault="00C074FA" w:rsidP="001609DD">
      <w:pPr>
        <w:pStyle w:val="Courier10"/>
      </w:pPr>
      <w:r w:rsidRPr="00C074FA">
        <w:t xml:space="preserve">       WRITE(*,*) "Group: ", name_string</w:t>
      </w:r>
    </w:p>
    <w:p w:rsidR="00C074FA" w:rsidRPr="00C074FA" w:rsidRDefault="00C074FA" w:rsidP="001609DD">
      <w:pPr>
        <w:pStyle w:val="Courier10"/>
      </w:pPr>
      <w:r w:rsidRPr="00C074FA">
        <w:t xml:space="preserve">    ELSE IF(infobuf%type.EQ.H5O_TYPE_DATASET_F)THEN</w:t>
      </w:r>
    </w:p>
    <w:p w:rsidR="00C074FA" w:rsidRPr="00C074FA" w:rsidRDefault="00C074FA" w:rsidP="001609DD">
      <w:pPr>
        <w:pStyle w:val="Courier10"/>
      </w:pPr>
      <w:r w:rsidRPr="00C074FA">
        <w:t>……</w:t>
      </w:r>
    </w:p>
    <w:p w:rsidR="00C074FA" w:rsidRPr="00C074FA" w:rsidRDefault="00C074FA" w:rsidP="001609DD">
      <w:pPr>
        <w:pStyle w:val="Courier10"/>
      </w:pPr>
      <w:r w:rsidRPr="00C074FA">
        <w:t>END FUNCTION op_func</w:t>
      </w:r>
    </w:p>
    <w:p w:rsidR="00C074FA" w:rsidRDefault="00C074FA" w:rsidP="001609DD">
      <w:pPr>
        <w:pStyle w:val="Courier10"/>
      </w:pPr>
      <w:r w:rsidRPr="00C074FA">
        <w:t>END MODULE liter_cb_mod</w:t>
      </w:r>
    </w:p>
    <w:p w:rsidR="00A4397F" w:rsidRPr="00C074FA" w:rsidRDefault="00A4397F" w:rsidP="001609DD">
      <w:pPr>
        <w:pStyle w:val="Courier10"/>
      </w:pPr>
    </w:p>
    <w:p w:rsidR="00C074FA" w:rsidRPr="00C074FA" w:rsidRDefault="00C074FA" w:rsidP="001609DD">
      <w:pPr>
        <w:pStyle w:val="Courier10"/>
      </w:pPr>
      <w:r>
        <w:t>PROGRAM main</w:t>
      </w:r>
    </w:p>
    <w:p w:rsidR="00C074FA" w:rsidRPr="00C074FA" w:rsidRDefault="00C074FA" w:rsidP="001609DD">
      <w:pPr>
        <w:pStyle w:val="Courier10"/>
      </w:pPr>
      <w:r w:rsidRPr="00C074FA">
        <w:t xml:space="preserve">  USE HDF5</w:t>
      </w:r>
    </w:p>
    <w:p w:rsidR="00C074FA" w:rsidRPr="00C074FA" w:rsidRDefault="00C074FA" w:rsidP="001609DD">
      <w:pPr>
        <w:pStyle w:val="Courier10"/>
      </w:pPr>
      <w:r w:rsidRPr="00C074FA">
        <w:t xml:space="preserve">  USE ISO_C_BINDING</w:t>
      </w:r>
    </w:p>
    <w:p w:rsidR="00C074FA" w:rsidRPr="00C074FA" w:rsidRDefault="00C074FA" w:rsidP="001609DD">
      <w:pPr>
        <w:pStyle w:val="Courier10"/>
      </w:pPr>
      <w:r w:rsidRPr="00C074FA">
        <w:t xml:space="preserve">  USE </w:t>
      </w:r>
      <w:r w:rsidRPr="00A4397F">
        <w:rPr>
          <w:b/>
        </w:rPr>
        <w:t>liter_cb_mod</w:t>
      </w:r>
    </w:p>
    <w:p w:rsidR="00C074FA" w:rsidRPr="00C074FA" w:rsidRDefault="00C074FA" w:rsidP="001609DD">
      <w:pPr>
        <w:pStyle w:val="Courier10"/>
      </w:pPr>
      <w:r w:rsidRPr="00C074FA">
        <w:t xml:space="preserve">  ………</w:t>
      </w:r>
    </w:p>
    <w:p w:rsidR="00C074FA" w:rsidRPr="00C074FA" w:rsidRDefault="00C074FA" w:rsidP="001609DD">
      <w:pPr>
        <w:pStyle w:val="Courier10"/>
      </w:pPr>
      <w:r w:rsidRPr="00C074FA">
        <w:t xml:space="preserve">  </w:t>
      </w:r>
      <w:r w:rsidRPr="00A4397F">
        <w:rPr>
          <w:b/>
        </w:rPr>
        <w:t>funptr</w:t>
      </w:r>
      <w:r w:rsidRPr="00C074FA">
        <w:t xml:space="preserve"> = C_FUNLOC(op_func)</w:t>
      </w:r>
    </w:p>
    <w:p w:rsidR="00C074FA" w:rsidRPr="00C074FA" w:rsidRDefault="00C074FA" w:rsidP="001609DD">
      <w:pPr>
        <w:pStyle w:val="Courier10"/>
      </w:pPr>
      <w:r>
        <w:t xml:space="preserve">  </w:t>
      </w:r>
      <w:r w:rsidRPr="00A4397F">
        <w:rPr>
          <w:b/>
        </w:rPr>
        <w:t>ptr</w:t>
      </w:r>
      <w:r>
        <w:t xml:space="preserve"> = C_LOC(info)</w:t>
      </w:r>
    </w:p>
    <w:p w:rsidR="00C074FA" w:rsidRPr="00C074FA" w:rsidRDefault="00A4397F" w:rsidP="001609DD">
      <w:pPr>
        <w:pStyle w:val="Courier10"/>
      </w:pPr>
      <w:r>
        <w:t xml:space="preserve">  CALL h5l</w:t>
      </w:r>
      <w:r w:rsidR="00C074FA" w:rsidRPr="00C074FA">
        <w:t xml:space="preserve">iterate_f(file, H5_INDEX_NAME_F, H5_ITER_NATIVE_F, idx, </w:t>
      </w:r>
      <w:r w:rsidR="00C074FA" w:rsidRPr="00A4397F">
        <w:rPr>
          <w:b/>
        </w:rPr>
        <w:t>funptr</w:t>
      </w:r>
      <w:r w:rsidR="00C074FA" w:rsidRPr="00C074FA">
        <w:t xml:space="preserve">, </w:t>
      </w:r>
      <w:r w:rsidR="00C074FA" w:rsidRPr="00A4397F">
        <w:rPr>
          <w:b/>
        </w:rPr>
        <w:t>ptr</w:t>
      </w:r>
      <w:r w:rsidR="00C074FA" w:rsidRPr="00C074FA">
        <w:t>, ret_value, status)</w:t>
      </w:r>
    </w:p>
    <w:p w:rsidR="00C074FA" w:rsidRPr="00C074FA" w:rsidRDefault="00C074FA" w:rsidP="001609DD">
      <w:pPr>
        <w:pStyle w:val="Courier10"/>
      </w:pPr>
      <w:r w:rsidRPr="00C074FA">
        <w:t>…….</w:t>
      </w:r>
    </w:p>
    <w:p w:rsidR="00C074FA" w:rsidRDefault="00C074FA" w:rsidP="001609DD">
      <w:pPr>
        <w:pStyle w:val="Courier10"/>
      </w:pPr>
      <w:r w:rsidRPr="00C074FA">
        <w:t>END PROGRAM main</w:t>
      </w:r>
    </w:p>
    <w:p w:rsidR="00DA78E6" w:rsidRDefault="00DA78E6" w:rsidP="00DA78E6"/>
    <w:p w:rsidR="00DA78E6" w:rsidRDefault="00DA78E6" w:rsidP="00DA78E6"/>
    <w:p w:rsidR="00DA78E6" w:rsidRPr="00C074FA" w:rsidRDefault="00DA78E6" w:rsidP="00DA78E6"/>
    <w:p w:rsidR="004019BA" w:rsidRDefault="004019BA">
      <w:pPr>
        <w:rPr>
          <w:rFonts w:ascii="Arial" w:eastAsiaTheme="majorEastAsia" w:hAnsi="Arial" w:cstheme="majorBidi"/>
          <w:b/>
          <w:sz w:val="26"/>
          <w:szCs w:val="26"/>
        </w:rPr>
      </w:pPr>
      <w:r>
        <w:br w:type="page"/>
      </w:r>
    </w:p>
    <w:p w:rsidR="00543D4B" w:rsidRDefault="00FD05C3" w:rsidP="00543D4B">
      <w:pPr>
        <w:pStyle w:val="Heading2"/>
      </w:pPr>
      <w:bookmarkStart w:id="20" w:name="_Toc308084143"/>
      <w:r>
        <w:lastRenderedPageBreak/>
        <w:t>Backward</w:t>
      </w:r>
      <w:r w:rsidR="004720AD">
        <w:t xml:space="preserve"> and Forward Compatibility Issues</w:t>
      </w:r>
      <w:bookmarkEnd w:id="20"/>
    </w:p>
    <w:p w:rsidR="00543D4B" w:rsidRDefault="005E4CC7" w:rsidP="00543D4B">
      <w:r>
        <w:t>Fortran 2003 feature</w:t>
      </w:r>
      <w:r w:rsidR="00DD1321">
        <w:t>s</w:t>
      </w:r>
      <w:r>
        <w:t xml:space="preserve"> do</w:t>
      </w:r>
      <w:r w:rsidR="00F22625">
        <w:t xml:space="preserve"> not</w:t>
      </w:r>
      <w:r>
        <w:t xml:space="preserve"> affect </w:t>
      </w:r>
      <w:r w:rsidR="004019BA">
        <w:t xml:space="preserve">the </w:t>
      </w:r>
      <w:r>
        <w:t xml:space="preserve">HDF5 file format or </w:t>
      </w:r>
      <w:r w:rsidR="004019BA">
        <w:t xml:space="preserve">the </w:t>
      </w:r>
      <w:r>
        <w:t xml:space="preserve">Fortran APIs available in earlier versions of the </w:t>
      </w:r>
      <w:r w:rsidR="008B0A57">
        <w:t>software</w:t>
      </w:r>
      <w:r>
        <w:t xml:space="preserve">. </w:t>
      </w:r>
      <w:r w:rsidR="00A4397F">
        <w:t xml:space="preserve">Fortran applications written </w:t>
      </w:r>
      <w:r>
        <w:t xml:space="preserve">for </w:t>
      </w:r>
      <w:r w:rsidR="004019BA">
        <w:t xml:space="preserve">versions of the library prior to </w:t>
      </w:r>
      <w:r>
        <w:t xml:space="preserve">HDF5 </w:t>
      </w:r>
      <w:r w:rsidR="004019BA">
        <w:t xml:space="preserve">Release </w:t>
      </w:r>
      <w:r>
        <w:t>1.8.</w:t>
      </w:r>
      <w:r w:rsidR="004019BA">
        <w:t>8</w:t>
      </w:r>
      <w:r>
        <w:t xml:space="preserve"> will work without any changes with HDF5 </w:t>
      </w:r>
      <w:r w:rsidR="004019BA">
        <w:t xml:space="preserve">Release </w:t>
      </w:r>
      <w:r>
        <w:t xml:space="preserve">1.8.8 and later. </w:t>
      </w:r>
      <w:r w:rsidR="004019BA" w:rsidRPr="008B0A57">
        <w:t>HDF5 f</w:t>
      </w:r>
      <w:r w:rsidRPr="008B0A57">
        <w:t>ile</w:t>
      </w:r>
      <w:r w:rsidR="004019BA" w:rsidRPr="008B0A57">
        <w:t>s</w:t>
      </w:r>
      <w:r w:rsidRPr="008B0A57">
        <w:t xml:space="preserve"> written by the </w:t>
      </w:r>
      <w:r w:rsidR="008B0A57" w:rsidRPr="008B0A57">
        <w:t xml:space="preserve">1.8.8 version of the </w:t>
      </w:r>
      <w:r w:rsidRPr="008B0A57">
        <w:t xml:space="preserve">HDF5 Fortran </w:t>
      </w:r>
      <w:r w:rsidR="004019BA" w:rsidRPr="008B0A57">
        <w:t xml:space="preserve">Library </w:t>
      </w:r>
      <w:r w:rsidRPr="008B0A57">
        <w:t xml:space="preserve">using APIs introduced in HDF5 </w:t>
      </w:r>
      <w:r w:rsidR="004019BA" w:rsidRPr="008B0A57">
        <w:t xml:space="preserve">Release </w:t>
      </w:r>
      <w:r w:rsidRPr="008B0A57">
        <w:t>1.8.8 can be read by earlier versions of the HDF5 1.8.* library.</w:t>
      </w:r>
      <w:r>
        <w:t xml:space="preserve"> </w:t>
      </w:r>
    </w:p>
    <w:p w:rsidR="00DA78E6" w:rsidRDefault="00DA78E6" w:rsidP="00543D4B"/>
    <w:p w:rsidR="00DA78E6" w:rsidRDefault="00DA78E6" w:rsidP="00543D4B"/>
    <w:p w:rsidR="00DA78E6" w:rsidRDefault="00DA78E6" w:rsidP="00543D4B"/>
    <w:p w:rsidR="00543D4B" w:rsidRDefault="0044747F" w:rsidP="00543D4B">
      <w:pPr>
        <w:pStyle w:val="Heading2"/>
      </w:pPr>
      <w:bookmarkStart w:id="21" w:name="_Toc308084144"/>
      <w:r>
        <w:t xml:space="preserve">Source </w:t>
      </w:r>
      <w:r w:rsidR="00FD05C3">
        <w:t xml:space="preserve">Code </w:t>
      </w:r>
      <w:r>
        <w:t xml:space="preserve">File </w:t>
      </w:r>
      <w:r w:rsidR="004720AD">
        <w:t>Structure</w:t>
      </w:r>
      <w:bookmarkEnd w:id="21"/>
    </w:p>
    <w:p w:rsidR="00543D4B" w:rsidRDefault="005E4CC7" w:rsidP="00543D4B">
      <w:r>
        <w:t xml:space="preserve">There were several </w:t>
      </w:r>
      <w:r w:rsidR="00B449C0">
        <w:t>additions</w:t>
      </w:r>
      <w:r>
        <w:t xml:space="preserve"> to the Fortran source code </w:t>
      </w:r>
      <w:r w:rsidR="00B449C0">
        <w:t xml:space="preserve">file </w:t>
      </w:r>
      <w:r w:rsidR="006E05BE">
        <w:t>structure</w:t>
      </w:r>
      <w:r w:rsidR="004019BA">
        <w:t xml:space="preserve"> in the 1.8.8 release</w:t>
      </w:r>
      <w:r>
        <w:t>.</w:t>
      </w:r>
    </w:p>
    <w:p w:rsidR="00F97E3B" w:rsidRDefault="00F97E3B" w:rsidP="00543D4B"/>
    <w:p w:rsidR="000C0F52" w:rsidRDefault="000C0F52" w:rsidP="00543D4B">
      <w:r>
        <w:t>The source code for all Fortran APIs that require F</w:t>
      </w:r>
      <w:r w:rsidR="0044747F">
        <w:t xml:space="preserve">ortran </w:t>
      </w:r>
      <w:r>
        <w:t xml:space="preserve">2003 features </w:t>
      </w:r>
      <w:r w:rsidR="00C42933">
        <w:t>is</w:t>
      </w:r>
      <w:r>
        <w:t xml:space="preserve"> located in the fortran/src directory in the files with the names containing</w:t>
      </w:r>
      <w:r w:rsidR="0044747F">
        <w:t xml:space="preserve"> the</w:t>
      </w:r>
      <w:r>
        <w:t xml:space="preserve"> </w:t>
      </w:r>
      <w:r w:rsidR="00BB1AFE">
        <w:t>“</w:t>
      </w:r>
      <w:r w:rsidR="00C71477" w:rsidRPr="00C42933">
        <w:rPr>
          <w:rFonts w:ascii="Courier New" w:hAnsi="Courier New" w:cs="Courier New"/>
          <w:bCs/>
          <w:sz w:val="20"/>
        </w:rPr>
        <w:t>F0</w:t>
      </w:r>
      <w:r w:rsidRPr="00C42933">
        <w:rPr>
          <w:rFonts w:ascii="Courier New" w:hAnsi="Courier New" w:cs="Courier New"/>
          <w:bCs/>
          <w:sz w:val="20"/>
        </w:rPr>
        <w:t>3</w:t>
      </w:r>
      <w:r w:rsidR="00BB1AFE">
        <w:rPr>
          <w:bCs/>
        </w:rPr>
        <w:t>”</w:t>
      </w:r>
      <w:r>
        <w:t xml:space="preserve"> string</w:t>
      </w:r>
      <w:r w:rsidR="00C42933">
        <w:t>.</w:t>
      </w:r>
      <w:r>
        <w:t xml:space="preserve"> </w:t>
      </w:r>
      <w:r w:rsidR="00C42933">
        <w:t xml:space="preserve">For </w:t>
      </w:r>
      <w:r>
        <w:t xml:space="preserve">example, </w:t>
      </w:r>
      <w:r w:rsidRPr="00C42933">
        <w:rPr>
          <w:rFonts w:ascii="Courier New" w:hAnsi="Courier New" w:cs="Courier New"/>
          <w:sz w:val="20"/>
        </w:rPr>
        <w:t>H5Lff_F03.f90</w:t>
      </w:r>
      <w:r>
        <w:t xml:space="preserve"> contains Fortran wrappers for the H5L C interface. The source </w:t>
      </w:r>
      <w:r w:rsidR="00B449C0">
        <w:t xml:space="preserve">code </w:t>
      </w:r>
      <w:r>
        <w:t xml:space="preserve">in those files is conditionally compiled in </w:t>
      </w:r>
      <w:r w:rsidR="00C42933">
        <w:t xml:space="preserve">the release </w:t>
      </w:r>
      <w:r>
        <w:t>when</w:t>
      </w:r>
      <w:r w:rsidR="00B449C0">
        <w:t xml:space="preserve"> </w:t>
      </w:r>
      <w:r w:rsidR="005C2D33">
        <w:t>the</w:t>
      </w:r>
      <w:r w:rsidR="00B449C0">
        <w:t xml:space="preserve"> </w:t>
      </w:r>
      <w:r w:rsidRPr="005C2D33">
        <w:rPr>
          <w:rFonts w:ascii="Courier New" w:hAnsi="Courier New" w:cs="Courier New"/>
          <w:sz w:val="20"/>
        </w:rPr>
        <w:t>--enable-fortran2003</w:t>
      </w:r>
      <w:r>
        <w:t xml:space="preserve"> configure flag is specified along with the </w:t>
      </w:r>
      <w:r w:rsidR="00C42933" w:rsidRPr="0044747F">
        <w:rPr>
          <w:rFonts w:ascii="Courier New" w:hAnsi="Courier New" w:cs="Courier New"/>
          <w:sz w:val="20"/>
        </w:rPr>
        <w:t>--</w:t>
      </w:r>
      <w:r w:rsidRPr="00C42933">
        <w:rPr>
          <w:rFonts w:ascii="Courier New" w:hAnsi="Courier New" w:cs="Courier New"/>
          <w:sz w:val="20"/>
        </w:rPr>
        <w:t>enable-fortran</w:t>
      </w:r>
      <w:r>
        <w:t xml:space="preserve"> flag during the HDF5 configuration step.</w:t>
      </w:r>
    </w:p>
    <w:p w:rsidR="00C42933" w:rsidRDefault="00C42933" w:rsidP="00543D4B"/>
    <w:p w:rsidR="000C0F52" w:rsidRDefault="000C0F52" w:rsidP="00543D4B">
      <w:r>
        <w:t xml:space="preserve">The Fortran test directory fortran/test contains new files with the </w:t>
      </w:r>
      <w:r w:rsidR="00BB1AFE">
        <w:t>“</w:t>
      </w:r>
      <w:r w:rsidRPr="00C42933">
        <w:rPr>
          <w:rFonts w:ascii="Courier New" w:hAnsi="Courier New" w:cs="Courier New"/>
          <w:sz w:val="20"/>
        </w:rPr>
        <w:t>F03</w:t>
      </w:r>
      <w:r w:rsidR="00BB1AFE">
        <w:t>”</w:t>
      </w:r>
      <w:r>
        <w:t xml:space="preserve"> string </w:t>
      </w:r>
      <w:r w:rsidR="00B449C0">
        <w:t xml:space="preserve">in their names. The files contain tests for the new APIs. </w:t>
      </w:r>
      <w:r w:rsidR="00BB1AFE">
        <w:t>As for the</w:t>
      </w:r>
      <w:r w:rsidR="00B449C0">
        <w:t xml:space="preserve"> source</w:t>
      </w:r>
      <w:r w:rsidR="00BB1AFE">
        <w:t>, the tests are</w:t>
      </w:r>
      <w:r w:rsidR="00B449C0">
        <w:t xml:space="preserve"> conditionally compiled in when </w:t>
      </w:r>
      <w:r w:rsidR="00BB1AFE">
        <w:t xml:space="preserve">the </w:t>
      </w:r>
      <w:r w:rsidR="00B449C0">
        <w:t>F</w:t>
      </w:r>
      <w:r w:rsidR="004019BA">
        <w:t xml:space="preserve">ortran </w:t>
      </w:r>
      <w:r w:rsidR="00B449C0">
        <w:t xml:space="preserve">2003 features </w:t>
      </w:r>
      <w:r w:rsidR="00BB1AFE">
        <w:t>are available</w:t>
      </w:r>
      <w:r w:rsidR="00B449C0">
        <w:t>.</w:t>
      </w:r>
    </w:p>
    <w:p w:rsidR="00F97E3B" w:rsidRDefault="00F97E3B" w:rsidP="00543D4B"/>
    <w:p w:rsidR="00327DC4" w:rsidRDefault="00C71477" w:rsidP="00327DC4">
      <w:r>
        <w:t>The F</w:t>
      </w:r>
      <w:r w:rsidR="00BB1AFE">
        <w:t>ortran example directory fortran/examples has three new examples to illustrate F</w:t>
      </w:r>
      <w:r w:rsidR="004019BA">
        <w:t xml:space="preserve">ortran </w:t>
      </w:r>
      <w:r w:rsidR="00BB1AFE">
        <w:t xml:space="preserve">2003 features: </w:t>
      </w:r>
      <w:r w:rsidR="00BB1AFE" w:rsidRPr="00C42933">
        <w:rPr>
          <w:rFonts w:ascii="Courier New" w:hAnsi="Courier New" w:cs="Courier New"/>
          <w:sz w:val="20"/>
        </w:rPr>
        <w:t>compound_fortran2003.f90</w:t>
      </w:r>
      <w:r w:rsidR="00BB1AFE">
        <w:t xml:space="preserve">, </w:t>
      </w:r>
      <w:r w:rsidR="00BB1AFE" w:rsidRPr="00C42933">
        <w:rPr>
          <w:rFonts w:ascii="Courier New" w:hAnsi="Courier New" w:cs="Courier New"/>
          <w:sz w:val="20"/>
        </w:rPr>
        <w:t>nested_derived_type.f90</w:t>
      </w:r>
      <w:r w:rsidR="00BB1AFE">
        <w:t xml:space="preserve">, and </w:t>
      </w:r>
      <w:r w:rsidR="00BB1AFE" w:rsidRPr="00C42933">
        <w:rPr>
          <w:rFonts w:ascii="Courier New" w:hAnsi="Courier New" w:cs="Courier New"/>
          <w:sz w:val="20"/>
        </w:rPr>
        <w:t>rwdset_fortran2003.f90</w:t>
      </w:r>
      <w:r w:rsidR="00C42933" w:rsidRPr="00C42933">
        <w:t>.</w:t>
      </w:r>
    </w:p>
    <w:p w:rsidR="00DA78E6" w:rsidRDefault="00DA78E6" w:rsidP="00327DC4"/>
    <w:p w:rsidR="00DA78E6" w:rsidRDefault="00DA78E6" w:rsidP="00327DC4"/>
    <w:p w:rsidR="009F6B1B" w:rsidRDefault="009F6B1B" w:rsidP="00120161"/>
    <w:p w:rsidR="00327DC4" w:rsidRDefault="0034017F" w:rsidP="00327DC4">
      <w:pPr>
        <w:pStyle w:val="Heading2"/>
      </w:pPr>
      <w:bookmarkStart w:id="22" w:name="_Toc308084145"/>
      <w:proofErr w:type="gramStart"/>
      <w:r>
        <w:t>Fortran</w:t>
      </w:r>
      <w:proofErr w:type="gramEnd"/>
      <w:r>
        <w:t xml:space="preserve"> API Changes and Additions</w:t>
      </w:r>
      <w:r w:rsidR="00327DC4">
        <w:t xml:space="preserve"> in </w:t>
      </w:r>
      <w:r w:rsidR="004720AD">
        <w:t xml:space="preserve">Version </w:t>
      </w:r>
      <w:r w:rsidR="00327DC4">
        <w:t>1.8.8</w:t>
      </w:r>
      <w:bookmarkEnd w:id="22"/>
    </w:p>
    <w:p w:rsidR="00BB1AFE" w:rsidRDefault="00327DC4" w:rsidP="00543D4B">
      <w:r>
        <w:t xml:space="preserve">The </w:t>
      </w:r>
      <w:r w:rsidR="0034017F">
        <w:t xml:space="preserve">table below shows existing </w:t>
      </w:r>
      <w:proofErr w:type="gramStart"/>
      <w:r w:rsidR="0034017F">
        <w:t>Fortran</w:t>
      </w:r>
      <w:proofErr w:type="gramEnd"/>
      <w:r w:rsidR="0034017F">
        <w:t xml:space="preserve"> functions that have been upgraded and </w:t>
      </w:r>
      <w:r>
        <w:t xml:space="preserve">new </w:t>
      </w:r>
      <w:r w:rsidR="0034017F">
        <w:t xml:space="preserve">functions </w:t>
      </w:r>
      <w:r>
        <w:t xml:space="preserve">introduced in </w:t>
      </w:r>
      <w:r w:rsidR="00C42933">
        <w:t xml:space="preserve">HDF5 Release </w:t>
      </w:r>
      <w:r>
        <w:t>1.8.8</w:t>
      </w:r>
      <w:r w:rsidR="00C75D98">
        <w:t xml:space="preserve">. The </w:t>
      </w:r>
      <w:r w:rsidR="0034017F">
        <w:t xml:space="preserve">upgraded </w:t>
      </w:r>
      <w:r w:rsidR="00C75D98">
        <w:t xml:space="preserve">functions </w:t>
      </w:r>
      <w:r w:rsidR="0034017F">
        <w:t xml:space="preserve">have been changed so that they </w:t>
      </w:r>
      <w:r w:rsidR="00C75D98">
        <w:t xml:space="preserve">now pass a pointer to the buffer instead of passing the data buffer itself. </w:t>
      </w:r>
      <w:r w:rsidR="0034017F">
        <w:t xml:space="preserve">The </w:t>
      </w:r>
      <w:r w:rsidR="00C75D98">
        <w:t xml:space="preserve">functions </w:t>
      </w:r>
      <w:r w:rsidR="0034017F">
        <w:t xml:space="preserve">in the New Functions column have </w:t>
      </w:r>
      <w:r w:rsidR="00C75D98">
        <w:t xml:space="preserve">had no Fortran implementation </w:t>
      </w:r>
      <w:r w:rsidR="0034017F">
        <w:t xml:space="preserve">prior to version </w:t>
      </w:r>
      <w:r w:rsidR="00C75D98">
        <w:t>1.8.8.</w:t>
      </w:r>
      <w:r w:rsidR="0034017F">
        <w:t xml:space="preserve"> They have had a C implementation.</w:t>
      </w:r>
      <w:r w:rsidR="005E4BB6">
        <w:t xml:space="preserve"> See the “</w:t>
      </w:r>
      <w:r w:rsidR="005E4BB6" w:rsidRPr="005E4BB6">
        <w:t>HDF5 Software Changes from Release to Release</w:t>
      </w:r>
      <w:r w:rsidR="005E4BB6">
        <w:t xml:space="preserve">” page on the web site for more information. </w:t>
      </w:r>
    </w:p>
    <w:p w:rsidR="0034017F" w:rsidRDefault="0034017F" w:rsidP="00543D4B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14"/>
        <w:gridCol w:w="2472"/>
        <w:gridCol w:w="2825"/>
      </w:tblGrid>
      <w:tr w:rsidR="005E4BB6" w:rsidRPr="00C55FB4" w:rsidTr="00EF50F6">
        <w:trPr>
          <w:tblHeader/>
          <w:jc w:val="center"/>
        </w:trPr>
        <w:tc>
          <w:tcPr>
            <w:tcW w:w="1714" w:type="dxa"/>
          </w:tcPr>
          <w:p w:rsidR="005E4BB6" w:rsidRPr="00C55FB4" w:rsidRDefault="005E4BB6" w:rsidP="00E102E9">
            <w:pPr>
              <w:rPr>
                <w:b/>
              </w:rPr>
            </w:pPr>
            <w:r w:rsidRPr="00C55FB4">
              <w:rPr>
                <w:b/>
              </w:rPr>
              <w:t>API Interface</w:t>
            </w:r>
          </w:p>
        </w:tc>
        <w:tc>
          <w:tcPr>
            <w:tcW w:w="2472" w:type="dxa"/>
          </w:tcPr>
          <w:p w:rsidR="005E4BB6" w:rsidRPr="00C55FB4" w:rsidRDefault="005E4BB6" w:rsidP="00E102E9">
            <w:pPr>
              <w:rPr>
                <w:b/>
              </w:rPr>
            </w:pPr>
            <w:r w:rsidRPr="00C55FB4">
              <w:rPr>
                <w:b/>
              </w:rPr>
              <w:t>Upgraded Functions</w:t>
            </w:r>
          </w:p>
        </w:tc>
        <w:tc>
          <w:tcPr>
            <w:tcW w:w="2825" w:type="dxa"/>
          </w:tcPr>
          <w:p w:rsidR="005E4BB6" w:rsidRPr="00C55FB4" w:rsidRDefault="005E4BB6" w:rsidP="00E102E9">
            <w:pPr>
              <w:rPr>
                <w:b/>
              </w:rPr>
            </w:pPr>
            <w:r w:rsidRPr="00C55FB4">
              <w:rPr>
                <w:b/>
              </w:rPr>
              <w:t>New Functions</w:t>
            </w:r>
          </w:p>
        </w:tc>
      </w:tr>
      <w:tr w:rsidR="00120161" w:rsidRPr="00120161" w:rsidTr="00EF50F6">
        <w:trPr>
          <w:jc w:val="center"/>
        </w:trPr>
        <w:tc>
          <w:tcPr>
            <w:tcW w:w="1714" w:type="dxa"/>
          </w:tcPr>
          <w:p w:rsidR="00120161" w:rsidRPr="00120161" w:rsidRDefault="00120161" w:rsidP="00E102E9">
            <w:r>
              <w:t>H5</w:t>
            </w:r>
          </w:p>
        </w:tc>
        <w:tc>
          <w:tcPr>
            <w:tcW w:w="2472" w:type="dxa"/>
          </w:tcPr>
          <w:p w:rsidR="00120161" w:rsidRPr="00120161" w:rsidRDefault="00120161" w:rsidP="00E102E9">
            <w:r>
              <w:t>h5open_f</w:t>
            </w:r>
          </w:p>
        </w:tc>
        <w:tc>
          <w:tcPr>
            <w:tcW w:w="2825" w:type="dxa"/>
          </w:tcPr>
          <w:p w:rsidR="00120161" w:rsidRPr="00120161" w:rsidRDefault="00120161" w:rsidP="00E102E9"/>
        </w:tc>
      </w:tr>
      <w:tr w:rsidR="00120161" w:rsidRPr="00120161" w:rsidTr="00EF50F6">
        <w:trPr>
          <w:jc w:val="center"/>
        </w:trPr>
        <w:tc>
          <w:tcPr>
            <w:tcW w:w="1714" w:type="dxa"/>
          </w:tcPr>
          <w:p w:rsidR="00120161" w:rsidRDefault="00120161" w:rsidP="00E102E9"/>
        </w:tc>
        <w:tc>
          <w:tcPr>
            <w:tcW w:w="2472" w:type="dxa"/>
          </w:tcPr>
          <w:p w:rsidR="00120161" w:rsidRPr="00120161" w:rsidRDefault="00120161" w:rsidP="00E102E9">
            <w:r>
              <w:t>h5close_f</w:t>
            </w:r>
          </w:p>
        </w:tc>
        <w:tc>
          <w:tcPr>
            <w:tcW w:w="2825" w:type="dxa"/>
          </w:tcPr>
          <w:p w:rsidR="00120161" w:rsidRPr="00120161" w:rsidRDefault="00120161" w:rsidP="00E102E9"/>
        </w:tc>
      </w:tr>
      <w:tr w:rsidR="00120161" w:rsidRPr="00120161" w:rsidTr="00EF50F6">
        <w:trPr>
          <w:jc w:val="center"/>
        </w:trPr>
        <w:tc>
          <w:tcPr>
            <w:tcW w:w="1714" w:type="dxa"/>
          </w:tcPr>
          <w:p w:rsidR="00120161" w:rsidRDefault="00120161" w:rsidP="00E102E9"/>
        </w:tc>
        <w:tc>
          <w:tcPr>
            <w:tcW w:w="2472" w:type="dxa"/>
          </w:tcPr>
          <w:p w:rsidR="00120161" w:rsidRPr="00120161" w:rsidRDefault="00120161" w:rsidP="00E102E9">
            <w:r>
              <w:t>h5check_version_f</w:t>
            </w:r>
          </w:p>
        </w:tc>
        <w:tc>
          <w:tcPr>
            <w:tcW w:w="2825" w:type="dxa"/>
          </w:tcPr>
          <w:p w:rsidR="00120161" w:rsidRPr="00120161" w:rsidRDefault="00120161" w:rsidP="00E102E9"/>
        </w:tc>
      </w:tr>
      <w:tr w:rsidR="00120161" w:rsidRPr="00120161" w:rsidTr="00EF50F6">
        <w:trPr>
          <w:jc w:val="center"/>
        </w:trPr>
        <w:tc>
          <w:tcPr>
            <w:tcW w:w="1714" w:type="dxa"/>
          </w:tcPr>
          <w:p w:rsidR="00120161" w:rsidRDefault="00120161" w:rsidP="00E102E9"/>
        </w:tc>
        <w:tc>
          <w:tcPr>
            <w:tcW w:w="2472" w:type="dxa"/>
          </w:tcPr>
          <w:p w:rsidR="00120161" w:rsidRPr="00120161" w:rsidRDefault="00120161" w:rsidP="00E102E9">
            <w:r>
              <w:t>h5get_libversion_f</w:t>
            </w:r>
          </w:p>
        </w:tc>
        <w:tc>
          <w:tcPr>
            <w:tcW w:w="2825" w:type="dxa"/>
          </w:tcPr>
          <w:p w:rsidR="00120161" w:rsidRPr="00120161" w:rsidRDefault="00120161" w:rsidP="00E102E9"/>
        </w:tc>
      </w:tr>
      <w:tr w:rsidR="00120161" w:rsidRPr="00120161" w:rsidTr="00EF50F6">
        <w:trPr>
          <w:jc w:val="center"/>
        </w:trPr>
        <w:tc>
          <w:tcPr>
            <w:tcW w:w="1714" w:type="dxa"/>
          </w:tcPr>
          <w:p w:rsidR="00120161" w:rsidRDefault="00120161" w:rsidP="00E102E9"/>
        </w:tc>
        <w:tc>
          <w:tcPr>
            <w:tcW w:w="2472" w:type="dxa"/>
          </w:tcPr>
          <w:p w:rsidR="00120161" w:rsidRPr="00120161" w:rsidRDefault="00120161" w:rsidP="00E102E9">
            <w:r>
              <w:t>h5garbage_collect_f</w:t>
            </w:r>
          </w:p>
        </w:tc>
        <w:tc>
          <w:tcPr>
            <w:tcW w:w="2825" w:type="dxa"/>
          </w:tcPr>
          <w:p w:rsidR="00120161" w:rsidRPr="00120161" w:rsidRDefault="00120161" w:rsidP="00E102E9"/>
        </w:tc>
      </w:tr>
      <w:tr w:rsidR="00120161" w:rsidRPr="00120161" w:rsidTr="00EF50F6">
        <w:trPr>
          <w:jc w:val="center"/>
        </w:trPr>
        <w:tc>
          <w:tcPr>
            <w:tcW w:w="1714" w:type="dxa"/>
          </w:tcPr>
          <w:p w:rsidR="00120161" w:rsidRDefault="00120161" w:rsidP="00E102E9"/>
        </w:tc>
        <w:tc>
          <w:tcPr>
            <w:tcW w:w="2472" w:type="dxa"/>
          </w:tcPr>
          <w:p w:rsidR="00120161" w:rsidRPr="00120161" w:rsidRDefault="00120161" w:rsidP="00E102E9">
            <w:r>
              <w:t>h5dont_atexit_f</w:t>
            </w:r>
          </w:p>
        </w:tc>
        <w:tc>
          <w:tcPr>
            <w:tcW w:w="2825" w:type="dxa"/>
          </w:tcPr>
          <w:p w:rsidR="00120161" w:rsidRPr="00120161" w:rsidRDefault="00120161" w:rsidP="00E102E9"/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>
            <w:r w:rsidRPr="00C55FB4">
              <w:t>H5A</w:t>
            </w:r>
          </w:p>
        </w:tc>
        <w:tc>
          <w:tcPr>
            <w:tcW w:w="2472" w:type="dxa"/>
          </w:tcPr>
          <w:p w:rsidR="005E4BB6" w:rsidRPr="00C55FB4" w:rsidRDefault="005E4BB6" w:rsidP="00E102E9">
            <w:r w:rsidRPr="00C55FB4">
              <w:t>h5aread_f</w:t>
            </w:r>
          </w:p>
        </w:tc>
        <w:tc>
          <w:tcPr>
            <w:tcW w:w="2825" w:type="dxa"/>
          </w:tcPr>
          <w:p w:rsidR="005E4BB6" w:rsidRPr="00C55FB4" w:rsidRDefault="005E4BB6" w:rsidP="00E102E9"/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>
            <w:r w:rsidRPr="00C55FB4">
              <w:t>h5awrite_f</w:t>
            </w:r>
          </w:p>
        </w:tc>
        <w:tc>
          <w:tcPr>
            <w:tcW w:w="2825" w:type="dxa"/>
          </w:tcPr>
          <w:p w:rsidR="005E4BB6" w:rsidRPr="00C55FB4" w:rsidRDefault="005E4BB6" w:rsidP="00E102E9"/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>
            <w:r w:rsidRPr="00C55FB4">
              <w:t>H5D</w:t>
            </w:r>
          </w:p>
        </w:tc>
        <w:tc>
          <w:tcPr>
            <w:tcW w:w="2472" w:type="dxa"/>
          </w:tcPr>
          <w:p w:rsidR="005E4BB6" w:rsidRPr="00C55FB4" w:rsidRDefault="005E4BB6" w:rsidP="00E102E9">
            <w:r w:rsidRPr="00C55FB4">
              <w:t>h5dread_f</w:t>
            </w:r>
          </w:p>
        </w:tc>
        <w:tc>
          <w:tcPr>
            <w:tcW w:w="2825" w:type="dxa"/>
          </w:tcPr>
          <w:p w:rsidR="005E4BB6" w:rsidRPr="00C55FB4" w:rsidRDefault="005E4BB6" w:rsidP="00E102E9"/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>
            <w:r w:rsidRPr="00C55FB4">
              <w:t>h5dwrite_f</w:t>
            </w:r>
          </w:p>
        </w:tc>
        <w:tc>
          <w:tcPr>
            <w:tcW w:w="2825" w:type="dxa"/>
          </w:tcPr>
          <w:p w:rsidR="005E4BB6" w:rsidRPr="00C55FB4" w:rsidRDefault="005E4BB6" w:rsidP="00E102E9"/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C55FB4">
              <w:t>h5dvlen_reclaim_f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>
            <w:r w:rsidRPr="00C55FB4">
              <w:t>H5DS</w:t>
            </w:r>
          </w:p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C55FB4">
              <w:t>h5dsattach_scale_f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C55FB4">
              <w:t>h5dsdetach_scale_f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C55FB4">
              <w:t>h5dsget_label_f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C55FB4">
              <w:t>h5dsget_num_scales_f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C55FB4">
              <w:t>h5dsget_scale_name_f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C55FB4">
              <w:t>h5dsis_attached_f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C55FB4">
              <w:t>h5dsis_scale_f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C55FB4">
              <w:t>h5dsset_label_f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C55FB4">
              <w:t>h5dsset_scale_f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6B3187" w:rsidRDefault="005E4BB6" w:rsidP="00E102E9">
            <w:r w:rsidRPr="006B3187">
              <w:t>H5E</w:t>
            </w:r>
          </w:p>
        </w:tc>
        <w:tc>
          <w:tcPr>
            <w:tcW w:w="2472" w:type="dxa"/>
          </w:tcPr>
          <w:p w:rsidR="005E4BB6" w:rsidRPr="006B3187" w:rsidRDefault="005E4BB6" w:rsidP="00E102E9"/>
        </w:tc>
        <w:tc>
          <w:tcPr>
            <w:tcW w:w="2825" w:type="dxa"/>
          </w:tcPr>
          <w:p w:rsidR="005E4BB6" w:rsidRPr="006B3187" w:rsidRDefault="00EF50F6" w:rsidP="00E102E9">
            <w:r w:rsidRPr="006B3187">
              <w:t>h5eset_auto_f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>
            <w:r w:rsidRPr="00C55FB4">
              <w:t>H5L</w:t>
            </w:r>
          </w:p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C55FB4">
              <w:t>h5literate_by_name_f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C55FB4">
              <w:t>h5literate_f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>
            <w:r w:rsidRPr="00C55FB4">
              <w:t>H50</w:t>
            </w:r>
          </w:p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C55FB4">
              <w:t>h5ovisit_f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C55FB4">
              <w:t>h5oget_info_by_name_f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>
            <w:r w:rsidRPr="00C55FB4">
              <w:t>H5P</w:t>
            </w:r>
          </w:p>
        </w:tc>
        <w:tc>
          <w:tcPr>
            <w:tcW w:w="2472" w:type="dxa"/>
          </w:tcPr>
          <w:p w:rsidR="005E4BB6" w:rsidRPr="00C55FB4" w:rsidRDefault="005E4BB6" w:rsidP="00E102E9">
            <w:r w:rsidRPr="00C55FB4">
              <w:t>h5pset_fill_value_f</w:t>
            </w:r>
          </w:p>
        </w:tc>
        <w:tc>
          <w:tcPr>
            <w:tcW w:w="2825" w:type="dxa"/>
          </w:tcPr>
          <w:p w:rsidR="005E4BB6" w:rsidRPr="00C55FB4" w:rsidRDefault="005E4BB6" w:rsidP="00E102E9"/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>
            <w:r w:rsidRPr="00C55FB4">
              <w:t>h5pget_fill_value_f</w:t>
            </w:r>
          </w:p>
        </w:tc>
        <w:tc>
          <w:tcPr>
            <w:tcW w:w="2825" w:type="dxa"/>
          </w:tcPr>
          <w:p w:rsidR="005E4BB6" w:rsidRPr="00C55FB4" w:rsidRDefault="005E4BB6" w:rsidP="00E102E9"/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>
            <w:r w:rsidRPr="00C55FB4">
              <w:t>h5pset_f</w:t>
            </w:r>
          </w:p>
        </w:tc>
        <w:tc>
          <w:tcPr>
            <w:tcW w:w="2825" w:type="dxa"/>
          </w:tcPr>
          <w:p w:rsidR="005E4BB6" w:rsidRPr="00C55FB4" w:rsidRDefault="005E4BB6" w:rsidP="00E102E9"/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>
            <w:r w:rsidRPr="00C55FB4">
              <w:t>h5pget_f</w:t>
            </w:r>
          </w:p>
        </w:tc>
        <w:tc>
          <w:tcPr>
            <w:tcW w:w="2825" w:type="dxa"/>
          </w:tcPr>
          <w:p w:rsidR="005E4BB6" w:rsidRPr="00C55FB4" w:rsidRDefault="005E4BB6" w:rsidP="00E102E9"/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>
            <w:r w:rsidRPr="00C55FB4">
              <w:t>h5pregister_f</w:t>
            </w:r>
          </w:p>
        </w:tc>
        <w:tc>
          <w:tcPr>
            <w:tcW w:w="2825" w:type="dxa"/>
          </w:tcPr>
          <w:p w:rsidR="005E4BB6" w:rsidRPr="00C55FB4" w:rsidRDefault="005E4BB6" w:rsidP="00E102E9"/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>
            <w:r w:rsidRPr="00C55FB4">
              <w:t>h5pinsert_f</w:t>
            </w:r>
          </w:p>
        </w:tc>
        <w:tc>
          <w:tcPr>
            <w:tcW w:w="2825" w:type="dxa"/>
          </w:tcPr>
          <w:p w:rsidR="005E4BB6" w:rsidRPr="00C55FB4" w:rsidRDefault="005E4BB6" w:rsidP="00E102E9"/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>
            <w:r w:rsidRPr="00C55FB4">
              <w:t>h5pcreate_class_f</w:t>
            </w:r>
          </w:p>
        </w:tc>
        <w:tc>
          <w:tcPr>
            <w:tcW w:w="2825" w:type="dxa"/>
          </w:tcPr>
          <w:p w:rsidR="005E4BB6" w:rsidRPr="00C55FB4" w:rsidRDefault="005E4BB6" w:rsidP="00E102E9"/>
        </w:tc>
      </w:tr>
      <w:tr w:rsidR="00120161" w:rsidRPr="00C55FB4" w:rsidTr="00EF50F6">
        <w:trPr>
          <w:jc w:val="center"/>
        </w:trPr>
        <w:tc>
          <w:tcPr>
            <w:tcW w:w="1714" w:type="dxa"/>
          </w:tcPr>
          <w:p w:rsidR="00120161" w:rsidRPr="00C55FB4" w:rsidRDefault="00120161" w:rsidP="00E102E9"/>
        </w:tc>
        <w:tc>
          <w:tcPr>
            <w:tcW w:w="2472" w:type="dxa"/>
          </w:tcPr>
          <w:p w:rsidR="00120161" w:rsidRPr="00C55FB4" w:rsidRDefault="00120161" w:rsidP="00E102E9"/>
        </w:tc>
        <w:tc>
          <w:tcPr>
            <w:tcW w:w="2825" w:type="dxa"/>
          </w:tcPr>
          <w:p w:rsidR="00120161" w:rsidRPr="00C55FB4" w:rsidRDefault="00120161" w:rsidP="00E102E9">
            <w:r>
              <w:t>h5pset_nbit_f</w:t>
            </w:r>
          </w:p>
        </w:tc>
      </w:tr>
      <w:tr w:rsidR="00120161" w:rsidRPr="00C55FB4" w:rsidTr="00EF50F6">
        <w:trPr>
          <w:jc w:val="center"/>
        </w:trPr>
        <w:tc>
          <w:tcPr>
            <w:tcW w:w="1714" w:type="dxa"/>
          </w:tcPr>
          <w:p w:rsidR="00120161" w:rsidRPr="00C55FB4" w:rsidRDefault="00120161" w:rsidP="00E102E9"/>
        </w:tc>
        <w:tc>
          <w:tcPr>
            <w:tcW w:w="2472" w:type="dxa"/>
          </w:tcPr>
          <w:p w:rsidR="00120161" w:rsidRPr="00C55FB4" w:rsidRDefault="00120161" w:rsidP="00E102E9"/>
        </w:tc>
        <w:tc>
          <w:tcPr>
            <w:tcW w:w="2825" w:type="dxa"/>
          </w:tcPr>
          <w:p w:rsidR="00120161" w:rsidRPr="00C55FB4" w:rsidRDefault="00120161" w:rsidP="00E102E9">
            <w:r>
              <w:t>h5pset_scaleoffset_f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>
            <w:r w:rsidRPr="00C55FB4">
              <w:t>H5R</w:t>
            </w:r>
          </w:p>
        </w:tc>
        <w:tc>
          <w:tcPr>
            <w:tcW w:w="2472" w:type="dxa"/>
          </w:tcPr>
          <w:p w:rsidR="005E4BB6" w:rsidRPr="00C55FB4" w:rsidRDefault="005E4BB6" w:rsidP="00E102E9">
            <w:r w:rsidRPr="00C55FB4">
              <w:t>h5rcreate_f</w:t>
            </w:r>
          </w:p>
        </w:tc>
        <w:tc>
          <w:tcPr>
            <w:tcW w:w="2825" w:type="dxa"/>
          </w:tcPr>
          <w:p w:rsidR="005E4BB6" w:rsidRPr="00C55FB4" w:rsidRDefault="005E4BB6" w:rsidP="00E102E9"/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>
            <w:r w:rsidRPr="00C55FB4">
              <w:t>h5rdereference_f</w:t>
            </w:r>
          </w:p>
        </w:tc>
        <w:tc>
          <w:tcPr>
            <w:tcW w:w="2825" w:type="dxa"/>
          </w:tcPr>
          <w:p w:rsidR="005E4BB6" w:rsidRPr="00C55FB4" w:rsidRDefault="005E4BB6" w:rsidP="00E102E9"/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>
            <w:r w:rsidRPr="00C55FB4">
              <w:t>h5rget_name_f</w:t>
            </w:r>
          </w:p>
        </w:tc>
        <w:tc>
          <w:tcPr>
            <w:tcW w:w="2825" w:type="dxa"/>
          </w:tcPr>
          <w:p w:rsidR="005E4BB6" w:rsidRPr="00C55FB4" w:rsidRDefault="005E4BB6" w:rsidP="00E102E9"/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>
            <w:r w:rsidRPr="00C55FB4">
              <w:t>h5rget_object_type_f</w:t>
            </w:r>
          </w:p>
        </w:tc>
        <w:tc>
          <w:tcPr>
            <w:tcW w:w="2825" w:type="dxa"/>
          </w:tcPr>
          <w:p w:rsidR="005E4BB6" w:rsidRPr="00C55FB4" w:rsidRDefault="005E4BB6" w:rsidP="00E102E9"/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>
            <w:r w:rsidRPr="00C55FB4">
              <w:t>H5T</w:t>
            </w:r>
          </w:p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C55FB4">
              <w:t>h5tconvert_f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>
            <w:r w:rsidRPr="00C55FB4">
              <w:t>HDF5 Utility</w:t>
            </w:r>
          </w:p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C55FB4">
              <w:t>h5offsetof</w:t>
            </w:r>
          </w:p>
        </w:tc>
      </w:tr>
      <w:tr w:rsidR="005E4BB6" w:rsidRPr="00C55FB4" w:rsidTr="00EF50F6">
        <w:trPr>
          <w:jc w:val="center"/>
        </w:trPr>
        <w:tc>
          <w:tcPr>
            <w:tcW w:w="1714" w:type="dxa"/>
          </w:tcPr>
          <w:p w:rsidR="005E4BB6" w:rsidRPr="00C55FB4" w:rsidRDefault="005E4BB6" w:rsidP="00E102E9"/>
        </w:tc>
        <w:tc>
          <w:tcPr>
            <w:tcW w:w="2472" w:type="dxa"/>
          </w:tcPr>
          <w:p w:rsidR="005E4BB6" w:rsidRPr="00C55FB4" w:rsidRDefault="005E4BB6" w:rsidP="00E102E9"/>
        </w:tc>
        <w:tc>
          <w:tcPr>
            <w:tcW w:w="2825" w:type="dxa"/>
          </w:tcPr>
          <w:p w:rsidR="005E4BB6" w:rsidRPr="00C55FB4" w:rsidRDefault="005E4BB6" w:rsidP="00E102E9">
            <w:r w:rsidRPr="006B3187">
              <w:t>h5kind_to_type</w:t>
            </w:r>
          </w:p>
        </w:tc>
      </w:tr>
    </w:tbl>
    <w:p w:rsidR="00327DC4" w:rsidRDefault="00327DC4" w:rsidP="00543D4B"/>
    <w:p w:rsidR="0030028C" w:rsidRDefault="0030028C" w:rsidP="00543D4B"/>
    <w:p w:rsidR="00E2112E" w:rsidRPr="00C62B71" w:rsidRDefault="00E2112E" w:rsidP="00FC2325"/>
    <w:sectPr w:rsidR="00E2112E" w:rsidRPr="00C62B71" w:rsidSect="00543D4B">
      <w:headerReference w:type="default" r:id="rId21"/>
      <w:footerReference w:type="default" r:id="rId22"/>
      <w:headerReference w:type="first" r:id="rId23"/>
      <w:footerReference w:type="first" r:id="rId24"/>
      <w:pgSz w:w="12240" w:h="15840" w:code="1"/>
      <w:pgMar w:top="1152" w:right="1152" w:bottom="1440" w:left="1152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AAE" w:rsidRDefault="00E25AAE" w:rsidP="00543D4B">
      <w:r>
        <w:separator/>
      </w:r>
    </w:p>
  </w:endnote>
  <w:endnote w:type="continuationSeparator" w:id="0">
    <w:p w:rsidR="00E25AAE" w:rsidRDefault="00E25AAE" w:rsidP="0054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25"/>
      <w:docPartObj>
        <w:docPartGallery w:val="Page Numbers (Bottom of Page)"/>
        <w:docPartUnique/>
      </w:docPartObj>
    </w:sdtPr>
    <w:sdtEndPr/>
    <w:sdtContent>
      <w:sdt>
        <w:sdtPr>
          <w:id w:val="1478426"/>
          <w:docPartObj>
            <w:docPartGallery w:val="Page Numbers (Top of Page)"/>
            <w:docPartUnique/>
          </w:docPartObj>
        </w:sdtPr>
        <w:sdtEndPr/>
        <w:sdtContent>
          <w:p w:rsidR="00245FCF" w:rsidRDefault="00245FCF" w:rsidP="00543D4B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 wp14:anchorId="5442969F" wp14:editId="1999398A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1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 w:rsidR="003D4B52">
              <w:fldChar w:fldCharType="begin"/>
            </w:r>
            <w:r>
              <w:instrText xml:space="preserve"> PAGE </w:instrText>
            </w:r>
            <w:r w:rsidR="003D4B52">
              <w:fldChar w:fldCharType="separate"/>
            </w:r>
            <w:r w:rsidR="00EF50F6">
              <w:rPr>
                <w:noProof/>
              </w:rPr>
              <w:t>2</w:t>
            </w:r>
            <w:r w:rsidR="003D4B52">
              <w:rPr>
                <w:noProof/>
              </w:rPr>
              <w:fldChar w:fldCharType="end"/>
            </w:r>
            <w:r>
              <w:t xml:space="preserve"> of </w:t>
            </w:r>
            <w:fldSimple w:instr=" NUMPAGES  ">
              <w:r w:rsidR="00EF50F6">
                <w:rPr>
                  <w:noProof/>
                </w:rPr>
                <w:t>19</w:t>
              </w:r>
            </w:fldSimple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83"/>
      <w:docPartObj>
        <w:docPartGallery w:val="Page Numbers (Bottom of Page)"/>
        <w:docPartUnique/>
      </w:docPartObj>
    </w:sdtPr>
    <w:sdtEndPr/>
    <w:sdtContent>
      <w:sdt>
        <w:sdtPr>
          <w:id w:val="1478484"/>
          <w:docPartObj>
            <w:docPartGallery w:val="Page Numbers (Top of Page)"/>
            <w:docPartUnique/>
          </w:docPartObj>
        </w:sdtPr>
        <w:sdtEndPr/>
        <w:sdtContent>
          <w:p w:rsidR="00245FCF" w:rsidRDefault="00245FCF" w:rsidP="00543D4B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 wp14:anchorId="35980625" wp14:editId="2430839F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3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 w:rsidR="003D4B52">
              <w:fldChar w:fldCharType="begin"/>
            </w:r>
            <w:r>
              <w:instrText xml:space="preserve"> PAGE </w:instrText>
            </w:r>
            <w:r w:rsidR="003D4B52">
              <w:fldChar w:fldCharType="separate"/>
            </w:r>
            <w:r w:rsidR="00EF50F6">
              <w:rPr>
                <w:noProof/>
              </w:rPr>
              <w:t>1</w:t>
            </w:r>
            <w:r w:rsidR="003D4B52">
              <w:rPr>
                <w:noProof/>
              </w:rPr>
              <w:fldChar w:fldCharType="end"/>
            </w:r>
            <w:r>
              <w:t xml:space="preserve"> of </w:t>
            </w:r>
            <w:fldSimple w:instr=" NUMPAGES  ">
              <w:r w:rsidR="00EF50F6">
                <w:rPr>
                  <w:noProof/>
                </w:rPr>
                <w:t>19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AAE" w:rsidRDefault="00E25AAE" w:rsidP="00543D4B">
      <w:r>
        <w:separator/>
      </w:r>
    </w:p>
  </w:footnote>
  <w:footnote w:type="continuationSeparator" w:id="0">
    <w:p w:rsidR="00E25AAE" w:rsidRDefault="00E25AAE" w:rsidP="00543D4B">
      <w:r>
        <w:continuationSeparator/>
      </w:r>
    </w:p>
  </w:footnote>
  <w:footnote w:id="1">
    <w:p w:rsidR="00D2696B" w:rsidRDefault="00D2696B" w:rsidP="00D2696B">
      <w:pPr>
        <w:pStyle w:val="FootnoteText"/>
      </w:pPr>
      <w:r>
        <w:rPr>
          <w:rStyle w:val="FootnoteReference"/>
        </w:rPr>
        <w:footnoteRef/>
      </w:r>
      <w:r>
        <w:t xml:space="preserve"> We use “data type” when referring to a Fortran language type and “datatype” when referring to an HDF5 type.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FCF" w:rsidRDefault="00C011CE" w:rsidP="00543D4B">
    <w:pPr>
      <w:pStyle w:val="THGHeader2"/>
    </w:pPr>
    <w:r>
      <w:t>November 3</w:t>
    </w:r>
    <w:r w:rsidR="00245FCF">
      <w:t>, 2011</w:t>
    </w:r>
    <w:r w:rsidR="00245FCF">
      <w:ptab w:relativeTo="margin" w:alignment="center" w:leader="none"/>
    </w:r>
    <w:r w:rsidR="00245FCF">
      <w:ptab w:relativeTo="margin" w:alignment="right" w:leader="none"/>
    </w:r>
    <w:r w:rsidR="00245FCF">
      <w:t>Fortran</w:t>
    </w:r>
    <w:r w:rsidR="0045791B">
      <w:t xml:space="preserve"> </w:t>
    </w:r>
    <w:r w:rsidR="00245FCF">
      <w:t>2003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FCF" w:rsidRPr="006D4EA4" w:rsidRDefault="00C011CE" w:rsidP="00543D4B">
    <w:pPr>
      <w:pStyle w:val="THGHeader"/>
    </w:pPr>
    <w:r>
      <w:t>November 3</w:t>
    </w:r>
    <w:r w:rsidR="00245FCF">
      <w:t>, 2011</w:t>
    </w:r>
    <w:r w:rsidR="00245FCF">
      <w:ptab w:relativeTo="margin" w:alignment="center" w:leader="none"/>
    </w:r>
    <w:r w:rsidR="00245FCF">
      <w:ptab w:relativeTo="margin" w:alignment="right" w:leader="none"/>
    </w:r>
    <w:r w:rsidR="00245FCF">
      <w:t>Fortran</w:t>
    </w:r>
    <w:r w:rsidR="0045791B">
      <w:t xml:space="preserve"> </w:t>
    </w:r>
    <w:r w:rsidR="00245FCF">
      <w:t>2003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141D16"/>
    <w:lvl w:ilvl="0">
      <w:start w:val="1"/>
      <w:numFmt w:val="decimal"/>
      <w:pStyle w:val="ListNumber5"/>
      <w:lvlText w:val="%1)"/>
      <w:lvlJc w:val="left"/>
      <w:pPr>
        <w:ind w:left="1800" w:hanging="360"/>
      </w:pPr>
    </w:lvl>
  </w:abstractNum>
  <w:abstractNum w:abstractNumId="1">
    <w:nsid w:val="FFFFFF7D"/>
    <w:multiLevelType w:val="singleLevel"/>
    <w:tmpl w:val="652EF332"/>
    <w:lvl w:ilvl="0">
      <w:start w:val="1"/>
      <w:numFmt w:val="decimal"/>
      <w:pStyle w:val="ListNumber4"/>
      <w:lvlText w:val="%1)"/>
      <w:lvlJc w:val="left"/>
      <w:pPr>
        <w:ind w:left="1440" w:hanging="360"/>
      </w:pPr>
    </w:lvl>
  </w:abstractNum>
  <w:abstractNum w:abstractNumId="2">
    <w:nsid w:val="FFFFFF7E"/>
    <w:multiLevelType w:val="singleLevel"/>
    <w:tmpl w:val="B70E38B6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3">
    <w:nsid w:val="FFFFFF80"/>
    <w:multiLevelType w:val="singleLevel"/>
    <w:tmpl w:val="42E4821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B46CB1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793C5D4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8D9AB37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192282CE"/>
    <w:lvl w:ilvl="0">
      <w:start w:val="1"/>
      <w:numFmt w:val="decimal"/>
      <w:pStyle w:val="ListNumber"/>
      <w:lvlText w:val="%1)"/>
      <w:lvlJc w:val="left"/>
      <w:pPr>
        <w:ind w:left="360" w:hanging="360"/>
      </w:pPr>
    </w:lvl>
  </w:abstractNum>
  <w:abstractNum w:abstractNumId="8">
    <w:nsid w:val="FFFFFF89"/>
    <w:multiLevelType w:val="singleLevel"/>
    <w:tmpl w:val="1BC842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7591A68"/>
    <w:multiLevelType w:val="multilevel"/>
    <w:tmpl w:val="EF2895B0"/>
    <w:lvl w:ilvl="0">
      <w:start w:val="1"/>
      <w:numFmt w:val="decimal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0ECF5D80"/>
    <w:multiLevelType w:val="hybridMultilevel"/>
    <w:tmpl w:val="87B6D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732E08"/>
    <w:multiLevelType w:val="hybridMultilevel"/>
    <w:tmpl w:val="4A0E932A"/>
    <w:lvl w:ilvl="0" w:tplc="30883CC2">
      <w:start w:val="1"/>
      <w:numFmt w:val="lowerLetter"/>
      <w:pStyle w:val="ListAlpha3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432B74"/>
    <w:multiLevelType w:val="multilevel"/>
    <w:tmpl w:val="686216EC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9A1437E"/>
    <w:multiLevelType w:val="hybridMultilevel"/>
    <w:tmpl w:val="FAC4E6CC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4">
    <w:nsid w:val="30235922"/>
    <w:multiLevelType w:val="hybridMultilevel"/>
    <w:tmpl w:val="6D18A8BA"/>
    <w:lvl w:ilvl="0" w:tplc="0409000F">
      <w:start w:val="1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93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5">
    <w:nsid w:val="3D1B79C3"/>
    <w:multiLevelType w:val="hybridMultilevel"/>
    <w:tmpl w:val="C12C29CA"/>
    <w:lvl w:ilvl="0" w:tplc="0409000F">
      <w:start w:val="1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93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6">
    <w:nsid w:val="3FEA2E7E"/>
    <w:multiLevelType w:val="hybridMultilevel"/>
    <w:tmpl w:val="97669FEA"/>
    <w:lvl w:ilvl="0" w:tplc="33C43C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8262D47"/>
    <w:multiLevelType w:val="multilevel"/>
    <w:tmpl w:val="6AFCAB7C"/>
    <w:lvl w:ilvl="0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8">
    <w:nsid w:val="4A9C7EE0"/>
    <w:multiLevelType w:val="hybridMultilevel"/>
    <w:tmpl w:val="4B1AAA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EEF53EF"/>
    <w:multiLevelType w:val="hybridMultilevel"/>
    <w:tmpl w:val="6AFCAB7C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">
    <w:nsid w:val="6A076499"/>
    <w:multiLevelType w:val="hybridMultilevel"/>
    <w:tmpl w:val="1C2C1ECE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1">
    <w:nsid w:val="6F8352A3"/>
    <w:multiLevelType w:val="hybridMultilevel"/>
    <w:tmpl w:val="EA0A1458"/>
    <w:lvl w:ilvl="0" w:tplc="F30CBE4A">
      <w:start w:val="1"/>
      <w:numFmt w:val="decimal"/>
      <w:pStyle w:val="ListNumber2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F46820"/>
    <w:multiLevelType w:val="multilevel"/>
    <w:tmpl w:val="3A3C60E8"/>
    <w:lvl w:ilvl="0">
      <w:start w:val="1"/>
      <w:numFmt w:val="decimal"/>
      <w:pStyle w:val="Heading1"/>
      <w:isLgl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pStyle w:val="Heading2"/>
      <w:isLgl/>
      <w:suff w:val="space"/>
      <w:lvlText w:val="%1.%2."/>
      <w:lvlJc w:val="left"/>
      <w:pPr>
        <w:ind w:left="0" w:firstLine="0"/>
      </w:pPr>
      <w:rPr>
        <w:rFonts w:hint="default"/>
        <w:sz w:val="26"/>
        <w:szCs w:val="26"/>
      </w:rPr>
    </w:lvl>
    <w:lvl w:ilvl="2">
      <w:start w:val="1"/>
      <w:numFmt w:val="decimal"/>
      <w:pStyle w:val="Heading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space"/>
      <w:lvlText w:val="%1.%2.%3.%4."/>
      <w:lvlJc w:val="left"/>
      <w:pPr>
        <w:ind w:left="0" w:firstLine="0"/>
      </w:pPr>
      <w:rPr>
        <w:rFonts w:hint="default"/>
        <w:i w:val="0"/>
      </w:rPr>
    </w:lvl>
    <w:lvl w:ilvl="4">
      <w:start w:val="1"/>
      <w:numFmt w:val="decimal"/>
      <w:pStyle w:val="Heading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>
    <w:nsid w:val="7D4A641C"/>
    <w:multiLevelType w:val="multilevel"/>
    <w:tmpl w:val="98129A1C"/>
    <w:lvl w:ilvl="0">
      <w:start w:val="1"/>
      <w:numFmt w:val="decimal"/>
      <w:lvlText w:val="%1."/>
      <w:lvlJc w:val="left"/>
      <w:pPr>
        <w:ind w:left="77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93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21"/>
    <w:lvlOverride w:ilvl="0">
      <w:startOverride w:val="1"/>
    </w:lvlOverride>
  </w:num>
  <w:num w:numId="8">
    <w:abstractNumId w:val="21"/>
    <w:lvlOverride w:ilvl="0">
      <w:startOverride w:val="1"/>
    </w:lvlOverride>
  </w:num>
  <w:num w:numId="9">
    <w:abstractNumId w:val="21"/>
    <w:lvlOverride w:ilvl="0">
      <w:startOverride w:val="1"/>
    </w:lvlOverride>
  </w:num>
  <w:num w:numId="10">
    <w:abstractNumId w:val="21"/>
    <w:lvlOverride w:ilvl="0">
      <w:startOverride w:val="1"/>
    </w:lvlOverride>
  </w:num>
  <w:num w:numId="11">
    <w:abstractNumId w:val="21"/>
    <w:lvlOverride w:ilvl="0">
      <w:startOverride w:val="1"/>
    </w:lvlOverride>
  </w:num>
  <w:num w:numId="12">
    <w:abstractNumId w:val="21"/>
    <w:lvlOverride w:ilvl="0">
      <w:startOverride w:val="1"/>
    </w:lvlOverride>
  </w:num>
  <w:num w:numId="13">
    <w:abstractNumId w:val="21"/>
    <w:lvlOverride w:ilvl="0">
      <w:startOverride w:val="1"/>
    </w:lvlOverride>
  </w:num>
  <w:num w:numId="14">
    <w:abstractNumId w:val="21"/>
    <w:lvlOverride w:ilvl="0">
      <w:startOverride w:val="1"/>
    </w:lvlOverride>
  </w:num>
  <w:num w:numId="15">
    <w:abstractNumId w:val="21"/>
    <w:lvlOverride w:ilvl="0">
      <w:startOverride w:val="1"/>
    </w:lvlOverride>
  </w:num>
  <w:num w:numId="16">
    <w:abstractNumId w:val="21"/>
    <w:lvlOverride w:ilvl="0">
      <w:startOverride w:val="1"/>
    </w:lvlOverride>
  </w:num>
  <w:num w:numId="17">
    <w:abstractNumId w:val="21"/>
    <w:lvlOverride w:ilvl="0">
      <w:startOverride w:val="1"/>
    </w:lvlOverride>
  </w:num>
  <w:num w:numId="18">
    <w:abstractNumId w:val="21"/>
    <w:lvlOverride w:ilvl="0">
      <w:startOverride w:val="1"/>
    </w:lvlOverride>
  </w:num>
  <w:num w:numId="19">
    <w:abstractNumId w:val="16"/>
  </w:num>
  <w:num w:numId="20">
    <w:abstractNumId w:val="11"/>
  </w:num>
  <w:num w:numId="21">
    <w:abstractNumId w:val="21"/>
    <w:lvlOverride w:ilvl="0">
      <w:startOverride w:val="1"/>
    </w:lvlOverride>
  </w:num>
  <w:num w:numId="22">
    <w:abstractNumId w:val="21"/>
    <w:lvlOverride w:ilvl="0">
      <w:startOverride w:val="1"/>
    </w:lvlOverride>
  </w:num>
  <w:num w:numId="23">
    <w:abstractNumId w:val="21"/>
    <w:lvlOverride w:ilvl="0">
      <w:startOverride w:val="1"/>
    </w:lvlOverride>
  </w:num>
  <w:num w:numId="24">
    <w:abstractNumId w:val="21"/>
    <w:lvlOverride w:ilvl="0">
      <w:startOverride w:val="1"/>
    </w:lvlOverride>
  </w:num>
  <w:num w:numId="25">
    <w:abstractNumId w:val="21"/>
    <w:lvlOverride w:ilvl="0">
      <w:startOverride w:val="1"/>
    </w:lvlOverride>
  </w:num>
  <w:num w:numId="26">
    <w:abstractNumId w:val="21"/>
    <w:lvlOverride w:ilvl="0">
      <w:startOverride w:val="1"/>
    </w:lvlOverride>
  </w:num>
  <w:num w:numId="27">
    <w:abstractNumId w:val="21"/>
    <w:lvlOverride w:ilvl="0">
      <w:startOverride w:val="1"/>
    </w:lvlOverride>
  </w:num>
  <w:num w:numId="28">
    <w:abstractNumId w:val="8"/>
  </w:num>
  <w:num w:numId="29">
    <w:abstractNumId w:val="6"/>
  </w:num>
  <w:num w:numId="30">
    <w:abstractNumId w:val="5"/>
  </w:num>
  <w:num w:numId="31">
    <w:abstractNumId w:val="4"/>
  </w:num>
  <w:num w:numId="32">
    <w:abstractNumId w:val="3"/>
  </w:num>
  <w:num w:numId="33">
    <w:abstractNumId w:val="20"/>
  </w:num>
  <w:num w:numId="34">
    <w:abstractNumId w:val="15"/>
  </w:num>
  <w:num w:numId="35">
    <w:abstractNumId w:val="19"/>
  </w:num>
  <w:num w:numId="36">
    <w:abstractNumId w:val="23"/>
  </w:num>
  <w:num w:numId="37">
    <w:abstractNumId w:val="17"/>
  </w:num>
  <w:num w:numId="38">
    <w:abstractNumId w:val="13"/>
  </w:num>
  <w:num w:numId="39">
    <w:abstractNumId w:val="10"/>
  </w:num>
  <w:num w:numId="40">
    <w:abstractNumId w:val="22"/>
  </w:num>
  <w:num w:numId="41">
    <w:abstractNumId w:val="22"/>
  </w:num>
  <w:num w:numId="42">
    <w:abstractNumId w:val="22"/>
  </w:num>
  <w:num w:numId="43">
    <w:abstractNumId w:val="22"/>
  </w:num>
  <w:num w:numId="44">
    <w:abstractNumId w:val="22"/>
  </w:num>
  <w:num w:numId="45">
    <w:abstractNumId w:val="12"/>
  </w:num>
  <w:num w:numId="46">
    <w:abstractNumId w:val="12"/>
  </w:num>
  <w:num w:numId="47">
    <w:abstractNumId w:val="12"/>
  </w:num>
  <w:num w:numId="48">
    <w:abstractNumId w:val="12"/>
  </w:num>
  <w:num w:numId="49">
    <w:abstractNumId w:val="18"/>
  </w:num>
  <w:num w:numId="50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2DC"/>
    <w:rsid w:val="00000C54"/>
    <w:rsid w:val="0000190A"/>
    <w:rsid w:val="00017C59"/>
    <w:rsid w:val="00023FE9"/>
    <w:rsid w:val="00034160"/>
    <w:rsid w:val="0003700D"/>
    <w:rsid w:val="0004410C"/>
    <w:rsid w:val="00051AC3"/>
    <w:rsid w:val="00052F00"/>
    <w:rsid w:val="000657A3"/>
    <w:rsid w:val="00065FFA"/>
    <w:rsid w:val="000711C9"/>
    <w:rsid w:val="00073C29"/>
    <w:rsid w:val="0008049E"/>
    <w:rsid w:val="00083D1B"/>
    <w:rsid w:val="00096030"/>
    <w:rsid w:val="000A5D17"/>
    <w:rsid w:val="000B7FA8"/>
    <w:rsid w:val="000C0620"/>
    <w:rsid w:val="000C0F52"/>
    <w:rsid w:val="000D5E62"/>
    <w:rsid w:val="000E416C"/>
    <w:rsid w:val="001004DA"/>
    <w:rsid w:val="00101D64"/>
    <w:rsid w:val="0011026D"/>
    <w:rsid w:val="00120161"/>
    <w:rsid w:val="0012358E"/>
    <w:rsid w:val="00130552"/>
    <w:rsid w:val="0013644D"/>
    <w:rsid w:val="00145B73"/>
    <w:rsid w:val="00150E8D"/>
    <w:rsid w:val="001609DD"/>
    <w:rsid w:val="00163335"/>
    <w:rsid w:val="00164041"/>
    <w:rsid w:val="00194269"/>
    <w:rsid w:val="001A580A"/>
    <w:rsid w:val="001A6C60"/>
    <w:rsid w:val="001B1BCB"/>
    <w:rsid w:val="001B442C"/>
    <w:rsid w:val="001C057D"/>
    <w:rsid w:val="001C63A0"/>
    <w:rsid w:val="001D6ED6"/>
    <w:rsid w:val="001E08D2"/>
    <w:rsid w:val="00212A36"/>
    <w:rsid w:val="00245FCF"/>
    <w:rsid w:val="00252C6B"/>
    <w:rsid w:val="0026112B"/>
    <w:rsid w:val="00274F48"/>
    <w:rsid w:val="00277F07"/>
    <w:rsid w:val="00280D58"/>
    <w:rsid w:val="00283532"/>
    <w:rsid w:val="00286770"/>
    <w:rsid w:val="002956CD"/>
    <w:rsid w:val="002A2897"/>
    <w:rsid w:val="002A295C"/>
    <w:rsid w:val="002A3F5A"/>
    <w:rsid w:val="002A5F35"/>
    <w:rsid w:val="002B09AF"/>
    <w:rsid w:val="002B2299"/>
    <w:rsid w:val="002B31B3"/>
    <w:rsid w:val="002B76B7"/>
    <w:rsid w:val="002C11C9"/>
    <w:rsid w:val="002C13D2"/>
    <w:rsid w:val="002E24E3"/>
    <w:rsid w:val="002F6100"/>
    <w:rsid w:val="0030028C"/>
    <w:rsid w:val="003040BD"/>
    <w:rsid w:val="003112A9"/>
    <w:rsid w:val="00313BFE"/>
    <w:rsid w:val="00315F90"/>
    <w:rsid w:val="00316124"/>
    <w:rsid w:val="0032488D"/>
    <w:rsid w:val="00327DC4"/>
    <w:rsid w:val="00327F21"/>
    <w:rsid w:val="003345F8"/>
    <w:rsid w:val="00335434"/>
    <w:rsid w:val="0034017F"/>
    <w:rsid w:val="0035264A"/>
    <w:rsid w:val="00352E48"/>
    <w:rsid w:val="00360E37"/>
    <w:rsid w:val="00363B27"/>
    <w:rsid w:val="00364375"/>
    <w:rsid w:val="00373B11"/>
    <w:rsid w:val="00391644"/>
    <w:rsid w:val="00392393"/>
    <w:rsid w:val="003A407E"/>
    <w:rsid w:val="003B12BC"/>
    <w:rsid w:val="003B17B5"/>
    <w:rsid w:val="003B3185"/>
    <w:rsid w:val="003B7937"/>
    <w:rsid w:val="003B7983"/>
    <w:rsid w:val="003C0677"/>
    <w:rsid w:val="003C3011"/>
    <w:rsid w:val="003D47AA"/>
    <w:rsid w:val="003D4B52"/>
    <w:rsid w:val="003D4EE4"/>
    <w:rsid w:val="003E72F8"/>
    <w:rsid w:val="003F24B7"/>
    <w:rsid w:val="003F2D8E"/>
    <w:rsid w:val="003F4F92"/>
    <w:rsid w:val="004019BA"/>
    <w:rsid w:val="00401BD4"/>
    <w:rsid w:val="004035C0"/>
    <w:rsid w:val="00407B59"/>
    <w:rsid w:val="00431011"/>
    <w:rsid w:val="004369E3"/>
    <w:rsid w:val="00442EAF"/>
    <w:rsid w:val="00446975"/>
    <w:rsid w:val="0044747F"/>
    <w:rsid w:val="00456E3D"/>
    <w:rsid w:val="0045791B"/>
    <w:rsid w:val="00457E9B"/>
    <w:rsid w:val="004720AD"/>
    <w:rsid w:val="00474759"/>
    <w:rsid w:val="00477C3B"/>
    <w:rsid w:val="00480230"/>
    <w:rsid w:val="0048568A"/>
    <w:rsid w:val="00493F4C"/>
    <w:rsid w:val="00496F2D"/>
    <w:rsid w:val="004A405A"/>
    <w:rsid w:val="004A73C3"/>
    <w:rsid w:val="004A75B2"/>
    <w:rsid w:val="004A75CC"/>
    <w:rsid w:val="004B0053"/>
    <w:rsid w:val="004C2BB1"/>
    <w:rsid w:val="004C4117"/>
    <w:rsid w:val="004C523F"/>
    <w:rsid w:val="004C6F1B"/>
    <w:rsid w:val="004C7B4B"/>
    <w:rsid w:val="004D154F"/>
    <w:rsid w:val="004D48C9"/>
    <w:rsid w:val="004D5278"/>
    <w:rsid w:val="004E1306"/>
    <w:rsid w:val="004E540A"/>
    <w:rsid w:val="004F21F4"/>
    <w:rsid w:val="0050661E"/>
    <w:rsid w:val="0051182A"/>
    <w:rsid w:val="00522EB2"/>
    <w:rsid w:val="00526CAA"/>
    <w:rsid w:val="005437A1"/>
    <w:rsid w:val="00543D4B"/>
    <w:rsid w:val="0054639A"/>
    <w:rsid w:val="00553337"/>
    <w:rsid w:val="00553456"/>
    <w:rsid w:val="00566486"/>
    <w:rsid w:val="005812D1"/>
    <w:rsid w:val="00581B6F"/>
    <w:rsid w:val="005A2A5D"/>
    <w:rsid w:val="005A59EA"/>
    <w:rsid w:val="005A7AB0"/>
    <w:rsid w:val="005C2D33"/>
    <w:rsid w:val="005C5341"/>
    <w:rsid w:val="005C5AC4"/>
    <w:rsid w:val="005E4BB6"/>
    <w:rsid w:val="005E4CC7"/>
    <w:rsid w:val="005F5EC0"/>
    <w:rsid w:val="005F7985"/>
    <w:rsid w:val="00600670"/>
    <w:rsid w:val="0060246A"/>
    <w:rsid w:val="00605B30"/>
    <w:rsid w:val="006075BB"/>
    <w:rsid w:val="00611BE5"/>
    <w:rsid w:val="00612FFA"/>
    <w:rsid w:val="00625EDB"/>
    <w:rsid w:val="0063059D"/>
    <w:rsid w:val="00640562"/>
    <w:rsid w:val="00640735"/>
    <w:rsid w:val="00642E56"/>
    <w:rsid w:val="00647BB9"/>
    <w:rsid w:val="0065348A"/>
    <w:rsid w:val="006546DD"/>
    <w:rsid w:val="006658CF"/>
    <w:rsid w:val="0068190B"/>
    <w:rsid w:val="00686638"/>
    <w:rsid w:val="00686F75"/>
    <w:rsid w:val="00687A0F"/>
    <w:rsid w:val="00687E95"/>
    <w:rsid w:val="0069545E"/>
    <w:rsid w:val="006969CD"/>
    <w:rsid w:val="006A4ECF"/>
    <w:rsid w:val="006B3187"/>
    <w:rsid w:val="006B614D"/>
    <w:rsid w:val="006D1441"/>
    <w:rsid w:val="006E05BE"/>
    <w:rsid w:val="006E50AE"/>
    <w:rsid w:val="006E63BC"/>
    <w:rsid w:val="007119A3"/>
    <w:rsid w:val="007124C2"/>
    <w:rsid w:val="007132CA"/>
    <w:rsid w:val="0072296F"/>
    <w:rsid w:val="0073731D"/>
    <w:rsid w:val="00747D45"/>
    <w:rsid w:val="00750254"/>
    <w:rsid w:val="007539B7"/>
    <w:rsid w:val="00755EC4"/>
    <w:rsid w:val="007625AB"/>
    <w:rsid w:val="00762853"/>
    <w:rsid w:val="00770705"/>
    <w:rsid w:val="00772C6D"/>
    <w:rsid w:val="0077556D"/>
    <w:rsid w:val="007761C4"/>
    <w:rsid w:val="00790417"/>
    <w:rsid w:val="00792EF8"/>
    <w:rsid w:val="0079537A"/>
    <w:rsid w:val="00796C8F"/>
    <w:rsid w:val="007A24A5"/>
    <w:rsid w:val="007C20CD"/>
    <w:rsid w:val="007E2374"/>
    <w:rsid w:val="007F60A8"/>
    <w:rsid w:val="008155C7"/>
    <w:rsid w:val="00820FC0"/>
    <w:rsid w:val="00821490"/>
    <w:rsid w:val="008256A0"/>
    <w:rsid w:val="0083163F"/>
    <w:rsid w:val="00833102"/>
    <w:rsid w:val="00834A88"/>
    <w:rsid w:val="0083639D"/>
    <w:rsid w:val="0084426D"/>
    <w:rsid w:val="0084589F"/>
    <w:rsid w:val="00846DAB"/>
    <w:rsid w:val="00847BD2"/>
    <w:rsid w:val="008662E7"/>
    <w:rsid w:val="00884C23"/>
    <w:rsid w:val="008973C5"/>
    <w:rsid w:val="008A43F8"/>
    <w:rsid w:val="008A4416"/>
    <w:rsid w:val="008A5088"/>
    <w:rsid w:val="008A509E"/>
    <w:rsid w:val="008B0A57"/>
    <w:rsid w:val="008B304E"/>
    <w:rsid w:val="008C414C"/>
    <w:rsid w:val="008D1EEA"/>
    <w:rsid w:val="008D7795"/>
    <w:rsid w:val="008E3333"/>
    <w:rsid w:val="008E6245"/>
    <w:rsid w:val="008E6F98"/>
    <w:rsid w:val="008F3407"/>
    <w:rsid w:val="00906509"/>
    <w:rsid w:val="009147A3"/>
    <w:rsid w:val="009158DF"/>
    <w:rsid w:val="00917582"/>
    <w:rsid w:val="009202DC"/>
    <w:rsid w:val="009227E0"/>
    <w:rsid w:val="0093577E"/>
    <w:rsid w:val="00936C72"/>
    <w:rsid w:val="009424C0"/>
    <w:rsid w:val="0094377F"/>
    <w:rsid w:val="00943AB1"/>
    <w:rsid w:val="009520C2"/>
    <w:rsid w:val="00956EDB"/>
    <w:rsid w:val="00970C93"/>
    <w:rsid w:val="009756E1"/>
    <w:rsid w:val="00976B07"/>
    <w:rsid w:val="00981E3C"/>
    <w:rsid w:val="009906C8"/>
    <w:rsid w:val="009A0C4F"/>
    <w:rsid w:val="009A6CC2"/>
    <w:rsid w:val="009B29FF"/>
    <w:rsid w:val="009B3656"/>
    <w:rsid w:val="009C2286"/>
    <w:rsid w:val="009D25F9"/>
    <w:rsid w:val="009D4319"/>
    <w:rsid w:val="009F3133"/>
    <w:rsid w:val="009F38A1"/>
    <w:rsid w:val="009F579D"/>
    <w:rsid w:val="009F6B1B"/>
    <w:rsid w:val="00A00714"/>
    <w:rsid w:val="00A1001F"/>
    <w:rsid w:val="00A12FF2"/>
    <w:rsid w:val="00A13D65"/>
    <w:rsid w:val="00A14B53"/>
    <w:rsid w:val="00A14F79"/>
    <w:rsid w:val="00A30B4E"/>
    <w:rsid w:val="00A31021"/>
    <w:rsid w:val="00A3189D"/>
    <w:rsid w:val="00A35B23"/>
    <w:rsid w:val="00A36732"/>
    <w:rsid w:val="00A3797E"/>
    <w:rsid w:val="00A4397F"/>
    <w:rsid w:val="00A457D3"/>
    <w:rsid w:val="00A46F88"/>
    <w:rsid w:val="00A54013"/>
    <w:rsid w:val="00A71B2C"/>
    <w:rsid w:val="00A80C04"/>
    <w:rsid w:val="00A836E7"/>
    <w:rsid w:val="00A9065B"/>
    <w:rsid w:val="00A95774"/>
    <w:rsid w:val="00AA4233"/>
    <w:rsid w:val="00AB0A6A"/>
    <w:rsid w:val="00AC21CB"/>
    <w:rsid w:val="00AC4F5F"/>
    <w:rsid w:val="00AC5EF9"/>
    <w:rsid w:val="00AC7BCE"/>
    <w:rsid w:val="00AD7844"/>
    <w:rsid w:val="00AF6404"/>
    <w:rsid w:val="00AF68E0"/>
    <w:rsid w:val="00B05BC4"/>
    <w:rsid w:val="00B07342"/>
    <w:rsid w:val="00B07E70"/>
    <w:rsid w:val="00B1239C"/>
    <w:rsid w:val="00B1283F"/>
    <w:rsid w:val="00B12D29"/>
    <w:rsid w:val="00B155DE"/>
    <w:rsid w:val="00B22F56"/>
    <w:rsid w:val="00B24781"/>
    <w:rsid w:val="00B323A0"/>
    <w:rsid w:val="00B33A31"/>
    <w:rsid w:val="00B357BC"/>
    <w:rsid w:val="00B41A4B"/>
    <w:rsid w:val="00B43362"/>
    <w:rsid w:val="00B449C0"/>
    <w:rsid w:val="00B52BB8"/>
    <w:rsid w:val="00B62057"/>
    <w:rsid w:val="00B648C9"/>
    <w:rsid w:val="00B76BB1"/>
    <w:rsid w:val="00B802A8"/>
    <w:rsid w:val="00B84DED"/>
    <w:rsid w:val="00B925AE"/>
    <w:rsid w:val="00BA04B1"/>
    <w:rsid w:val="00BA1767"/>
    <w:rsid w:val="00BB1AFE"/>
    <w:rsid w:val="00BB1C9A"/>
    <w:rsid w:val="00BB232D"/>
    <w:rsid w:val="00BE165B"/>
    <w:rsid w:val="00BE2A9E"/>
    <w:rsid w:val="00BF2746"/>
    <w:rsid w:val="00BF29F0"/>
    <w:rsid w:val="00BF3E00"/>
    <w:rsid w:val="00BF7614"/>
    <w:rsid w:val="00BF7A2E"/>
    <w:rsid w:val="00BF7B52"/>
    <w:rsid w:val="00C011CE"/>
    <w:rsid w:val="00C020DD"/>
    <w:rsid w:val="00C02323"/>
    <w:rsid w:val="00C074FA"/>
    <w:rsid w:val="00C160FD"/>
    <w:rsid w:val="00C2032E"/>
    <w:rsid w:val="00C35CA6"/>
    <w:rsid w:val="00C35DD0"/>
    <w:rsid w:val="00C42933"/>
    <w:rsid w:val="00C52D66"/>
    <w:rsid w:val="00C552FB"/>
    <w:rsid w:val="00C55FB4"/>
    <w:rsid w:val="00C6108A"/>
    <w:rsid w:val="00C621A1"/>
    <w:rsid w:val="00C6742F"/>
    <w:rsid w:val="00C71477"/>
    <w:rsid w:val="00C75D98"/>
    <w:rsid w:val="00C8008A"/>
    <w:rsid w:val="00C87D0C"/>
    <w:rsid w:val="00C90D2C"/>
    <w:rsid w:val="00C90E2A"/>
    <w:rsid w:val="00C91BD6"/>
    <w:rsid w:val="00CA0FD6"/>
    <w:rsid w:val="00CB3846"/>
    <w:rsid w:val="00CB671A"/>
    <w:rsid w:val="00CC4D17"/>
    <w:rsid w:val="00CF0929"/>
    <w:rsid w:val="00D107F2"/>
    <w:rsid w:val="00D24B2D"/>
    <w:rsid w:val="00D2696B"/>
    <w:rsid w:val="00D30D45"/>
    <w:rsid w:val="00D33C81"/>
    <w:rsid w:val="00D33C84"/>
    <w:rsid w:val="00D34BC6"/>
    <w:rsid w:val="00D34C00"/>
    <w:rsid w:val="00D51C79"/>
    <w:rsid w:val="00D611B6"/>
    <w:rsid w:val="00D616CF"/>
    <w:rsid w:val="00D64B7A"/>
    <w:rsid w:val="00D65C67"/>
    <w:rsid w:val="00D70E41"/>
    <w:rsid w:val="00D73014"/>
    <w:rsid w:val="00D75C8E"/>
    <w:rsid w:val="00D808C5"/>
    <w:rsid w:val="00D8122E"/>
    <w:rsid w:val="00D83379"/>
    <w:rsid w:val="00D85B33"/>
    <w:rsid w:val="00D94D45"/>
    <w:rsid w:val="00DA78E6"/>
    <w:rsid w:val="00DD1321"/>
    <w:rsid w:val="00DD29AA"/>
    <w:rsid w:val="00DE09DC"/>
    <w:rsid w:val="00DE2F2E"/>
    <w:rsid w:val="00DF7036"/>
    <w:rsid w:val="00E01B3A"/>
    <w:rsid w:val="00E02E68"/>
    <w:rsid w:val="00E06676"/>
    <w:rsid w:val="00E07BBC"/>
    <w:rsid w:val="00E10B37"/>
    <w:rsid w:val="00E171BE"/>
    <w:rsid w:val="00E2112E"/>
    <w:rsid w:val="00E25AAE"/>
    <w:rsid w:val="00E26A22"/>
    <w:rsid w:val="00E31ECC"/>
    <w:rsid w:val="00E42836"/>
    <w:rsid w:val="00E45C3A"/>
    <w:rsid w:val="00E5233C"/>
    <w:rsid w:val="00E574C2"/>
    <w:rsid w:val="00E63DF8"/>
    <w:rsid w:val="00E75232"/>
    <w:rsid w:val="00E778E9"/>
    <w:rsid w:val="00E86304"/>
    <w:rsid w:val="00E90416"/>
    <w:rsid w:val="00E925DE"/>
    <w:rsid w:val="00E93B4F"/>
    <w:rsid w:val="00EA78C7"/>
    <w:rsid w:val="00EC7E41"/>
    <w:rsid w:val="00ED1D52"/>
    <w:rsid w:val="00ED2A2A"/>
    <w:rsid w:val="00EE397B"/>
    <w:rsid w:val="00EE6478"/>
    <w:rsid w:val="00EF0353"/>
    <w:rsid w:val="00EF0444"/>
    <w:rsid w:val="00EF201A"/>
    <w:rsid w:val="00EF3EA0"/>
    <w:rsid w:val="00EF50F6"/>
    <w:rsid w:val="00F01DA5"/>
    <w:rsid w:val="00F10E32"/>
    <w:rsid w:val="00F120FB"/>
    <w:rsid w:val="00F123B4"/>
    <w:rsid w:val="00F17836"/>
    <w:rsid w:val="00F22625"/>
    <w:rsid w:val="00F263CF"/>
    <w:rsid w:val="00F27371"/>
    <w:rsid w:val="00F460D5"/>
    <w:rsid w:val="00F6122B"/>
    <w:rsid w:val="00F70001"/>
    <w:rsid w:val="00F7233B"/>
    <w:rsid w:val="00F80082"/>
    <w:rsid w:val="00F81BD1"/>
    <w:rsid w:val="00F86C82"/>
    <w:rsid w:val="00F875C1"/>
    <w:rsid w:val="00F958C9"/>
    <w:rsid w:val="00F96B34"/>
    <w:rsid w:val="00F97817"/>
    <w:rsid w:val="00F97E3B"/>
    <w:rsid w:val="00FA17ED"/>
    <w:rsid w:val="00FA6A36"/>
    <w:rsid w:val="00FA7A12"/>
    <w:rsid w:val="00FB7F3B"/>
    <w:rsid w:val="00FC2325"/>
    <w:rsid w:val="00FC4359"/>
    <w:rsid w:val="00FC6FA0"/>
    <w:rsid w:val="00FD05C3"/>
    <w:rsid w:val="00FD073E"/>
    <w:rsid w:val="00FE08F2"/>
    <w:rsid w:val="00FE51BE"/>
    <w:rsid w:val="00FF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/>
    <w:lsdException w:name="Default Paragraph Font" w:uiPriority="1"/>
    <w:lsdException w:name="Subtitle" w:uiPriority="24"/>
    <w:lsdException w:name="Strong" w:semiHidden="0" w:uiPriority="22" w:unhideWhenUsed="0"/>
    <w:lsdException w:name="Emphasis" w:semiHidden="0" w:uiPriority="20" w:unhideWhenUsed="0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8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393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2393"/>
    <w:pPr>
      <w:keepNext/>
      <w:keepLines/>
      <w:pageBreakBefore/>
      <w:numPr>
        <w:numId w:val="44"/>
      </w:numPr>
      <w:spacing w:before="480" w:after="24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92393"/>
    <w:pPr>
      <w:pageBreakBefore w:val="0"/>
      <w:numPr>
        <w:ilvl w:val="1"/>
      </w:numPr>
      <w:spacing w:before="240"/>
      <w:outlineLvl w:val="1"/>
    </w:pPr>
    <w:rPr>
      <w:bCs w:val="0"/>
      <w:sz w:val="26"/>
      <w:szCs w:val="26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392393"/>
    <w:pPr>
      <w:pageBreakBefore w:val="0"/>
      <w:numPr>
        <w:ilvl w:val="2"/>
      </w:numPr>
      <w:spacing w:before="240" w:after="120"/>
      <w:outlineLvl w:val="2"/>
    </w:pPr>
    <w:rPr>
      <w:bCs w:val="0"/>
      <w:sz w:val="24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392393"/>
    <w:pPr>
      <w:pageBreakBefore w:val="0"/>
      <w:numPr>
        <w:ilvl w:val="3"/>
      </w:numPr>
      <w:spacing w:before="120" w:after="0"/>
      <w:outlineLvl w:val="3"/>
    </w:pPr>
    <w:rPr>
      <w:bCs w:val="0"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92393"/>
    <w:pPr>
      <w:keepNext/>
      <w:keepLines/>
      <w:numPr>
        <w:ilvl w:val="4"/>
        <w:numId w:val="4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392393"/>
    <w:pPr>
      <w:keepNext/>
      <w:keepLines/>
      <w:numPr>
        <w:ilvl w:val="5"/>
        <w:numId w:val="4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2393"/>
    <w:pPr>
      <w:keepNext/>
      <w:keepLines/>
      <w:numPr>
        <w:ilvl w:val="6"/>
        <w:numId w:val="4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2393"/>
    <w:pPr>
      <w:keepNext/>
      <w:keepLines/>
      <w:numPr>
        <w:ilvl w:val="7"/>
        <w:numId w:val="4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2393"/>
    <w:pPr>
      <w:keepNext/>
      <w:keepLines/>
      <w:numPr>
        <w:ilvl w:val="8"/>
        <w:numId w:val="4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433D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7C4964"/>
    <w:rPr>
      <w:rFonts w:ascii="Consolas" w:hAnsi="Consolas"/>
      <w:sz w:val="21"/>
      <w:szCs w:val="21"/>
    </w:rPr>
  </w:style>
  <w:style w:type="paragraph" w:styleId="NoSpacing">
    <w:name w:val="No Spacing"/>
    <w:uiPriority w:val="24"/>
    <w:unhideWhenUsed/>
    <w:rsid w:val="00633649"/>
  </w:style>
  <w:style w:type="paragraph" w:styleId="Header">
    <w:name w:val="header"/>
    <w:basedOn w:val="Normal"/>
    <w:link w:val="HeaderChar"/>
    <w:uiPriority w:val="99"/>
    <w:unhideWhenUsed/>
    <w:rsid w:val="000A25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5CE"/>
  </w:style>
  <w:style w:type="paragraph" w:styleId="Footer">
    <w:name w:val="footer"/>
    <w:basedOn w:val="Normal"/>
    <w:link w:val="FooterChar"/>
    <w:uiPriority w:val="99"/>
    <w:rsid w:val="00903C35"/>
    <w:pPr>
      <w:pBdr>
        <w:top w:val="single" w:sz="8" w:space="18" w:color="4F81BD" w:themeColor="accent1"/>
      </w:pBdr>
      <w:tabs>
        <w:tab w:val="center" w:pos="4680"/>
        <w:tab w:val="right" w:pos="9360"/>
      </w:tabs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903C35"/>
    <w:rPr>
      <w:rFonts w:ascii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5C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rsid w:val="00392393"/>
    <w:pPr>
      <w:spacing w:before="240" w:after="240"/>
      <w:contextualSpacing/>
      <w:jc w:val="center"/>
    </w:pPr>
    <w:rPr>
      <w:rFonts w:ascii="Arial" w:eastAsiaTheme="majorEastAsia" w:hAnsi="Arial" w:cstheme="majorBidi"/>
      <w:b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2393"/>
    <w:rPr>
      <w:rFonts w:ascii="Arial" w:eastAsiaTheme="majorEastAsia" w:hAnsi="Arial" w:cstheme="majorBidi"/>
      <w:b/>
      <w:spacing w:val="5"/>
      <w:kern w:val="28"/>
      <w:sz w:val="40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92393"/>
    <w:rPr>
      <w:rFonts w:ascii="Arial" w:eastAsiaTheme="majorEastAsia" w:hAnsi="Arial" w:cstheme="majorBid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92393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92393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2393"/>
    <w:rPr>
      <w:rFonts w:ascii="Arial" w:eastAsiaTheme="majorEastAsia" w:hAnsi="Arial" w:cstheme="majorBidi"/>
      <w:b/>
      <w:sz w:val="24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392393"/>
    <w:rPr>
      <w:rFonts w:ascii="Arial" w:eastAsiaTheme="majorEastAsia" w:hAnsi="Arial" w:cstheme="majorBidi"/>
      <w:b/>
      <w:iCs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392393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392393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2393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2393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2393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7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A75"/>
    <w:rPr>
      <w:b/>
      <w:bCs/>
      <w:sz w:val="20"/>
      <w:szCs w:val="20"/>
    </w:rPr>
  </w:style>
  <w:style w:type="paragraph" w:styleId="ListParagraph">
    <w:name w:val="List Paragraph"/>
    <w:aliases w:val="List Paragraph2"/>
    <w:basedOn w:val="Normal"/>
    <w:uiPriority w:val="5"/>
    <w:rsid w:val="00ED4545"/>
    <w:pPr>
      <w:ind w:left="720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rsid w:val="0093561B"/>
    <w:pPr>
      <w:numPr>
        <w:numId w:val="0"/>
      </w:numPr>
    </w:pPr>
  </w:style>
  <w:style w:type="paragraph" w:customStyle="1" w:styleId="Author">
    <w:name w:val="Author"/>
    <w:basedOn w:val="Title"/>
    <w:link w:val="AuthorChar"/>
    <w:autoRedefine/>
    <w:uiPriority w:val="18"/>
    <w:rsid w:val="006000D5"/>
    <w:pPr>
      <w:pBdr>
        <w:bottom w:val="single" w:sz="8" w:space="10" w:color="4F81BD" w:themeColor="accent1"/>
      </w:pBdr>
      <w:spacing w:before="0" w:after="300"/>
    </w:pPr>
    <w:rPr>
      <w:sz w:val="28"/>
    </w:rPr>
  </w:style>
  <w:style w:type="paragraph" w:customStyle="1" w:styleId="NoNumHead2">
    <w:name w:val="NoNum Head2"/>
    <w:basedOn w:val="Heading"/>
    <w:next w:val="Normal"/>
    <w:autoRedefine/>
    <w:uiPriority w:val="14"/>
    <w:rsid w:val="00911B70"/>
    <w:pPr>
      <w:spacing w:before="200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32"/>
    </w:rPr>
  </w:style>
  <w:style w:type="character" w:styleId="Emphasis">
    <w:name w:val="Emphasis"/>
    <w:basedOn w:val="DefaultParagraphFont"/>
    <w:uiPriority w:val="11"/>
    <w:rsid w:val="00911B70"/>
    <w:rPr>
      <w:i/>
      <w:iCs/>
    </w:rPr>
  </w:style>
  <w:style w:type="character" w:styleId="IntenseEmphasis">
    <w:name w:val="Intense Emphasis"/>
    <w:basedOn w:val="DefaultParagraphFont"/>
    <w:uiPriority w:val="11"/>
    <w:rsid w:val="00911B70"/>
    <w:rPr>
      <w:b/>
      <w:bCs/>
      <w:i/>
      <w:iCs/>
      <w:color w:val="auto"/>
    </w:rPr>
  </w:style>
  <w:style w:type="character" w:styleId="Strong">
    <w:name w:val="Strong"/>
    <w:basedOn w:val="DefaultParagraphFont"/>
    <w:uiPriority w:val="11"/>
    <w:rsid w:val="00911B70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911B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11B70"/>
    <w:rPr>
      <w:rFonts w:asciiTheme="minorHAnsi" w:hAnsiTheme="minorHAnsi"/>
      <w:i/>
      <w:iCs/>
      <w:color w:val="000000" w:themeColor="text1"/>
      <w:sz w:val="24"/>
    </w:rPr>
  </w:style>
  <w:style w:type="paragraph" w:styleId="List">
    <w:name w:val="List"/>
    <w:basedOn w:val="Normal"/>
    <w:uiPriority w:val="5"/>
    <w:rsid w:val="00515420"/>
    <w:pPr>
      <w:ind w:left="360" w:hanging="360"/>
      <w:contextualSpacing/>
    </w:pPr>
  </w:style>
  <w:style w:type="paragraph" w:styleId="ListNumber">
    <w:name w:val="List Number"/>
    <w:basedOn w:val="Normal"/>
    <w:uiPriority w:val="5"/>
    <w:rsid w:val="00BE7C39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5"/>
    <w:rsid w:val="000F1A50"/>
    <w:pPr>
      <w:numPr>
        <w:numId w:val="2"/>
      </w:numPr>
      <w:spacing w:after="40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515420"/>
    <w:pPr>
      <w:numPr>
        <w:numId w:val="4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515420"/>
    <w:pPr>
      <w:numPr>
        <w:numId w:val="5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515420"/>
    <w:pPr>
      <w:numPr>
        <w:numId w:val="6"/>
      </w:numPr>
      <w:contextualSpacing/>
    </w:pPr>
  </w:style>
  <w:style w:type="paragraph" w:styleId="List2">
    <w:name w:val="List 2"/>
    <w:basedOn w:val="Normal"/>
    <w:uiPriority w:val="5"/>
    <w:rsid w:val="00985AAE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6"/>
    <w:rsid w:val="00945E9B"/>
    <w:pPr>
      <w:numPr>
        <w:numId w:val="20"/>
      </w:numPr>
    </w:pPr>
  </w:style>
  <w:style w:type="paragraph" w:customStyle="1" w:styleId="HDFFooter">
    <w:name w:val="HDF Footer"/>
    <w:basedOn w:val="Footer"/>
    <w:link w:val="HDFFooterChar"/>
    <w:uiPriority w:val="23"/>
    <w:rsid w:val="008832DF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rsid w:val="001706A5"/>
  </w:style>
  <w:style w:type="character" w:customStyle="1" w:styleId="HDFFooterChar">
    <w:name w:val="HDF Footer Char"/>
    <w:basedOn w:val="FooterChar"/>
    <w:link w:val="HDFFooter"/>
    <w:uiPriority w:val="23"/>
    <w:rsid w:val="001706A5"/>
    <w:rPr>
      <w:rFonts w:asciiTheme="minorHAnsi" w:hAnsiTheme="minorHAnsi"/>
      <w:sz w:val="24"/>
    </w:rPr>
  </w:style>
  <w:style w:type="paragraph" w:customStyle="1" w:styleId="THGHeader2">
    <w:name w:val="THG Header2"/>
    <w:basedOn w:val="Header"/>
    <w:link w:val="THGHeader2Char"/>
    <w:uiPriority w:val="22"/>
    <w:rsid w:val="001706A5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1706A5"/>
    <w:rPr>
      <w:rFonts w:asciiTheme="minorHAnsi" w:hAnsiTheme="minorHAnsi"/>
      <w:sz w:val="24"/>
    </w:rPr>
  </w:style>
  <w:style w:type="character" w:customStyle="1" w:styleId="THGHeader2Char">
    <w:name w:val="THG Header2 Char"/>
    <w:basedOn w:val="HeaderChar"/>
    <w:link w:val="THGHeader2"/>
    <w:uiPriority w:val="22"/>
    <w:rsid w:val="001706A5"/>
    <w:rPr>
      <w:rFonts w:asciiTheme="minorHAnsi" w:hAnsiTheme="minorHAnsi"/>
      <w:sz w:val="24"/>
    </w:rPr>
  </w:style>
  <w:style w:type="paragraph" w:customStyle="1" w:styleId="Abstract">
    <w:name w:val="Abstract"/>
    <w:basedOn w:val="Normal"/>
    <w:uiPriority w:val="19"/>
    <w:rsid w:val="0093561B"/>
    <w:pPr>
      <w:ind w:left="720" w:right="720"/>
    </w:pPr>
  </w:style>
  <w:style w:type="paragraph" w:customStyle="1" w:styleId="Divider">
    <w:name w:val="Divider"/>
    <w:basedOn w:val="Author"/>
    <w:next w:val="Normal"/>
    <w:uiPriority w:val="20"/>
    <w:rsid w:val="00913E2A"/>
    <w:pPr>
      <w:spacing w:line="14" w:lineRule="auto"/>
    </w:pPr>
    <w:rPr>
      <w:b w:val="0"/>
      <w:sz w:val="22"/>
    </w:rPr>
  </w:style>
  <w:style w:type="table" w:styleId="TableGrid">
    <w:name w:val="Table Grid"/>
    <w:basedOn w:val="TableNormal"/>
    <w:uiPriority w:val="59"/>
    <w:rsid w:val="009D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2488D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63335"/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3335"/>
    <w:rPr>
      <w:rFonts w:asciiTheme="minorHAnsi" w:hAnsiTheme="minorHAnsi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63335"/>
    <w:rPr>
      <w:vertAlign w:val="superscript"/>
    </w:rPr>
  </w:style>
  <w:style w:type="table" w:styleId="LightShading">
    <w:name w:val="Light Shading"/>
    <w:basedOn w:val="TableNormal"/>
    <w:uiPriority w:val="60"/>
    <w:rsid w:val="00327DC4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">
    <w:name w:val="Medium Shading 1"/>
    <w:basedOn w:val="TableNormal"/>
    <w:uiPriority w:val="63"/>
    <w:rsid w:val="00327DC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rsid w:val="00327DC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DarkList-Accent1">
    <w:name w:val="Dark List Accent 1"/>
    <w:basedOn w:val="TableNormal"/>
    <w:uiPriority w:val="70"/>
    <w:rsid w:val="00956EDB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paragraph" w:customStyle="1" w:styleId="Contents">
    <w:name w:val="Contents"/>
    <w:basedOn w:val="Heading1"/>
    <w:next w:val="Normal"/>
    <w:qFormat/>
    <w:rsid w:val="007132CA"/>
    <w:pPr>
      <w:numPr>
        <w:numId w:val="0"/>
      </w:numPr>
    </w:pPr>
    <w:rPr>
      <w:color w:val="000000" w:themeColor="text1"/>
    </w:rPr>
  </w:style>
  <w:style w:type="paragraph" w:customStyle="1" w:styleId="Courier10">
    <w:name w:val="Courier10"/>
    <w:basedOn w:val="Normal"/>
    <w:qFormat/>
    <w:rsid w:val="00392393"/>
    <w:rPr>
      <w:rFonts w:ascii="Courier New" w:hAnsi="Courier New"/>
      <w:sz w:val="20"/>
    </w:rPr>
  </w:style>
  <w:style w:type="paragraph" w:customStyle="1" w:styleId="Normal9">
    <w:name w:val="Normal9"/>
    <w:basedOn w:val="Normal"/>
    <w:qFormat/>
    <w:rsid w:val="00392393"/>
    <w:rPr>
      <w:rFonts w:eastAsia="Batang"/>
      <w:b/>
      <w:sz w:val="18"/>
    </w:rPr>
  </w:style>
  <w:style w:type="paragraph" w:customStyle="1" w:styleId="SubSectionHeading">
    <w:name w:val="SubSectionHeading"/>
    <w:basedOn w:val="Normal"/>
    <w:next w:val="Normal"/>
    <w:qFormat/>
    <w:rsid w:val="00392393"/>
    <w:pPr>
      <w:keepNext/>
      <w:spacing w:before="120" w:after="120"/>
    </w:pPr>
    <w:rPr>
      <w:rFonts w:eastAsia="Batang"/>
      <w:b/>
    </w:rPr>
  </w:style>
  <w:style w:type="paragraph" w:styleId="TOC1">
    <w:name w:val="toc 1"/>
    <w:basedOn w:val="Normal"/>
    <w:next w:val="Normal"/>
    <w:autoRedefine/>
    <w:uiPriority w:val="39"/>
    <w:unhideWhenUsed/>
    <w:rsid w:val="0039239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9239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92393"/>
    <w:pPr>
      <w:spacing w:after="100"/>
      <w:ind w:left="440"/>
    </w:pPr>
  </w:style>
  <w:style w:type="paragraph" w:styleId="Bibliography">
    <w:name w:val="Bibliography"/>
    <w:basedOn w:val="Normal"/>
    <w:next w:val="Normal"/>
    <w:uiPriority w:val="37"/>
    <w:semiHidden/>
    <w:unhideWhenUsed/>
    <w:rsid w:val="00847BD2"/>
  </w:style>
  <w:style w:type="paragraph" w:styleId="BlockText">
    <w:name w:val="Block Text"/>
    <w:basedOn w:val="Normal"/>
    <w:uiPriority w:val="99"/>
    <w:semiHidden/>
    <w:unhideWhenUsed/>
    <w:rsid w:val="00847BD2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847BD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47BD2"/>
    <w:rPr>
      <w:rFonts w:asciiTheme="minorHAnsi" w:hAnsiTheme="minorHAnsi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47BD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47BD2"/>
    <w:rPr>
      <w:rFonts w:asciiTheme="minorHAnsi" w:hAnsiTheme="minorHAnsi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47BD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47BD2"/>
    <w:rPr>
      <w:rFonts w:asciiTheme="minorHAnsi" w:hAnsiTheme="minorHAnsi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47BD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47BD2"/>
    <w:rPr>
      <w:rFonts w:asciiTheme="minorHAnsi" w:hAnsiTheme="minorHAns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47BD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47BD2"/>
    <w:rPr>
      <w:rFonts w:asciiTheme="minorHAnsi" w:hAnsiTheme="minorHAnsi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47BD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47BD2"/>
    <w:rPr>
      <w:rFonts w:asciiTheme="minorHAnsi" w:hAnsiTheme="minorHAnsi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47BD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47BD2"/>
    <w:rPr>
      <w:rFonts w:asciiTheme="minorHAnsi" w:hAnsiTheme="minorHAnsi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7BD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47BD2"/>
    <w:rPr>
      <w:rFonts w:asciiTheme="minorHAnsi" w:hAnsiTheme="minorHAnsi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47BD2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847BD2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47BD2"/>
    <w:rPr>
      <w:rFonts w:asciiTheme="minorHAnsi" w:hAnsiTheme="minorHAnsi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47BD2"/>
  </w:style>
  <w:style w:type="character" w:customStyle="1" w:styleId="DateChar">
    <w:name w:val="Date Char"/>
    <w:basedOn w:val="DefaultParagraphFont"/>
    <w:link w:val="Date"/>
    <w:uiPriority w:val="99"/>
    <w:semiHidden/>
    <w:rsid w:val="00847BD2"/>
    <w:rPr>
      <w:rFonts w:asciiTheme="minorHAnsi" w:hAnsiTheme="minorHAnsi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47BD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47BD2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47BD2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47BD2"/>
    <w:rPr>
      <w:rFonts w:asciiTheme="minorHAnsi" w:hAnsiTheme="minorHAnsi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7BD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7BD2"/>
    <w:rPr>
      <w:rFonts w:asciiTheme="minorHAnsi" w:hAnsiTheme="minorHAnsi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847BD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47BD2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47BD2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47BD2"/>
    <w:rPr>
      <w:rFonts w:asciiTheme="minorHAnsi" w:hAnsiTheme="minorHAnsi"/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7BD2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7BD2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47BD2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47BD2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47BD2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47BD2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47BD2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47BD2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47BD2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47BD2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47BD2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47BD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847BD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7BD2"/>
    <w:rPr>
      <w:rFonts w:asciiTheme="minorHAnsi" w:hAnsiTheme="minorHAnsi"/>
      <w:b/>
      <w:bCs/>
      <w:i/>
      <w:iCs/>
      <w:color w:val="4F81BD" w:themeColor="accent1"/>
    </w:rPr>
  </w:style>
  <w:style w:type="paragraph" w:styleId="List3">
    <w:name w:val="List 3"/>
    <w:basedOn w:val="Normal"/>
    <w:uiPriority w:val="99"/>
    <w:semiHidden/>
    <w:unhideWhenUsed/>
    <w:rsid w:val="00847BD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847BD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847BD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qFormat/>
    <w:rsid w:val="00847BD2"/>
    <w:pPr>
      <w:numPr>
        <w:numId w:val="28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847BD2"/>
    <w:pPr>
      <w:numPr>
        <w:numId w:val="2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847BD2"/>
    <w:pPr>
      <w:numPr>
        <w:numId w:val="3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847BD2"/>
    <w:pPr>
      <w:numPr>
        <w:numId w:val="3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847BD2"/>
    <w:pPr>
      <w:numPr>
        <w:numId w:val="32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847BD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47BD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47BD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47BD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47BD2"/>
    <w:pPr>
      <w:spacing w:after="120"/>
      <w:ind w:left="1800"/>
      <w:contextualSpacing/>
    </w:pPr>
  </w:style>
  <w:style w:type="paragraph" w:styleId="MacroText">
    <w:name w:val="macro"/>
    <w:link w:val="MacroTextChar"/>
    <w:uiPriority w:val="99"/>
    <w:semiHidden/>
    <w:unhideWhenUsed/>
    <w:rsid w:val="00847BD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47BD2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47BD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47BD2"/>
    <w:rPr>
      <w:rFonts w:eastAsiaTheme="majorEastAsia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847BD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47BD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47BD2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47BD2"/>
    <w:rPr>
      <w:rFonts w:asciiTheme="minorHAnsi" w:hAnsiTheme="minorHAnsi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47BD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47BD2"/>
    <w:rPr>
      <w:rFonts w:asciiTheme="minorHAnsi" w:hAnsiTheme="minorHAnsi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47BD2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47BD2"/>
    <w:rPr>
      <w:rFonts w:asciiTheme="minorHAnsi" w:hAnsiTheme="minorHAnsi"/>
    </w:rPr>
  </w:style>
  <w:style w:type="paragraph" w:styleId="Subtitle">
    <w:name w:val="Subtitle"/>
    <w:basedOn w:val="Normal"/>
    <w:next w:val="Normal"/>
    <w:link w:val="SubtitleChar"/>
    <w:uiPriority w:val="24"/>
    <w:semiHidden/>
    <w:unhideWhenUsed/>
    <w:rsid w:val="00847B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24"/>
    <w:semiHidden/>
    <w:rsid w:val="00847BD2"/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47BD2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847BD2"/>
  </w:style>
  <w:style w:type="paragraph" w:styleId="TOAHeading">
    <w:name w:val="toa heading"/>
    <w:basedOn w:val="Normal"/>
    <w:next w:val="Normal"/>
    <w:uiPriority w:val="99"/>
    <w:semiHidden/>
    <w:unhideWhenUsed/>
    <w:rsid w:val="00847BD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47BD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47BD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47BD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47BD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47BD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47BD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47BD2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/>
    <w:lsdException w:name="Default Paragraph Font" w:uiPriority="1"/>
    <w:lsdException w:name="Subtitle" w:uiPriority="24"/>
    <w:lsdException w:name="Strong" w:semiHidden="0" w:uiPriority="22" w:unhideWhenUsed="0"/>
    <w:lsdException w:name="Emphasis" w:semiHidden="0" w:uiPriority="20" w:unhideWhenUsed="0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8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393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2393"/>
    <w:pPr>
      <w:keepNext/>
      <w:keepLines/>
      <w:pageBreakBefore/>
      <w:numPr>
        <w:numId w:val="44"/>
      </w:numPr>
      <w:spacing w:before="480" w:after="24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92393"/>
    <w:pPr>
      <w:pageBreakBefore w:val="0"/>
      <w:numPr>
        <w:ilvl w:val="1"/>
      </w:numPr>
      <w:spacing w:before="240"/>
      <w:outlineLvl w:val="1"/>
    </w:pPr>
    <w:rPr>
      <w:bCs w:val="0"/>
      <w:sz w:val="26"/>
      <w:szCs w:val="26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392393"/>
    <w:pPr>
      <w:pageBreakBefore w:val="0"/>
      <w:numPr>
        <w:ilvl w:val="2"/>
      </w:numPr>
      <w:spacing w:before="240" w:after="120"/>
      <w:outlineLvl w:val="2"/>
    </w:pPr>
    <w:rPr>
      <w:bCs w:val="0"/>
      <w:sz w:val="24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392393"/>
    <w:pPr>
      <w:pageBreakBefore w:val="0"/>
      <w:numPr>
        <w:ilvl w:val="3"/>
      </w:numPr>
      <w:spacing w:before="120" w:after="0"/>
      <w:outlineLvl w:val="3"/>
    </w:pPr>
    <w:rPr>
      <w:bCs w:val="0"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92393"/>
    <w:pPr>
      <w:keepNext/>
      <w:keepLines/>
      <w:numPr>
        <w:ilvl w:val="4"/>
        <w:numId w:val="4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392393"/>
    <w:pPr>
      <w:keepNext/>
      <w:keepLines/>
      <w:numPr>
        <w:ilvl w:val="5"/>
        <w:numId w:val="4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2393"/>
    <w:pPr>
      <w:keepNext/>
      <w:keepLines/>
      <w:numPr>
        <w:ilvl w:val="6"/>
        <w:numId w:val="4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2393"/>
    <w:pPr>
      <w:keepNext/>
      <w:keepLines/>
      <w:numPr>
        <w:ilvl w:val="7"/>
        <w:numId w:val="4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2393"/>
    <w:pPr>
      <w:keepNext/>
      <w:keepLines/>
      <w:numPr>
        <w:ilvl w:val="8"/>
        <w:numId w:val="4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433D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7C4964"/>
    <w:rPr>
      <w:rFonts w:ascii="Consolas" w:hAnsi="Consolas"/>
      <w:sz w:val="21"/>
      <w:szCs w:val="21"/>
    </w:rPr>
  </w:style>
  <w:style w:type="paragraph" w:styleId="NoSpacing">
    <w:name w:val="No Spacing"/>
    <w:uiPriority w:val="24"/>
    <w:unhideWhenUsed/>
    <w:rsid w:val="00633649"/>
  </w:style>
  <w:style w:type="paragraph" w:styleId="Header">
    <w:name w:val="header"/>
    <w:basedOn w:val="Normal"/>
    <w:link w:val="HeaderChar"/>
    <w:uiPriority w:val="99"/>
    <w:unhideWhenUsed/>
    <w:rsid w:val="000A25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5CE"/>
  </w:style>
  <w:style w:type="paragraph" w:styleId="Footer">
    <w:name w:val="footer"/>
    <w:basedOn w:val="Normal"/>
    <w:link w:val="FooterChar"/>
    <w:uiPriority w:val="99"/>
    <w:rsid w:val="00903C35"/>
    <w:pPr>
      <w:pBdr>
        <w:top w:val="single" w:sz="8" w:space="18" w:color="4F81BD" w:themeColor="accent1"/>
      </w:pBdr>
      <w:tabs>
        <w:tab w:val="center" w:pos="4680"/>
        <w:tab w:val="right" w:pos="9360"/>
      </w:tabs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903C35"/>
    <w:rPr>
      <w:rFonts w:ascii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5C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rsid w:val="00392393"/>
    <w:pPr>
      <w:spacing w:before="240" w:after="240"/>
      <w:contextualSpacing/>
      <w:jc w:val="center"/>
    </w:pPr>
    <w:rPr>
      <w:rFonts w:ascii="Arial" w:eastAsiaTheme="majorEastAsia" w:hAnsi="Arial" w:cstheme="majorBidi"/>
      <w:b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2393"/>
    <w:rPr>
      <w:rFonts w:ascii="Arial" w:eastAsiaTheme="majorEastAsia" w:hAnsi="Arial" w:cstheme="majorBidi"/>
      <w:b/>
      <w:spacing w:val="5"/>
      <w:kern w:val="28"/>
      <w:sz w:val="40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92393"/>
    <w:rPr>
      <w:rFonts w:ascii="Arial" w:eastAsiaTheme="majorEastAsia" w:hAnsi="Arial" w:cstheme="majorBid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92393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92393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2393"/>
    <w:rPr>
      <w:rFonts w:ascii="Arial" w:eastAsiaTheme="majorEastAsia" w:hAnsi="Arial" w:cstheme="majorBidi"/>
      <w:b/>
      <w:sz w:val="24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392393"/>
    <w:rPr>
      <w:rFonts w:ascii="Arial" w:eastAsiaTheme="majorEastAsia" w:hAnsi="Arial" w:cstheme="majorBidi"/>
      <w:b/>
      <w:iCs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392393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392393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2393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2393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2393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7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A75"/>
    <w:rPr>
      <w:b/>
      <w:bCs/>
      <w:sz w:val="20"/>
      <w:szCs w:val="20"/>
    </w:rPr>
  </w:style>
  <w:style w:type="paragraph" w:styleId="ListParagraph">
    <w:name w:val="List Paragraph"/>
    <w:aliases w:val="List Paragraph2"/>
    <w:basedOn w:val="Normal"/>
    <w:uiPriority w:val="5"/>
    <w:rsid w:val="00ED4545"/>
    <w:pPr>
      <w:ind w:left="720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rsid w:val="0093561B"/>
    <w:pPr>
      <w:numPr>
        <w:numId w:val="0"/>
      </w:numPr>
    </w:pPr>
  </w:style>
  <w:style w:type="paragraph" w:customStyle="1" w:styleId="Author">
    <w:name w:val="Author"/>
    <w:basedOn w:val="Title"/>
    <w:link w:val="AuthorChar"/>
    <w:autoRedefine/>
    <w:uiPriority w:val="18"/>
    <w:rsid w:val="006000D5"/>
    <w:pPr>
      <w:pBdr>
        <w:bottom w:val="single" w:sz="8" w:space="10" w:color="4F81BD" w:themeColor="accent1"/>
      </w:pBdr>
      <w:spacing w:before="0" w:after="300"/>
    </w:pPr>
    <w:rPr>
      <w:sz w:val="28"/>
    </w:rPr>
  </w:style>
  <w:style w:type="paragraph" w:customStyle="1" w:styleId="NoNumHead2">
    <w:name w:val="NoNum Head2"/>
    <w:basedOn w:val="Heading"/>
    <w:next w:val="Normal"/>
    <w:autoRedefine/>
    <w:uiPriority w:val="14"/>
    <w:rsid w:val="00911B70"/>
    <w:pPr>
      <w:spacing w:before="200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32"/>
    </w:rPr>
  </w:style>
  <w:style w:type="character" w:styleId="Emphasis">
    <w:name w:val="Emphasis"/>
    <w:basedOn w:val="DefaultParagraphFont"/>
    <w:uiPriority w:val="11"/>
    <w:rsid w:val="00911B70"/>
    <w:rPr>
      <w:i/>
      <w:iCs/>
    </w:rPr>
  </w:style>
  <w:style w:type="character" w:styleId="IntenseEmphasis">
    <w:name w:val="Intense Emphasis"/>
    <w:basedOn w:val="DefaultParagraphFont"/>
    <w:uiPriority w:val="11"/>
    <w:rsid w:val="00911B70"/>
    <w:rPr>
      <w:b/>
      <w:bCs/>
      <w:i/>
      <w:iCs/>
      <w:color w:val="auto"/>
    </w:rPr>
  </w:style>
  <w:style w:type="character" w:styleId="Strong">
    <w:name w:val="Strong"/>
    <w:basedOn w:val="DefaultParagraphFont"/>
    <w:uiPriority w:val="11"/>
    <w:rsid w:val="00911B70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911B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11B70"/>
    <w:rPr>
      <w:rFonts w:asciiTheme="minorHAnsi" w:hAnsiTheme="minorHAnsi"/>
      <w:i/>
      <w:iCs/>
      <w:color w:val="000000" w:themeColor="text1"/>
      <w:sz w:val="24"/>
    </w:rPr>
  </w:style>
  <w:style w:type="paragraph" w:styleId="List">
    <w:name w:val="List"/>
    <w:basedOn w:val="Normal"/>
    <w:uiPriority w:val="5"/>
    <w:rsid w:val="00515420"/>
    <w:pPr>
      <w:ind w:left="360" w:hanging="360"/>
      <w:contextualSpacing/>
    </w:pPr>
  </w:style>
  <w:style w:type="paragraph" w:styleId="ListNumber">
    <w:name w:val="List Number"/>
    <w:basedOn w:val="Normal"/>
    <w:uiPriority w:val="5"/>
    <w:rsid w:val="00BE7C39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5"/>
    <w:rsid w:val="000F1A50"/>
    <w:pPr>
      <w:numPr>
        <w:numId w:val="2"/>
      </w:numPr>
      <w:spacing w:after="40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515420"/>
    <w:pPr>
      <w:numPr>
        <w:numId w:val="4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515420"/>
    <w:pPr>
      <w:numPr>
        <w:numId w:val="5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515420"/>
    <w:pPr>
      <w:numPr>
        <w:numId w:val="6"/>
      </w:numPr>
      <w:contextualSpacing/>
    </w:pPr>
  </w:style>
  <w:style w:type="paragraph" w:styleId="List2">
    <w:name w:val="List 2"/>
    <w:basedOn w:val="Normal"/>
    <w:uiPriority w:val="5"/>
    <w:rsid w:val="00985AAE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6"/>
    <w:rsid w:val="00945E9B"/>
    <w:pPr>
      <w:numPr>
        <w:numId w:val="20"/>
      </w:numPr>
    </w:pPr>
  </w:style>
  <w:style w:type="paragraph" w:customStyle="1" w:styleId="HDFFooter">
    <w:name w:val="HDF Footer"/>
    <w:basedOn w:val="Footer"/>
    <w:link w:val="HDFFooterChar"/>
    <w:uiPriority w:val="23"/>
    <w:rsid w:val="008832DF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rsid w:val="001706A5"/>
  </w:style>
  <w:style w:type="character" w:customStyle="1" w:styleId="HDFFooterChar">
    <w:name w:val="HDF Footer Char"/>
    <w:basedOn w:val="FooterChar"/>
    <w:link w:val="HDFFooter"/>
    <w:uiPriority w:val="23"/>
    <w:rsid w:val="001706A5"/>
    <w:rPr>
      <w:rFonts w:asciiTheme="minorHAnsi" w:hAnsiTheme="minorHAnsi"/>
      <w:sz w:val="24"/>
    </w:rPr>
  </w:style>
  <w:style w:type="paragraph" w:customStyle="1" w:styleId="THGHeader2">
    <w:name w:val="THG Header2"/>
    <w:basedOn w:val="Header"/>
    <w:link w:val="THGHeader2Char"/>
    <w:uiPriority w:val="22"/>
    <w:rsid w:val="001706A5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1706A5"/>
    <w:rPr>
      <w:rFonts w:asciiTheme="minorHAnsi" w:hAnsiTheme="minorHAnsi"/>
      <w:sz w:val="24"/>
    </w:rPr>
  </w:style>
  <w:style w:type="character" w:customStyle="1" w:styleId="THGHeader2Char">
    <w:name w:val="THG Header2 Char"/>
    <w:basedOn w:val="HeaderChar"/>
    <w:link w:val="THGHeader2"/>
    <w:uiPriority w:val="22"/>
    <w:rsid w:val="001706A5"/>
    <w:rPr>
      <w:rFonts w:asciiTheme="minorHAnsi" w:hAnsiTheme="minorHAnsi"/>
      <w:sz w:val="24"/>
    </w:rPr>
  </w:style>
  <w:style w:type="paragraph" w:customStyle="1" w:styleId="Abstract">
    <w:name w:val="Abstract"/>
    <w:basedOn w:val="Normal"/>
    <w:uiPriority w:val="19"/>
    <w:rsid w:val="0093561B"/>
    <w:pPr>
      <w:ind w:left="720" w:right="720"/>
    </w:pPr>
  </w:style>
  <w:style w:type="paragraph" w:customStyle="1" w:styleId="Divider">
    <w:name w:val="Divider"/>
    <w:basedOn w:val="Author"/>
    <w:next w:val="Normal"/>
    <w:uiPriority w:val="20"/>
    <w:rsid w:val="00913E2A"/>
    <w:pPr>
      <w:spacing w:line="14" w:lineRule="auto"/>
    </w:pPr>
    <w:rPr>
      <w:b w:val="0"/>
      <w:sz w:val="22"/>
    </w:rPr>
  </w:style>
  <w:style w:type="table" w:styleId="TableGrid">
    <w:name w:val="Table Grid"/>
    <w:basedOn w:val="TableNormal"/>
    <w:uiPriority w:val="59"/>
    <w:rsid w:val="009D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2488D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63335"/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3335"/>
    <w:rPr>
      <w:rFonts w:asciiTheme="minorHAnsi" w:hAnsiTheme="minorHAnsi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63335"/>
    <w:rPr>
      <w:vertAlign w:val="superscript"/>
    </w:rPr>
  </w:style>
  <w:style w:type="table" w:styleId="LightShading">
    <w:name w:val="Light Shading"/>
    <w:basedOn w:val="TableNormal"/>
    <w:uiPriority w:val="60"/>
    <w:rsid w:val="00327DC4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">
    <w:name w:val="Medium Shading 1"/>
    <w:basedOn w:val="TableNormal"/>
    <w:uiPriority w:val="63"/>
    <w:rsid w:val="00327DC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rsid w:val="00327DC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DarkList-Accent1">
    <w:name w:val="Dark List Accent 1"/>
    <w:basedOn w:val="TableNormal"/>
    <w:uiPriority w:val="70"/>
    <w:rsid w:val="00956EDB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paragraph" w:customStyle="1" w:styleId="Contents">
    <w:name w:val="Contents"/>
    <w:basedOn w:val="Title"/>
    <w:next w:val="Normal"/>
    <w:rsid w:val="00392393"/>
    <w:pPr>
      <w:keepNext/>
      <w:keepLines/>
      <w:pageBreakBefore/>
      <w:spacing w:before="480"/>
      <w:jc w:val="left"/>
    </w:pPr>
    <w:rPr>
      <w:sz w:val="36"/>
    </w:rPr>
  </w:style>
  <w:style w:type="paragraph" w:customStyle="1" w:styleId="Courier10">
    <w:name w:val="Courier10"/>
    <w:basedOn w:val="Normal"/>
    <w:qFormat/>
    <w:rsid w:val="00392393"/>
    <w:rPr>
      <w:rFonts w:ascii="Courier New" w:hAnsi="Courier New"/>
      <w:sz w:val="20"/>
    </w:rPr>
  </w:style>
  <w:style w:type="paragraph" w:customStyle="1" w:styleId="Normal9">
    <w:name w:val="Normal9"/>
    <w:basedOn w:val="Normal"/>
    <w:qFormat/>
    <w:rsid w:val="00392393"/>
    <w:rPr>
      <w:rFonts w:eastAsia="Batang"/>
      <w:b/>
      <w:sz w:val="18"/>
    </w:rPr>
  </w:style>
  <w:style w:type="paragraph" w:customStyle="1" w:styleId="SubSectionHeading">
    <w:name w:val="SubSectionHeading"/>
    <w:basedOn w:val="Normal"/>
    <w:next w:val="Normal"/>
    <w:qFormat/>
    <w:rsid w:val="00392393"/>
    <w:pPr>
      <w:keepNext/>
      <w:spacing w:before="120" w:after="120"/>
    </w:pPr>
    <w:rPr>
      <w:rFonts w:eastAsia="Batang"/>
      <w:b/>
    </w:rPr>
  </w:style>
  <w:style w:type="paragraph" w:styleId="TOC1">
    <w:name w:val="toc 1"/>
    <w:basedOn w:val="Normal"/>
    <w:next w:val="Normal"/>
    <w:autoRedefine/>
    <w:uiPriority w:val="39"/>
    <w:unhideWhenUsed/>
    <w:rsid w:val="0039239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9239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9239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4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hdfgroup.org/HDF5/Tutor/examples/F90/compound.f90" TargetMode="External"/><Relationship Id="rId18" Type="http://schemas.openxmlformats.org/officeDocument/2006/relationships/hyperlink" Target="http://www.hdfgroup.org/HDF5/Tutor/compound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www.hdfgroup.org/HDF5/doc/RM/RM_H5L.html" TargetMode="External"/><Relationship Id="rId17" Type="http://schemas.openxmlformats.org/officeDocument/2006/relationships/hyperlink" Target="http://www.hdfgroup.org/ftp/HDF5/examples/examples-by-api/api18-fortran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hdfgroup.org/ftp/HDF5/examples/examples-by-api/api18-fortran.html" TargetMode="External"/><Relationship Id="rId20" Type="http://schemas.openxmlformats.org/officeDocument/2006/relationships/hyperlink" Target="http://www.hdfgroup.org/ftp/HDF5/examples/examples-by-api/api18-fortran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elp@hdfgroup.org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hdfgroup.org/ftp/HDF5/examples/examples-by-api/api18-fortran.html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hdfgroup.uiuc.edu/ftp/pub/outgoing/hdf5/snapshots/v18/" TargetMode="External"/><Relationship Id="rId19" Type="http://schemas.openxmlformats.org/officeDocument/2006/relationships/hyperlink" Target="http://www.hdfgroup.org/ftp/HDF5/examples/examples-by-api/api18-fortran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vn.hdfgroup.uiuc.edu/hdf5/branches/hdf5_1_8" TargetMode="External"/><Relationship Id="rId14" Type="http://schemas.openxmlformats.org/officeDocument/2006/relationships/hyperlink" Target="http://www.hdfgroup.org/HDF5/doc/UG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G Them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64141-097D-4D29-A894-C80E384C1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19</Pages>
  <Words>5002</Words>
  <Characters>28513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RFC</vt:lpstr>
    </vt:vector>
  </TitlesOfParts>
  <Company>The HDF Group</Company>
  <LinksUpToDate>false</LinksUpToDate>
  <CharactersWithSpaces>33449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</dc:title>
  <dc:creator>Elena Pourmal</dc:creator>
  <cp:lastModifiedBy>Evans, Mark</cp:lastModifiedBy>
  <cp:revision>46</cp:revision>
  <cp:lastPrinted>2011-11-03T16:22:00Z</cp:lastPrinted>
  <dcterms:created xsi:type="dcterms:W3CDTF">2011-10-14T19:44:00Z</dcterms:created>
  <dcterms:modified xsi:type="dcterms:W3CDTF">2011-11-03T16:46:00Z</dcterms:modified>
</cp:coreProperties>
</file>